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D462" w14:textId="0152FACC" w:rsidR="00CA6A72" w:rsidRDefault="00CA6A72" w:rsidP="00CA6A72">
      <w:pPr>
        <w:pStyle w:val="Zhlav"/>
        <w:rPr>
          <w:rFonts w:cstheme="minorHAnsi"/>
          <w:sz w:val="18"/>
          <w:szCs w:val="18"/>
        </w:rPr>
      </w:pPr>
    </w:p>
    <w:p w14:paraId="22D663FB" w14:textId="2D784BDE" w:rsidR="004667F8" w:rsidRPr="00AF3A9E" w:rsidRDefault="004667F8" w:rsidP="004667F8">
      <w:pPr>
        <w:jc w:val="center"/>
        <w:rPr>
          <w:sz w:val="24"/>
        </w:rPr>
      </w:pPr>
    </w:p>
    <w:p w14:paraId="15C65D9E" w14:textId="3F8C4835" w:rsidR="004667F8" w:rsidRDefault="004667F8" w:rsidP="004667F8">
      <w:pPr>
        <w:jc w:val="center"/>
        <w:rPr>
          <w:sz w:val="24"/>
        </w:rPr>
      </w:pPr>
    </w:p>
    <w:p w14:paraId="76022A2C" w14:textId="1DAE08A7" w:rsidR="00E521E5" w:rsidRDefault="00E521E5" w:rsidP="004667F8">
      <w:pPr>
        <w:jc w:val="center"/>
        <w:rPr>
          <w:sz w:val="24"/>
        </w:rPr>
      </w:pPr>
    </w:p>
    <w:p w14:paraId="4C18C787" w14:textId="1B2902CD" w:rsidR="00BE5556" w:rsidRDefault="00BE5556" w:rsidP="004667F8">
      <w:pPr>
        <w:jc w:val="center"/>
        <w:rPr>
          <w:sz w:val="24"/>
        </w:rPr>
      </w:pPr>
    </w:p>
    <w:p w14:paraId="6DAB7575" w14:textId="77777777" w:rsidR="00BE5556" w:rsidRDefault="00BE5556" w:rsidP="004667F8">
      <w:pPr>
        <w:jc w:val="center"/>
        <w:rPr>
          <w:sz w:val="24"/>
        </w:rPr>
      </w:pPr>
    </w:p>
    <w:p w14:paraId="74C23948" w14:textId="77777777" w:rsidR="004342FB" w:rsidRPr="001263D6" w:rsidRDefault="004342FB" w:rsidP="004342FB">
      <w:pPr>
        <w:jc w:val="center"/>
        <w:rPr>
          <w:b/>
          <w:sz w:val="48"/>
          <w:szCs w:val="48"/>
        </w:rPr>
      </w:pPr>
      <w:r w:rsidRPr="001263D6">
        <w:rPr>
          <w:b/>
          <w:sz w:val="48"/>
          <w:szCs w:val="48"/>
        </w:rPr>
        <w:t>MOST ev. č. 334-011</w:t>
      </w:r>
    </w:p>
    <w:p w14:paraId="5A1C7FCF" w14:textId="77777777" w:rsidR="004342FB" w:rsidRPr="001263D6" w:rsidRDefault="004342FB" w:rsidP="004342FB">
      <w:pPr>
        <w:jc w:val="center"/>
        <w:rPr>
          <w:b/>
          <w:sz w:val="48"/>
          <w:szCs w:val="48"/>
        </w:rPr>
      </w:pPr>
      <w:r w:rsidRPr="001263D6">
        <w:rPr>
          <w:b/>
          <w:sz w:val="48"/>
          <w:szCs w:val="48"/>
        </w:rPr>
        <w:t>PŘES PŘESTAVLCKÝ POTOK V OBCI PŘESTAVLKY</w:t>
      </w:r>
    </w:p>
    <w:p w14:paraId="0253641C" w14:textId="77777777" w:rsidR="003503AC" w:rsidRDefault="003503AC" w:rsidP="004667F8">
      <w:pPr>
        <w:jc w:val="center"/>
        <w:rPr>
          <w:sz w:val="24"/>
        </w:rPr>
      </w:pPr>
    </w:p>
    <w:p w14:paraId="0B90A269" w14:textId="77777777" w:rsidR="003E4152" w:rsidRPr="00AF3A9E" w:rsidRDefault="003E4152" w:rsidP="004667F8">
      <w:pPr>
        <w:jc w:val="center"/>
        <w:rPr>
          <w:sz w:val="24"/>
        </w:rPr>
      </w:pPr>
    </w:p>
    <w:p w14:paraId="602EAA26" w14:textId="77777777" w:rsidR="00FF442A" w:rsidRDefault="00FF442A" w:rsidP="00FF4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PROJEKTOVÁ </w:t>
      </w:r>
      <w:r w:rsidRPr="000F1813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OKUMENTACE PRO PROVÁDĚNÍ STAVBY</w:t>
      </w:r>
    </w:p>
    <w:p w14:paraId="79426B3D" w14:textId="77777777" w:rsidR="00FF442A" w:rsidRPr="000F1813" w:rsidRDefault="00FF442A" w:rsidP="00FF442A">
      <w:pPr>
        <w:jc w:val="center"/>
        <w:rPr>
          <w:b/>
          <w:sz w:val="28"/>
          <w:szCs w:val="28"/>
        </w:rPr>
      </w:pPr>
      <w:r w:rsidRPr="000F1813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P</w:t>
      </w:r>
      <w:r w:rsidRPr="000F1813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PS</w:t>
      </w:r>
      <w:r w:rsidRPr="000F1813">
        <w:rPr>
          <w:b/>
          <w:sz w:val="28"/>
          <w:szCs w:val="28"/>
        </w:rPr>
        <w:t>)</w:t>
      </w:r>
    </w:p>
    <w:p w14:paraId="1F387662" w14:textId="77777777" w:rsidR="00E418D3" w:rsidRDefault="00E418D3" w:rsidP="00E418D3">
      <w:pPr>
        <w:jc w:val="center"/>
        <w:rPr>
          <w:b/>
          <w:sz w:val="32"/>
        </w:rPr>
      </w:pPr>
    </w:p>
    <w:p w14:paraId="54223E9B" w14:textId="77777777" w:rsidR="00E418D3" w:rsidRDefault="00E418D3" w:rsidP="00E418D3">
      <w:pPr>
        <w:jc w:val="center"/>
        <w:rPr>
          <w:b/>
          <w:sz w:val="32"/>
        </w:rPr>
      </w:pPr>
    </w:p>
    <w:p w14:paraId="36543FA8" w14:textId="77777777" w:rsidR="003D7C87" w:rsidRDefault="003D7C87" w:rsidP="003D7C87">
      <w:pPr>
        <w:jc w:val="center"/>
        <w:outlineLvl w:val="0"/>
        <w:rPr>
          <w:b/>
          <w:sz w:val="48"/>
        </w:rPr>
      </w:pPr>
      <w:proofErr w:type="gramStart"/>
      <w:r>
        <w:rPr>
          <w:b/>
          <w:sz w:val="48"/>
        </w:rPr>
        <w:t>OBJEKT  SO</w:t>
      </w:r>
      <w:proofErr w:type="gramEnd"/>
      <w:r>
        <w:rPr>
          <w:b/>
          <w:sz w:val="48"/>
        </w:rPr>
        <w:t xml:space="preserve"> 201</w:t>
      </w:r>
    </w:p>
    <w:p w14:paraId="591ADDF5" w14:textId="54430841" w:rsidR="003D7C87" w:rsidRPr="004B48FA" w:rsidRDefault="003D7C87" w:rsidP="003D7C87">
      <w:pPr>
        <w:jc w:val="center"/>
        <w:outlineLvl w:val="0"/>
        <w:rPr>
          <w:b/>
          <w:sz w:val="36"/>
          <w:szCs w:val="36"/>
        </w:rPr>
      </w:pPr>
      <w:r w:rsidRPr="004B48FA">
        <w:rPr>
          <w:b/>
          <w:sz w:val="36"/>
          <w:szCs w:val="36"/>
        </w:rPr>
        <w:t xml:space="preserve">MOST </w:t>
      </w:r>
      <w:r>
        <w:rPr>
          <w:b/>
          <w:sz w:val="36"/>
          <w:szCs w:val="36"/>
        </w:rPr>
        <w:t>ev</w:t>
      </w:r>
      <w:r w:rsidRPr="004B48FA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č</w:t>
      </w:r>
      <w:r w:rsidRPr="004B48FA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3</w:t>
      </w:r>
      <w:r w:rsidR="004342FB">
        <w:rPr>
          <w:b/>
          <w:sz w:val="36"/>
          <w:szCs w:val="36"/>
        </w:rPr>
        <w:t>34-011</w:t>
      </w:r>
    </w:p>
    <w:p w14:paraId="40C89235" w14:textId="77777777" w:rsidR="0021033D" w:rsidRPr="00AF3A9E" w:rsidRDefault="0021033D" w:rsidP="00390F0C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699DC32F" w14:textId="77777777" w:rsidR="00E521E5" w:rsidRDefault="00E521E5" w:rsidP="004667F8">
      <w:pPr>
        <w:jc w:val="center"/>
        <w:rPr>
          <w:b/>
          <w:caps/>
          <w:sz w:val="48"/>
          <w:szCs w:val="48"/>
        </w:rPr>
      </w:pPr>
    </w:p>
    <w:p w14:paraId="6455CA4C" w14:textId="77777777" w:rsidR="00E521E5" w:rsidRPr="00AF3A9E" w:rsidRDefault="00E521E5" w:rsidP="004667F8">
      <w:pPr>
        <w:jc w:val="center"/>
        <w:rPr>
          <w:b/>
          <w:sz w:val="32"/>
        </w:rPr>
      </w:pPr>
    </w:p>
    <w:p w14:paraId="7D0A616A" w14:textId="4118B571" w:rsidR="00816345" w:rsidRPr="00FC5544" w:rsidRDefault="003D7C87" w:rsidP="003D7C87">
      <w:pPr>
        <w:ind w:left="2160"/>
        <w:outlineLvl w:val="0"/>
        <w:rPr>
          <w:b/>
          <w:sz w:val="48"/>
        </w:rPr>
      </w:pPr>
      <w:bookmarkStart w:id="0" w:name="OLE_LINK2"/>
      <w:r>
        <w:rPr>
          <w:b/>
          <w:sz w:val="48"/>
        </w:rPr>
        <w:t xml:space="preserve"> </w:t>
      </w:r>
      <w:r w:rsidR="00816345">
        <w:rPr>
          <w:b/>
          <w:sz w:val="48"/>
        </w:rPr>
        <w:t>TECHNICKÁ ZPRÁVA</w:t>
      </w:r>
    </w:p>
    <w:bookmarkEnd w:id="0"/>
    <w:p w14:paraId="6346449B" w14:textId="77777777" w:rsidR="00920AE8" w:rsidRDefault="00920AE8" w:rsidP="00920AE8"/>
    <w:p w14:paraId="19C2DE1B" w14:textId="77777777" w:rsidR="00920AE8" w:rsidRDefault="00920AE8" w:rsidP="00920AE8"/>
    <w:p w14:paraId="63CF6595" w14:textId="77777777" w:rsidR="004667F8" w:rsidRPr="00AF3A9E" w:rsidRDefault="004667F8" w:rsidP="00A61550">
      <w:pPr>
        <w:jc w:val="center"/>
      </w:pPr>
    </w:p>
    <w:p w14:paraId="2678F2AD" w14:textId="77777777" w:rsidR="00A91E61" w:rsidRPr="00AF3A9E" w:rsidRDefault="00A91E61" w:rsidP="00920AE8">
      <w:pPr>
        <w:sectPr w:rsidR="00A91E61" w:rsidRPr="00AF3A9E" w:rsidSect="00A91E61">
          <w:head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1247" w:right="851" w:bottom="1134" w:left="1418" w:header="709" w:footer="709" w:gutter="0"/>
          <w:cols w:space="708"/>
          <w:docGrid w:linePitch="326"/>
        </w:sectPr>
      </w:pPr>
    </w:p>
    <w:p w14:paraId="09029FC2" w14:textId="07B8849C" w:rsidR="000B7BE0" w:rsidRDefault="000B7BE0" w:rsidP="00B357B3">
      <w:pPr>
        <w:pStyle w:val="Nzev"/>
        <w:rPr>
          <w:caps/>
        </w:rPr>
      </w:pPr>
      <w:bookmarkStart w:id="1" w:name="_Toc313032367"/>
      <w:bookmarkStart w:id="2" w:name="_Toc313032402"/>
    </w:p>
    <w:p w14:paraId="44B77ED6" w14:textId="4A52A957" w:rsidR="00B357B3" w:rsidRDefault="00B357B3" w:rsidP="00410406">
      <w:pPr>
        <w:pStyle w:val="Nzev"/>
        <w:tabs>
          <w:tab w:val="right" w:pos="9468"/>
        </w:tabs>
        <w:rPr>
          <w:caps/>
        </w:rPr>
      </w:pPr>
      <w:r w:rsidRPr="00AF3A9E">
        <w:rPr>
          <w:caps/>
        </w:rPr>
        <w:t>Obsah</w:t>
      </w:r>
      <w:bookmarkEnd w:id="1"/>
      <w:bookmarkEnd w:id="2"/>
      <w:r w:rsidR="00410406">
        <w:rPr>
          <w:caps/>
        </w:rPr>
        <w:tab/>
      </w:r>
    </w:p>
    <w:p w14:paraId="4E89BBC5" w14:textId="77777777" w:rsidR="009D6FBD" w:rsidRDefault="009D6FBD" w:rsidP="00680690"/>
    <w:p w14:paraId="31BFA24D" w14:textId="2D063320" w:rsidR="00AE7B2E" w:rsidRDefault="00680690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fldChar w:fldCharType="begin"/>
      </w:r>
      <w:r>
        <w:instrText xml:space="preserve"> TOC \u \t "Nadpis 1;2;Nadpis 2;3;Nadpis 3;4;Nadpis 99;1;Nadpis 999;1;Název oddílu;1" </w:instrText>
      </w:r>
      <w:r>
        <w:fldChar w:fldCharType="separate"/>
      </w:r>
      <w:r w:rsidR="00AE7B2E">
        <w:t>1.1.</w:t>
      </w:r>
      <w:r w:rsidR="00AE7B2E"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 w:rsidR="00AE7B2E">
        <w:t>IDENTIFIKAČNÍ ÚDAJE MOSTU</w:t>
      </w:r>
      <w:r w:rsidR="00AE7B2E">
        <w:tab/>
      </w:r>
      <w:r w:rsidR="00AE7B2E">
        <w:fldChar w:fldCharType="begin"/>
      </w:r>
      <w:r w:rsidR="00AE7B2E">
        <w:instrText xml:space="preserve"> PAGEREF _Toc73104849 \h </w:instrText>
      </w:r>
      <w:r w:rsidR="00AE7B2E">
        <w:fldChar w:fldCharType="separate"/>
      </w:r>
      <w:r w:rsidR="00AE7B2E">
        <w:t>3</w:t>
      </w:r>
      <w:r w:rsidR="00AE7B2E">
        <w:fldChar w:fldCharType="end"/>
      </w:r>
    </w:p>
    <w:p w14:paraId="1FC2338C" w14:textId="30B6572A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ZÁKLADNÍ ÚDAJE O MOSTU</w:t>
      </w:r>
      <w:r>
        <w:tab/>
      </w:r>
      <w:r>
        <w:fldChar w:fldCharType="begin"/>
      </w:r>
      <w:r>
        <w:instrText xml:space="preserve"> PAGEREF _Toc73104850 \h </w:instrText>
      </w:r>
      <w:r>
        <w:fldChar w:fldCharType="separate"/>
      </w:r>
      <w:r>
        <w:t>3</w:t>
      </w:r>
      <w:r>
        <w:fldChar w:fldCharType="end"/>
      </w:r>
    </w:p>
    <w:p w14:paraId="784057F3" w14:textId="7C369DBC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ZDŮVODNĚNÍ STAVBY MOSTU A JEHO UMÍSTĚNÍ</w:t>
      </w:r>
      <w:r>
        <w:tab/>
      </w:r>
      <w:r>
        <w:fldChar w:fldCharType="begin"/>
      </w:r>
      <w:r>
        <w:instrText xml:space="preserve"> PAGEREF _Toc73104851 \h </w:instrText>
      </w:r>
      <w:r>
        <w:fldChar w:fldCharType="separate"/>
      </w:r>
      <w:r>
        <w:t>4</w:t>
      </w:r>
      <w:r>
        <w:fldChar w:fldCharType="end"/>
      </w:r>
    </w:p>
    <w:p w14:paraId="577AFA2A" w14:textId="15CFFA95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1.4.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TECHNICKÉ ŘEŠENÍ MOSTU</w:t>
      </w:r>
      <w:r>
        <w:tab/>
      </w:r>
      <w:r>
        <w:fldChar w:fldCharType="begin"/>
      </w:r>
      <w:r>
        <w:instrText xml:space="preserve"> PAGEREF _Toc73104852 \h </w:instrText>
      </w:r>
      <w:r>
        <w:fldChar w:fldCharType="separate"/>
      </w:r>
      <w:r>
        <w:t>6</w:t>
      </w:r>
      <w:r>
        <w:fldChar w:fldCharType="end"/>
      </w:r>
    </w:p>
    <w:p w14:paraId="23DC04E3" w14:textId="0D39568D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1.5.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VÝSTAVBA MOSTU</w:t>
      </w:r>
      <w:r>
        <w:tab/>
      </w:r>
      <w:r>
        <w:fldChar w:fldCharType="begin"/>
      </w:r>
      <w:r>
        <w:instrText xml:space="preserve"> PAGEREF _Toc73104853 \h </w:instrText>
      </w:r>
      <w:r>
        <w:fldChar w:fldCharType="separate"/>
      </w:r>
      <w:r>
        <w:t>10</w:t>
      </w:r>
      <w:r>
        <w:fldChar w:fldCharType="end"/>
      </w:r>
    </w:p>
    <w:p w14:paraId="4AB433F5" w14:textId="5719FD48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1.6.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PŘEHLED VÝPOČTŮ A KONSTATOVÁNÍ ROZHODUJÍCÍCH DIMENZÍ A PRŮŘEZŮ</w:t>
      </w:r>
      <w:r>
        <w:tab/>
      </w:r>
      <w:r>
        <w:fldChar w:fldCharType="begin"/>
      </w:r>
      <w:r>
        <w:instrText xml:space="preserve"> PAGEREF _Toc73104854 \h </w:instrText>
      </w:r>
      <w:r>
        <w:fldChar w:fldCharType="separate"/>
      </w:r>
      <w:r>
        <w:t>11</w:t>
      </w:r>
      <w:r>
        <w:fldChar w:fldCharType="end"/>
      </w:r>
    </w:p>
    <w:p w14:paraId="7E3A2062" w14:textId="539474DE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1.7.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ŘEŠENÍ PŘÍSTUPU A UŽÍV. OSOBAMI S OMEZ. SCHOPNOSTÍ POHYBU ČI ORIENTACE</w:t>
      </w:r>
      <w:r>
        <w:tab/>
      </w:r>
      <w:r>
        <w:fldChar w:fldCharType="begin"/>
      </w:r>
      <w:r>
        <w:instrText xml:space="preserve"> PAGEREF _Toc73104855 \h </w:instrText>
      </w:r>
      <w:r>
        <w:fldChar w:fldCharType="separate"/>
      </w:r>
      <w:r>
        <w:t>12</w:t>
      </w:r>
      <w:r>
        <w:fldChar w:fldCharType="end"/>
      </w:r>
    </w:p>
    <w:p w14:paraId="16F93C66" w14:textId="33B248CF" w:rsidR="00AE7B2E" w:rsidRDefault="00AE7B2E">
      <w:pPr>
        <w:pStyle w:val="Obsah3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1.8.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_Toc73104856 \h </w:instrText>
      </w:r>
      <w:r>
        <w:fldChar w:fldCharType="separate"/>
      </w:r>
      <w:r>
        <w:t>12</w:t>
      </w:r>
      <w:r>
        <w:fldChar w:fldCharType="end"/>
      </w:r>
    </w:p>
    <w:p w14:paraId="172446B4" w14:textId="728EE500" w:rsidR="00C91FE9" w:rsidRDefault="00680690" w:rsidP="00127741">
      <w:pPr>
        <w:pStyle w:val="Obsah2"/>
      </w:pPr>
      <w:r>
        <w:fldChar w:fldCharType="end"/>
      </w:r>
      <w:bookmarkStart w:id="3" w:name="_Toc211400071"/>
      <w:bookmarkStart w:id="4" w:name="_Toc313032368"/>
      <w:bookmarkStart w:id="5" w:name="_Toc313032403"/>
    </w:p>
    <w:p w14:paraId="5F5F5F45" w14:textId="7EB910BB" w:rsidR="002822B7" w:rsidRDefault="002822B7" w:rsidP="002822B7"/>
    <w:p w14:paraId="1CC3CCC6" w14:textId="54CD0E50" w:rsidR="002822B7" w:rsidRDefault="002822B7" w:rsidP="002822B7"/>
    <w:p w14:paraId="59AAFDD6" w14:textId="1E988F7C" w:rsidR="000E3FF0" w:rsidRDefault="000E3FF0" w:rsidP="002822B7"/>
    <w:p w14:paraId="5DC548EF" w14:textId="67562983" w:rsidR="005442E6" w:rsidRDefault="005442E6" w:rsidP="002822B7"/>
    <w:p w14:paraId="6F836825" w14:textId="1F3F4051" w:rsidR="005442E6" w:rsidRDefault="005442E6" w:rsidP="002822B7"/>
    <w:p w14:paraId="5893140E" w14:textId="1D753282" w:rsidR="005442E6" w:rsidRDefault="005442E6" w:rsidP="002822B7"/>
    <w:p w14:paraId="341F5B67" w14:textId="1EC4A524" w:rsidR="005442E6" w:rsidRDefault="005442E6" w:rsidP="002822B7"/>
    <w:p w14:paraId="790015C4" w14:textId="5C484C4B" w:rsidR="005442E6" w:rsidRDefault="005442E6" w:rsidP="002822B7"/>
    <w:p w14:paraId="09BA6EF0" w14:textId="1255FF6C" w:rsidR="005442E6" w:rsidRDefault="005442E6" w:rsidP="002822B7"/>
    <w:p w14:paraId="083487A9" w14:textId="77777777" w:rsidR="005442E6" w:rsidRDefault="005442E6" w:rsidP="002822B7"/>
    <w:p w14:paraId="0F63F763" w14:textId="09165168" w:rsidR="005442E6" w:rsidRDefault="005442E6" w:rsidP="002822B7"/>
    <w:p w14:paraId="383DBE5A" w14:textId="33BC45AF" w:rsidR="005442E6" w:rsidRDefault="005442E6" w:rsidP="002822B7"/>
    <w:p w14:paraId="58CA0CE2" w14:textId="5A5D30C9" w:rsidR="005442E6" w:rsidRDefault="005442E6" w:rsidP="002822B7"/>
    <w:p w14:paraId="4425846F" w14:textId="6E566200" w:rsidR="005442E6" w:rsidRDefault="005442E6" w:rsidP="002822B7"/>
    <w:p w14:paraId="02FA8560" w14:textId="5FDB7297" w:rsidR="005442E6" w:rsidRDefault="005442E6" w:rsidP="002822B7"/>
    <w:p w14:paraId="00C7E5FA" w14:textId="0FCE4725" w:rsidR="005442E6" w:rsidRDefault="005442E6" w:rsidP="002822B7"/>
    <w:p w14:paraId="778C0711" w14:textId="51F81E75" w:rsidR="005442E6" w:rsidRDefault="005442E6" w:rsidP="002822B7"/>
    <w:p w14:paraId="36B559BA" w14:textId="66400BA3" w:rsidR="005442E6" w:rsidRDefault="005442E6" w:rsidP="002822B7"/>
    <w:p w14:paraId="420B489A" w14:textId="45ED145C" w:rsidR="005442E6" w:rsidRDefault="005442E6" w:rsidP="002822B7"/>
    <w:p w14:paraId="3332F426" w14:textId="44CD30C5" w:rsidR="005442E6" w:rsidRDefault="005442E6" w:rsidP="002822B7"/>
    <w:p w14:paraId="6B61C9B8" w14:textId="0CBBF86F" w:rsidR="002822B7" w:rsidRDefault="002822B7" w:rsidP="002822B7"/>
    <w:p w14:paraId="22366F60" w14:textId="683F1CDC" w:rsidR="000E333D" w:rsidRDefault="000E333D" w:rsidP="002822B7"/>
    <w:p w14:paraId="584318CF" w14:textId="211BA4D4" w:rsidR="000E333D" w:rsidRDefault="000E333D" w:rsidP="002822B7"/>
    <w:p w14:paraId="3C8F1482" w14:textId="5812A19B" w:rsidR="000E333D" w:rsidRDefault="000E333D" w:rsidP="002822B7"/>
    <w:p w14:paraId="5DCEA41A" w14:textId="5B7A6FC1" w:rsidR="000E333D" w:rsidRDefault="000E333D" w:rsidP="002822B7"/>
    <w:p w14:paraId="0E514749" w14:textId="16F80097" w:rsidR="00816345" w:rsidRDefault="00E73219" w:rsidP="00E73219">
      <w:pPr>
        <w:pStyle w:val="Nadpis2"/>
      </w:pPr>
      <w:bookmarkStart w:id="6" w:name="_Toc73104849"/>
      <w:r>
        <w:lastRenderedPageBreak/>
        <w:t>IDENTIFIKAČNÍ ÚDAJE MOSTU</w:t>
      </w:r>
      <w:bookmarkEnd w:id="6"/>
    </w:p>
    <w:p w14:paraId="678CA83D" w14:textId="1F961304" w:rsidR="00DD4287" w:rsidRDefault="003D7C87" w:rsidP="00382D46">
      <w:pPr>
        <w:tabs>
          <w:tab w:val="left" w:pos="3402"/>
        </w:tabs>
        <w:ind w:left="3402" w:hanging="3402"/>
        <w:jc w:val="left"/>
        <w:rPr>
          <w:b/>
        </w:rPr>
      </w:pPr>
      <w:r>
        <w:t>S</w:t>
      </w:r>
      <w:r w:rsidR="00DD4287" w:rsidRPr="00577BAB">
        <w:t>tavb</w:t>
      </w:r>
      <w:r>
        <w:t xml:space="preserve">a a objekt </w:t>
      </w:r>
      <w:proofErr w:type="gramStart"/>
      <w:r>
        <w:t>číslo</w:t>
      </w:r>
      <w:r w:rsidR="00DD4287" w:rsidRPr="00577BAB">
        <w:t xml:space="preserve"> :</w:t>
      </w:r>
      <w:proofErr w:type="gramEnd"/>
      <w:r w:rsidR="00DD4287" w:rsidRPr="00577BAB">
        <w:t xml:space="preserve"> </w:t>
      </w:r>
      <w:r w:rsidR="00DD4287" w:rsidRPr="00577BAB">
        <w:tab/>
      </w:r>
      <w:r w:rsidR="004342FB" w:rsidRPr="001263D6">
        <w:rPr>
          <w:b/>
        </w:rPr>
        <w:t>II/334 Přestavlky, most ev. č. 334-011 přes Přestavlcký potok</w:t>
      </w:r>
    </w:p>
    <w:p w14:paraId="07137576" w14:textId="1DAEFDDE" w:rsidR="003D7C87" w:rsidRPr="00CF20AE" w:rsidRDefault="003D7C87" w:rsidP="00382D46">
      <w:pPr>
        <w:tabs>
          <w:tab w:val="left" w:pos="3402"/>
        </w:tabs>
        <w:ind w:left="3402" w:hanging="3402"/>
        <w:jc w:val="left"/>
      </w:pPr>
      <w:r>
        <w:rPr>
          <w:b/>
        </w:rPr>
        <w:tab/>
        <w:t>SO 201 - M</w:t>
      </w:r>
      <w:r w:rsidRPr="00382D46">
        <w:rPr>
          <w:b/>
        </w:rPr>
        <w:t xml:space="preserve">ost ev. č. </w:t>
      </w:r>
      <w:r w:rsidR="004342FB">
        <w:rPr>
          <w:b/>
        </w:rPr>
        <w:t>334</w:t>
      </w:r>
      <w:r w:rsidRPr="00382D46">
        <w:rPr>
          <w:b/>
        </w:rPr>
        <w:t>-</w:t>
      </w:r>
      <w:r w:rsidR="004342FB">
        <w:rPr>
          <w:b/>
        </w:rPr>
        <w:t>01</w:t>
      </w:r>
      <w:r w:rsidRPr="00382D46">
        <w:rPr>
          <w:b/>
        </w:rPr>
        <w:t>1</w:t>
      </w:r>
    </w:p>
    <w:p w14:paraId="1A1F1A88" w14:textId="3292F855" w:rsidR="00812F70" w:rsidRDefault="003D7C87" w:rsidP="00DD4287">
      <w:pPr>
        <w:tabs>
          <w:tab w:val="left" w:pos="3402"/>
        </w:tabs>
        <w:ind w:left="3402" w:hanging="3402"/>
        <w:jc w:val="left"/>
      </w:pPr>
      <w:r>
        <w:t>M</w:t>
      </w:r>
      <w:r w:rsidR="00DD4287">
        <w:t xml:space="preserve">ísto </w:t>
      </w:r>
      <w:proofErr w:type="gramStart"/>
      <w:r w:rsidR="00DD4287">
        <w:t>stavby</w:t>
      </w:r>
      <w:r w:rsidR="00DD4287" w:rsidRPr="00CF20AE">
        <w:t xml:space="preserve"> :</w:t>
      </w:r>
      <w:proofErr w:type="gramEnd"/>
      <w:r w:rsidR="00DD4287">
        <w:t xml:space="preserve"> </w:t>
      </w:r>
      <w:r w:rsidR="00DD4287">
        <w:tab/>
      </w:r>
      <w:r w:rsidR="00390E60">
        <w:t xml:space="preserve">obec </w:t>
      </w:r>
      <w:r w:rsidR="004342FB">
        <w:t>Přestavlky</w:t>
      </w:r>
      <w:r w:rsidR="00A15C04">
        <w:t xml:space="preserve">, </w:t>
      </w:r>
      <w:r w:rsidR="00306AA7">
        <w:t>Středočeský</w:t>
      </w:r>
      <w:r w:rsidR="00812F70">
        <w:t xml:space="preserve"> kraj</w:t>
      </w:r>
    </w:p>
    <w:p w14:paraId="2BB2D5FA" w14:textId="77777777" w:rsidR="004342FB" w:rsidRDefault="00DD4287" w:rsidP="004342FB">
      <w:pPr>
        <w:tabs>
          <w:tab w:val="left" w:pos="3402"/>
        </w:tabs>
        <w:ind w:left="3402" w:hanging="3402"/>
        <w:jc w:val="left"/>
      </w:pPr>
      <w:r>
        <w:tab/>
      </w:r>
      <w:r w:rsidR="00A15C04">
        <w:t xml:space="preserve">katastrální </w:t>
      </w:r>
      <w:proofErr w:type="gramStart"/>
      <w:r w:rsidR="00A15C04">
        <w:t>území :</w:t>
      </w:r>
      <w:proofErr w:type="gramEnd"/>
      <w:r w:rsidR="00A15C04">
        <w:t xml:space="preserve"> </w:t>
      </w:r>
      <w:r w:rsidR="004342FB" w:rsidRPr="001263D6">
        <w:t>Dolní Kruty [643203]</w:t>
      </w:r>
    </w:p>
    <w:p w14:paraId="15945E6A" w14:textId="47894A74" w:rsidR="0061270B" w:rsidRDefault="0061270B" w:rsidP="00DD4287">
      <w:pPr>
        <w:tabs>
          <w:tab w:val="left" w:pos="3402"/>
        </w:tabs>
        <w:ind w:left="3402" w:hanging="3402"/>
        <w:jc w:val="left"/>
      </w:pPr>
      <w:r>
        <w:tab/>
        <w:t>silnice II/3</w:t>
      </w:r>
      <w:r w:rsidR="004342FB">
        <w:t>34</w:t>
      </w:r>
    </w:p>
    <w:p w14:paraId="40FB98EA" w14:textId="17EB92F8" w:rsidR="00DD4287" w:rsidRDefault="003D7C87" w:rsidP="00DD4287">
      <w:pPr>
        <w:tabs>
          <w:tab w:val="left" w:pos="3402"/>
        </w:tabs>
        <w:ind w:left="3402" w:hanging="3402"/>
        <w:jc w:val="left"/>
      </w:pPr>
      <w:r>
        <w:t>P</w:t>
      </w:r>
      <w:r w:rsidR="00DD4287">
        <w:t xml:space="preserve">ředmět </w:t>
      </w:r>
      <w:proofErr w:type="gramStart"/>
      <w:r w:rsidR="00DD4287">
        <w:t>dokumentace</w:t>
      </w:r>
      <w:r w:rsidR="00DD4287" w:rsidRPr="00CF20AE">
        <w:t xml:space="preserve"> :</w:t>
      </w:r>
      <w:proofErr w:type="gramEnd"/>
      <w:r w:rsidR="00DD4287">
        <w:t xml:space="preserve"> </w:t>
      </w:r>
      <w:r w:rsidR="00DD4287">
        <w:tab/>
      </w:r>
      <w:r w:rsidR="00A72CB7">
        <w:t>Stavební úprava</w:t>
      </w:r>
      <w:r w:rsidR="005D35F5">
        <w:t xml:space="preserve"> mostu</w:t>
      </w:r>
      <w:r w:rsidR="00A72CB7">
        <w:t xml:space="preserve"> -</w:t>
      </w:r>
      <w:r w:rsidR="005D35F5">
        <w:t xml:space="preserve"> demolice starého a novostavba nového mostu, trvalá stavba</w:t>
      </w:r>
      <w:r w:rsidR="0061270B">
        <w:t xml:space="preserve">, přemostění </w:t>
      </w:r>
      <w:r w:rsidR="002F3921">
        <w:t>Přestavl</w:t>
      </w:r>
      <w:r w:rsidR="00306AA7">
        <w:t>ck</w:t>
      </w:r>
      <w:r w:rsidR="0061270B">
        <w:t xml:space="preserve">ého </w:t>
      </w:r>
      <w:r w:rsidR="00B83A7A">
        <w:t>potok</w:t>
      </w:r>
      <w:r w:rsidR="0061270B">
        <w:t>a</w:t>
      </w:r>
    </w:p>
    <w:p w14:paraId="4044725D" w14:textId="5294292F" w:rsidR="00B0103F" w:rsidRDefault="003D7C87" w:rsidP="00BA7544">
      <w:pPr>
        <w:tabs>
          <w:tab w:val="left" w:pos="3402"/>
        </w:tabs>
        <w:jc w:val="left"/>
      </w:pPr>
      <w:proofErr w:type="gramStart"/>
      <w:r>
        <w:t>Stavebník</w:t>
      </w:r>
      <w:r w:rsidR="00DD4287" w:rsidRPr="00CF20AE">
        <w:t xml:space="preserve"> :</w:t>
      </w:r>
      <w:proofErr w:type="gramEnd"/>
      <w:r w:rsidR="00DD4287" w:rsidRPr="00CF20AE">
        <w:tab/>
      </w:r>
      <w:bookmarkStart w:id="7" w:name="_Toc479051657"/>
      <w:bookmarkStart w:id="8" w:name="_Toc524511334"/>
      <w:r w:rsidR="00433AD0">
        <w:t>Krajská s</w:t>
      </w:r>
      <w:r w:rsidR="00BA7544">
        <w:t xml:space="preserve">práva </w:t>
      </w:r>
      <w:r w:rsidR="00433AD0">
        <w:t xml:space="preserve">a údržba </w:t>
      </w:r>
      <w:r w:rsidR="00BA7544">
        <w:t xml:space="preserve">silnic </w:t>
      </w:r>
      <w:r w:rsidR="00433AD0">
        <w:t>Středočeského kraj</w:t>
      </w:r>
      <w:r w:rsidR="00BA7544">
        <w:t xml:space="preserve">e, p.o. </w:t>
      </w:r>
    </w:p>
    <w:p w14:paraId="4738B7CD" w14:textId="1CE4386C" w:rsidR="00BA7544" w:rsidRDefault="00B0103F" w:rsidP="00BA7544">
      <w:pPr>
        <w:tabs>
          <w:tab w:val="left" w:pos="3402"/>
        </w:tabs>
        <w:jc w:val="left"/>
      </w:pPr>
      <w:r>
        <w:tab/>
      </w:r>
      <w:r w:rsidR="00BA7544">
        <w:t xml:space="preserve">IČ: </w:t>
      </w:r>
      <w:r>
        <w:t>00066001</w:t>
      </w:r>
    </w:p>
    <w:p w14:paraId="65F01F5E" w14:textId="450CA472" w:rsidR="00BA7544" w:rsidRDefault="00BA7544" w:rsidP="00BA7544">
      <w:pPr>
        <w:tabs>
          <w:tab w:val="left" w:pos="3402"/>
        </w:tabs>
        <w:jc w:val="left"/>
      </w:pPr>
      <w:r>
        <w:tab/>
      </w:r>
      <w:r w:rsidR="00B0103F">
        <w:t>Zborovská 81/11</w:t>
      </w:r>
      <w:r>
        <w:t xml:space="preserve">, </w:t>
      </w:r>
      <w:r w:rsidR="00B0103F">
        <w:t>150 21 Praha 5 - Smíchov</w:t>
      </w:r>
    </w:p>
    <w:bookmarkEnd w:id="7"/>
    <w:bookmarkEnd w:id="8"/>
    <w:p w14:paraId="681CC056" w14:textId="3C26AB96" w:rsidR="00DD4287" w:rsidRDefault="00DD4287" w:rsidP="00DD4287">
      <w:pPr>
        <w:tabs>
          <w:tab w:val="left" w:pos="3402"/>
        </w:tabs>
        <w:jc w:val="left"/>
      </w:pPr>
      <w:r>
        <w:t>Generální</w:t>
      </w:r>
      <w:r w:rsidRPr="00CF20AE">
        <w:t xml:space="preserve"> </w:t>
      </w:r>
      <w:proofErr w:type="gramStart"/>
      <w:r w:rsidRPr="00CF20AE">
        <w:t>projektant :</w:t>
      </w:r>
      <w:proofErr w:type="gramEnd"/>
      <w:r w:rsidRPr="00CF20AE">
        <w:tab/>
      </w:r>
      <w:r w:rsidR="00CA6A72">
        <w:t xml:space="preserve">4roads s.r.o. </w:t>
      </w:r>
    </w:p>
    <w:p w14:paraId="3A259F29" w14:textId="77777777" w:rsidR="002F3921" w:rsidRDefault="000C7CDB" w:rsidP="00DD4287">
      <w:pPr>
        <w:tabs>
          <w:tab w:val="left" w:pos="3402"/>
        </w:tabs>
        <w:jc w:val="left"/>
      </w:pPr>
      <w:r>
        <w:tab/>
      </w:r>
      <w:r w:rsidRPr="00CF20AE">
        <w:t>I</w:t>
      </w:r>
      <w:r>
        <w:t>Č</w:t>
      </w:r>
      <w:r w:rsidRPr="00CF20AE">
        <w:t xml:space="preserve">: </w:t>
      </w:r>
      <w:r w:rsidR="00C91A3A">
        <w:t>0</w:t>
      </w:r>
      <w:r w:rsidR="002F3921">
        <w:t>6327354</w:t>
      </w:r>
    </w:p>
    <w:p w14:paraId="57EB22EE" w14:textId="4628ED2C" w:rsidR="00B0103F" w:rsidRDefault="00DD4287" w:rsidP="00DD4287">
      <w:pPr>
        <w:tabs>
          <w:tab w:val="left" w:pos="3402"/>
        </w:tabs>
        <w:jc w:val="left"/>
      </w:pPr>
      <w:r w:rsidRPr="00CF20AE">
        <w:tab/>
      </w:r>
      <w:r w:rsidR="002F3921">
        <w:t>Slunná</w:t>
      </w:r>
      <w:r w:rsidR="00B0103F">
        <w:t xml:space="preserve"> </w:t>
      </w:r>
      <w:r w:rsidR="00596D38">
        <w:t>541</w:t>
      </w:r>
      <w:r w:rsidR="00B0103F">
        <w:t>/</w:t>
      </w:r>
      <w:r w:rsidR="00596D38">
        <w:t>2</w:t>
      </w:r>
      <w:r w:rsidR="00B0103F">
        <w:t>7</w:t>
      </w:r>
      <w:r w:rsidRPr="00CF20AE">
        <w:t xml:space="preserve">, </w:t>
      </w:r>
      <w:r w:rsidR="002F3921" w:rsidRPr="001263D6">
        <w:t>16</w:t>
      </w:r>
      <w:r w:rsidR="002F3921">
        <w:t>2</w:t>
      </w:r>
      <w:r w:rsidR="002F3921" w:rsidRPr="001263D6">
        <w:t xml:space="preserve"> 00 Praha 6 – </w:t>
      </w:r>
      <w:r w:rsidR="002F3921">
        <w:t>Střešovice</w:t>
      </w:r>
    </w:p>
    <w:p w14:paraId="6C819F4E" w14:textId="41F6BA31" w:rsidR="00DD4287" w:rsidRDefault="006C7CF7" w:rsidP="00DD4287">
      <w:pPr>
        <w:tabs>
          <w:tab w:val="left" w:pos="3402"/>
        </w:tabs>
        <w:jc w:val="left"/>
      </w:pPr>
      <w:r>
        <w:t xml:space="preserve">Hlavní </w:t>
      </w:r>
      <w:r w:rsidR="003D7C87">
        <w:t xml:space="preserve">inženýr </w:t>
      </w:r>
      <w:proofErr w:type="gramStart"/>
      <w:r>
        <w:t>p</w:t>
      </w:r>
      <w:r w:rsidR="00DD4287" w:rsidRPr="00CF20AE">
        <w:t>rojekt</w:t>
      </w:r>
      <w:r w:rsidR="003D7C87">
        <w:t>u</w:t>
      </w:r>
      <w:r w:rsidR="00DD4287" w:rsidRPr="00CF20AE">
        <w:t xml:space="preserve"> :</w:t>
      </w:r>
      <w:proofErr w:type="gramEnd"/>
      <w:r w:rsidR="00DD4287" w:rsidRPr="00CF20AE">
        <w:tab/>
        <w:t xml:space="preserve">Ing. </w:t>
      </w:r>
      <w:r w:rsidR="004E0DA5">
        <w:t>Lenka Zapletalová</w:t>
      </w:r>
    </w:p>
    <w:p w14:paraId="43C962E7" w14:textId="7BAC7B1C" w:rsidR="00482E8A" w:rsidRDefault="00482E8A" w:rsidP="00DD4287">
      <w:pPr>
        <w:tabs>
          <w:tab w:val="left" w:pos="3402"/>
        </w:tabs>
        <w:ind w:left="3402"/>
        <w:jc w:val="left"/>
      </w:pPr>
      <w:r w:rsidRPr="004E0DA5">
        <w:t>ČKAIT 1</w:t>
      </w:r>
      <w:r>
        <w:t>201354 – obor most</w:t>
      </w:r>
      <w:r w:rsidR="003B5F56">
        <w:t>y</w:t>
      </w:r>
      <w:r>
        <w:t xml:space="preserve"> a inženýrské konstrukce</w:t>
      </w:r>
    </w:p>
    <w:p w14:paraId="1FE42398" w14:textId="1CCAFF42" w:rsidR="008706E1" w:rsidRPr="00694479" w:rsidRDefault="00915DEF" w:rsidP="00DD4287">
      <w:pPr>
        <w:tabs>
          <w:tab w:val="left" w:pos="3402"/>
        </w:tabs>
        <w:ind w:left="3402"/>
        <w:jc w:val="left"/>
      </w:pPr>
      <w:hyperlink r:id="rId11" w:history="1">
        <w:r w:rsidR="00694479" w:rsidRPr="00694479">
          <w:rPr>
            <w:rStyle w:val="Hypertextovodkaz"/>
          </w:rPr>
          <w:t>lenka.zapletalova@4bridges.cz</w:t>
        </w:r>
      </w:hyperlink>
      <w:r w:rsidR="008706E1" w:rsidRPr="00694479">
        <w:t xml:space="preserve">, </w:t>
      </w:r>
      <w:r w:rsidR="00397C99" w:rsidRPr="00694479">
        <w:t xml:space="preserve">mobil </w:t>
      </w:r>
      <w:r w:rsidR="008706E1" w:rsidRPr="00694479">
        <w:t>605 273 453</w:t>
      </w:r>
    </w:p>
    <w:p w14:paraId="0E36325F" w14:textId="024128C1" w:rsidR="006C7CF7" w:rsidRPr="00694479" w:rsidRDefault="006C7CF7" w:rsidP="006C7CF7">
      <w:pPr>
        <w:tabs>
          <w:tab w:val="left" w:pos="3402"/>
        </w:tabs>
        <w:jc w:val="left"/>
      </w:pPr>
      <w:r w:rsidRPr="00694479">
        <w:t xml:space="preserve">Zodpovědný </w:t>
      </w:r>
      <w:proofErr w:type="gramStart"/>
      <w:r w:rsidRPr="00694479">
        <w:t>projektant</w:t>
      </w:r>
      <w:r w:rsidR="000C7CDB" w:rsidRPr="00694479">
        <w:t xml:space="preserve"> :</w:t>
      </w:r>
      <w:proofErr w:type="gramEnd"/>
      <w:r w:rsidR="004E0DA5" w:rsidRPr="00694479">
        <w:tab/>
        <w:t xml:space="preserve">Ing. </w:t>
      </w:r>
      <w:r w:rsidR="000D5E2D" w:rsidRPr="00694479">
        <w:t>Petr Mojzík</w:t>
      </w:r>
    </w:p>
    <w:p w14:paraId="50372A2C" w14:textId="618CD7B8" w:rsidR="000C7CDB" w:rsidRPr="00694479" w:rsidRDefault="00482E8A" w:rsidP="000C7CDB">
      <w:pPr>
        <w:tabs>
          <w:tab w:val="left" w:pos="3402"/>
        </w:tabs>
        <w:ind w:left="3402"/>
        <w:jc w:val="left"/>
      </w:pPr>
      <w:r w:rsidRPr="00694479">
        <w:t>ČKAIT 1201</w:t>
      </w:r>
      <w:r w:rsidR="0041339E" w:rsidRPr="00694479">
        <w:t>625</w:t>
      </w:r>
      <w:r w:rsidRPr="00694479">
        <w:t xml:space="preserve"> - obor</w:t>
      </w:r>
      <w:r w:rsidR="000C7CDB" w:rsidRPr="00694479">
        <w:t xml:space="preserve"> most</w:t>
      </w:r>
      <w:r w:rsidR="003B5F56" w:rsidRPr="00694479">
        <w:t>y</w:t>
      </w:r>
      <w:r w:rsidR="000C7CDB" w:rsidRPr="00694479">
        <w:t xml:space="preserve"> a inženýrské konstrukce</w:t>
      </w:r>
    </w:p>
    <w:p w14:paraId="6F59B4A5" w14:textId="296A8E3A" w:rsidR="008706E1" w:rsidRDefault="00915DEF" w:rsidP="000C7CDB">
      <w:pPr>
        <w:tabs>
          <w:tab w:val="left" w:pos="3402"/>
        </w:tabs>
        <w:ind w:left="3402"/>
        <w:jc w:val="left"/>
        <w:rPr>
          <w:b/>
          <w:bCs/>
        </w:rPr>
      </w:pPr>
      <w:hyperlink r:id="rId12" w:history="1">
        <w:r w:rsidR="00694479" w:rsidRPr="00694479">
          <w:rPr>
            <w:rStyle w:val="Hypertextovodkaz"/>
          </w:rPr>
          <w:t>petr.mojzik@4bridges.cz</w:t>
        </w:r>
      </w:hyperlink>
      <w:r w:rsidR="008706E1" w:rsidRPr="00694479">
        <w:t xml:space="preserve">, </w:t>
      </w:r>
      <w:proofErr w:type="gramStart"/>
      <w:r w:rsidR="00081688" w:rsidRPr="00694479">
        <w:t>mobil :</w:t>
      </w:r>
      <w:proofErr w:type="gramEnd"/>
      <w:r w:rsidR="00081688" w:rsidRPr="00694479">
        <w:t xml:space="preserve"> </w:t>
      </w:r>
      <w:r w:rsidR="000D5E2D" w:rsidRPr="00694479">
        <w:rPr>
          <w:b/>
          <w:bCs/>
        </w:rPr>
        <w:t>739</w:t>
      </w:r>
      <w:r w:rsidR="008706E1" w:rsidRPr="00694479">
        <w:rPr>
          <w:b/>
          <w:bCs/>
        </w:rPr>
        <w:t> </w:t>
      </w:r>
      <w:r w:rsidR="00883C56" w:rsidRPr="00694479">
        <w:rPr>
          <w:b/>
          <w:bCs/>
        </w:rPr>
        <w:t>450</w:t>
      </w:r>
      <w:r w:rsidR="0061270B">
        <w:rPr>
          <w:b/>
          <w:bCs/>
        </w:rPr>
        <w:t> </w:t>
      </w:r>
      <w:r w:rsidR="00883C56" w:rsidRPr="00694479">
        <w:rPr>
          <w:b/>
          <w:bCs/>
        </w:rPr>
        <w:t>864</w:t>
      </w:r>
    </w:p>
    <w:p w14:paraId="2B284957" w14:textId="445191A3" w:rsidR="0061270B" w:rsidRPr="0061270B" w:rsidRDefault="0061270B" w:rsidP="0061270B">
      <w:r>
        <w:t>Současný i budoucí vlastník: Středočeský kraj</w:t>
      </w:r>
    </w:p>
    <w:p w14:paraId="2002F4F4" w14:textId="23A1D714" w:rsidR="0061270B" w:rsidRDefault="0061270B" w:rsidP="0061270B">
      <w:pPr>
        <w:tabs>
          <w:tab w:val="left" w:pos="3402"/>
        </w:tabs>
        <w:jc w:val="left"/>
      </w:pPr>
      <w:r>
        <w:t xml:space="preserve">Současný i budoucí správce: </w:t>
      </w:r>
      <w:r w:rsidR="0079001B">
        <w:t xml:space="preserve">Krajská správa a údržba silnic Středočeského kraje, p.o. </w:t>
      </w:r>
    </w:p>
    <w:p w14:paraId="601FEA31" w14:textId="77777777" w:rsidR="003F4BA4" w:rsidRDefault="003F4BA4" w:rsidP="0061270B">
      <w:pPr>
        <w:tabs>
          <w:tab w:val="left" w:pos="3402"/>
        </w:tabs>
        <w:jc w:val="left"/>
      </w:pPr>
    </w:p>
    <w:p w14:paraId="37F26C8F" w14:textId="4FC21911" w:rsidR="003F4BA4" w:rsidRDefault="003F4BA4" w:rsidP="003F4BA4">
      <w:pPr>
        <w:tabs>
          <w:tab w:val="left" w:pos="3402"/>
        </w:tabs>
        <w:jc w:val="left"/>
      </w:pPr>
      <w:r>
        <w:t>Bod křížení (v JTSK):</w:t>
      </w:r>
      <w:r>
        <w:tab/>
        <w:t xml:space="preserve">Y = </w:t>
      </w:r>
      <w:r w:rsidR="003B6407" w:rsidRPr="003B6407">
        <w:t>707351</w:t>
      </w:r>
      <w:r w:rsidR="003B6407">
        <w:t>,</w:t>
      </w:r>
      <w:proofErr w:type="gramStart"/>
      <w:r w:rsidR="003B6407" w:rsidRPr="003B6407">
        <w:t>113</w:t>
      </w:r>
      <w:r w:rsidR="003B6407">
        <w:t xml:space="preserve">  </w:t>
      </w:r>
      <w:r>
        <w:t>X</w:t>
      </w:r>
      <w:proofErr w:type="gramEnd"/>
      <w:r>
        <w:t xml:space="preserve"> = </w:t>
      </w:r>
      <w:r w:rsidR="003B6407" w:rsidRPr="003B6407">
        <w:t>1067585</w:t>
      </w:r>
      <w:r w:rsidR="003B6407">
        <w:t>,</w:t>
      </w:r>
      <w:r w:rsidR="003B6407" w:rsidRPr="003B6407">
        <w:t>297</w:t>
      </w:r>
      <w:r>
        <w:t>; křížení silnice s tokem</w:t>
      </w:r>
    </w:p>
    <w:p w14:paraId="6A3B80DD" w14:textId="45CCF653" w:rsidR="003F4BA4" w:rsidRDefault="003F4BA4" w:rsidP="003F4BA4">
      <w:pPr>
        <w:tabs>
          <w:tab w:val="left" w:pos="3402"/>
        </w:tabs>
        <w:jc w:val="left"/>
      </w:pPr>
      <w:r>
        <w:t>Staničení na převáděné komunikaci (II/</w:t>
      </w:r>
      <w:r w:rsidR="008E1F62">
        <w:t>334</w:t>
      </w:r>
      <w:r>
        <w:t xml:space="preserve">): </w:t>
      </w:r>
      <w:r>
        <w:tab/>
        <w:t xml:space="preserve">začátek úpravy </w:t>
      </w:r>
      <w:r>
        <w:tab/>
      </w:r>
      <w:r>
        <w:tab/>
        <w:t xml:space="preserve">km </w:t>
      </w:r>
      <w:r w:rsidR="008E1F62">
        <w:t>29</w:t>
      </w:r>
      <w:r>
        <w:t>,</w:t>
      </w:r>
      <w:r w:rsidR="008E1F62">
        <w:t>030</w:t>
      </w:r>
      <w:r>
        <w:t xml:space="preserve"> </w:t>
      </w:r>
      <w:r w:rsidR="008E1F62">
        <w:t>73</w:t>
      </w:r>
    </w:p>
    <w:p w14:paraId="07CB931A" w14:textId="1EF97091" w:rsidR="003F4BA4" w:rsidRDefault="003F4BA4" w:rsidP="003F4BA4">
      <w:pPr>
        <w:tabs>
          <w:tab w:val="left" w:pos="3402"/>
        </w:tabs>
        <w:jc w:val="left"/>
      </w:pPr>
      <w:r>
        <w:tab/>
      </w:r>
      <w:r>
        <w:tab/>
      </w:r>
      <w:r>
        <w:tab/>
        <w:t>opěra č.1</w:t>
      </w:r>
      <w:r>
        <w:tab/>
      </w:r>
      <w:r>
        <w:tab/>
      </w:r>
      <w:r w:rsidR="008E1F62">
        <w:t>km 29,053 68</w:t>
      </w:r>
    </w:p>
    <w:p w14:paraId="27D706BE" w14:textId="66ADB880" w:rsidR="003F4BA4" w:rsidRDefault="003F4BA4" w:rsidP="003F4BA4">
      <w:pPr>
        <w:tabs>
          <w:tab w:val="left" w:pos="3402"/>
        </w:tabs>
        <w:jc w:val="left"/>
      </w:pPr>
      <w:r>
        <w:tab/>
      </w:r>
      <w:r>
        <w:tab/>
      </w:r>
      <w:r>
        <w:tab/>
        <w:t>křížení s potokem</w:t>
      </w:r>
      <w:r>
        <w:tab/>
        <w:t>km</w:t>
      </w:r>
      <w:r w:rsidR="008E1F62">
        <w:t xml:space="preserve"> 29,055 30</w:t>
      </w:r>
    </w:p>
    <w:p w14:paraId="7F2A66A2" w14:textId="2A7507F6" w:rsidR="003F4BA4" w:rsidRDefault="003F4BA4" w:rsidP="003F4BA4">
      <w:pPr>
        <w:tabs>
          <w:tab w:val="left" w:pos="3402"/>
        </w:tabs>
        <w:jc w:val="left"/>
      </w:pPr>
      <w:r>
        <w:tab/>
      </w:r>
      <w:r>
        <w:tab/>
      </w:r>
      <w:r>
        <w:tab/>
        <w:t>opěra č.2</w:t>
      </w:r>
      <w:r>
        <w:tab/>
      </w:r>
      <w:r>
        <w:tab/>
        <w:t xml:space="preserve">km </w:t>
      </w:r>
      <w:r w:rsidR="008E1F62">
        <w:t>29</w:t>
      </w:r>
      <w:r>
        <w:t>,</w:t>
      </w:r>
      <w:r w:rsidR="008E1F62">
        <w:t>056</w:t>
      </w:r>
      <w:r>
        <w:t xml:space="preserve"> </w:t>
      </w:r>
      <w:r w:rsidR="008E1F62">
        <w:t>93</w:t>
      </w:r>
    </w:p>
    <w:p w14:paraId="18B05D39" w14:textId="23E33DB5" w:rsidR="003F4BA4" w:rsidRDefault="003F4BA4" w:rsidP="003F4BA4">
      <w:pPr>
        <w:tabs>
          <w:tab w:val="left" w:pos="3402"/>
        </w:tabs>
        <w:jc w:val="left"/>
      </w:pPr>
      <w:r>
        <w:tab/>
      </w:r>
      <w:r>
        <w:tab/>
      </w:r>
      <w:r>
        <w:tab/>
        <w:t>konec úpravy</w:t>
      </w:r>
      <w:r>
        <w:tab/>
      </w:r>
      <w:r>
        <w:tab/>
        <w:t xml:space="preserve">km </w:t>
      </w:r>
      <w:r w:rsidR="008E1F62">
        <w:t>29,101</w:t>
      </w:r>
      <w:r>
        <w:t xml:space="preserve"> </w:t>
      </w:r>
      <w:r w:rsidR="006028BF">
        <w:t>5</w:t>
      </w:r>
      <w:r w:rsidR="008E1F62">
        <w:t>3</w:t>
      </w:r>
    </w:p>
    <w:p w14:paraId="40F51DA9" w14:textId="4CEAAB56" w:rsidR="003F4BA4" w:rsidRDefault="003F4BA4" w:rsidP="003F4BA4">
      <w:pPr>
        <w:tabs>
          <w:tab w:val="left" w:pos="3402"/>
        </w:tabs>
        <w:jc w:val="left"/>
      </w:pPr>
      <w:r>
        <w:t>Staničení přemosťované překážky (</w:t>
      </w:r>
      <w:r w:rsidR="003B6407">
        <w:t>Přestavl</w:t>
      </w:r>
      <w:r w:rsidR="00E73219">
        <w:t>cký</w:t>
      </w:r>
      <w:r>
        <w:t xml:space="preserve"> potok):</w:t>
      </w:r>
      <w:r>
        <w:tab/>
        <w:t xml:space="preserve"> </w:t>
      </w:r>
      <w:r>
        <w:tab/>
        <w:t xml:space="preserve">říční km </w:t>
      </w:r>
      <w:r w:rsidR="003E3BD3">
        <w:t>0</w:t>
      </w:r>
      <w:r>
        <w:t>,</w:t>
      </w:r>
      <w:r w:rsidR="003E3BD3">
        <w:t>870</w:t>
      </w:r>
    </w:p>
    <w:p w14:paraId="167FC0F3" w14:textId="1D086A44" w:rsidR="003F4BA4" w:rsidRDefault="003F4BA4" w:rsidP="003F4BA4">
      <w:pPr>
        <w:tabs>
          <w:tab w:val="left" w:pos="3402"/>
        </w:tabs>
        <w:jc w:val="left"/>
      </w:pPr>
      <w:r>
        <w:t>Úhel křížení:</w:t>
      </w:r>
      <w:r>
        <w:tab/>
      </w:r>
      <w:r w:rsidR="001642F1">
        <w:t>96</w:t>
      </w:r>
      <w:r>
        <w:t>,</w:t>
      </w:r>
      <w:r w:rsidR="001642F1">
        <w:t>53</w:t>
      </w:r>
      <w:r>
        <w:t xml:space="preserve"> grad</w:t>
      </w:r>
    </w:p>
    <w:p w14:paraId="230142D6" w14:textId="482CAC6D" w:rsidR="003F4BA4" w:rsidRDefault="003F4BA4" w:rsidP="003F4BA4">
      <w:pPr>
        <w:tabs>
          <w:tab w:val="left" w:pos="3402"/>
        </w:tabs>
        <w:jc w:val="left"/>
      </w:pPr>
      <w:r>
        <w:t>Volná výška pod mostem:</w:t>
      </w:r>
      <w:r>
        <w:tab/>
      </w:r>
      <w:r w:rsidR="00E73219">
        <w:t>2</w:t>
      </w:r>
      <w:r>
        <w:t>,</w:t>
      </w:r>
      <w:r w:rsidR="00A52FBC">
        <w:t>30</w:t>
      </w:r>
      <w:r>
        <w:t xml:space="preserve"> m</w:t>
      </w:r>
    </w:p>
    <w:p w14:paraId="3218EFE8" w14:textId="77777777" w:rsidR="000E333D" w:rsidRDefault="000E333D" w:rsidP="003F4BA4">
      <w:pPr>
        <w:tabs>
          <w:tab w:val="left" w:pos="3402"/>
        </w:tabs>
        <w:jc w:val="left"/>
      </w:pPr>
    </w:p>
    <w:p w14:paraId="0379116B" w14:textId="1CB5660A" w:rsidR="00DD4287" w:rsidRDefault="00E73219" w:rsidP="00DD4287">
      <w:pPr>
        <w:pStyle w:val="Nadpis2"/>
        <w:keepNext w:val="0"/>
      </w:pPr>
      <w:bookmarkStart w:id="9" w:name="_Toc524511335"/>
      <w:bookmarkStart w:id="10" w:name="_Toc479051658"/>
      <w:bookmarkStart w:id="11" w:name="_Toc73104850"/>
      <w:r>
        <w:t>ZÁKLADNÍ ÚDAJE O MOSTU</w:t>
      </w:r>
      <w:bookmarkEnd w:id="9"/>
      <w:bookmarkEnd w:id="11"/>
    </w:p>
    <w:p w14:paraId="03D2588A" w14:textId="2FE64248" w:rsidR="00E73219" w:rsidRDefault="00E73219" w:rsidP="00E73219">
      <w:bookmarkStart w:id="12" w:name="_Hlk444303"/>
      <w:r>
        <w:t>N</w:t>
      </w:r>
      <w:r w:rsidRPr="00FF54A2">
        <w:t xml:space="preserve">ový most je nepohyblivý, trvalý, jednopolový, s horní mostovkou, </w:t>
      </w:r>
      <w:r>
        <w:t>otevřený železobetonový rám, monolitický</w:t>
      </w:r>
      <w:r w:rsidRPr="00FF54A2">
        <w:t>, s vozovkovým živičným</w:t>
      </w:r>
      <w:r>
        <w:t xml:space="preserve"> </w:t>
      </w:r>
      <w:r w:rsidRPr="00FF54A2">
        <w:t xml:space="preserve">souvrstvím, směrově </w:t>
      </w:r>
      <w:r>
        <w:t>a výškově</w:t>
      </w:r>
      <w:r w:rsidRPr="00FF54A2">
        <w:t xml:space="preserve"> v</w:t>
      </w:r>
      <w:r>
        <w:t xml:space="preserve"> oblouku, </w:t>
      </w:r>
      <w:r w:rsidRPr="00FF54A2">
        <w:t>s normovou zatížitelností.</w:t>
      </w:r>
    </w:p>
    <w:bookmarkEnd w:id="12"/>
    <w:p w14:paraId="379B630D" w14:textId="77777777" w:rsidR="00E73219" w:rsidRDefault="00E73219" w:rsidP="00E73219">
      <w:r>
        <w:t xml:space="preserve">Charakteristika </w:t>
      </w:r>
      <w:proofErr w:type="gramStart"/>
      <w:r>
        <w:t>mostu :</w:t>
      </w:r>
      <w:proofErr w:type="gramEnd"/>
      <w:r>
        <w:t xml:space="preserve"> </w:t>
      </w:r>
      <w:r>
        <w:tab/>
      </w:r>
      <w:r>
        <w:tab/>
      </w:r>
      <w:r>
        <w:tab/>
        <w:t>otevřený monolitický železobetonový rám</w:t>
      </w:r>
    </w:p>
    <w:p w14:paraId="5F33B70C" w14:textId="709B31CB" w:rsidR="00E73219" w:rsidRDefault="00E73219" w:rsidP="00E73219">
      <w:r>
        <w:t xml:space="preserve">Délka </w:t>
      </w:r>
      <w:proofErr w:type="gramStart"/>
      <w:r>
        <w:t>přemostění :</w:t>
      </w:r>
      <w:proofErr w:type="gramEnd"/>
      <w:r>
        <w:t xml:space="preserve"> </w:t>
      </w:r>
      <w:r>
        <w:tab/>
      </w:r>
      <w:r>
        <w:tab/>
      </w:r>
      <w:r>
        <w:tab/>
      </w:r>
      <w:r w:rsidR="001642F1">
        <w:t>2</w:t>
      </w:r>
      <w:r>
        <w:t>,</w:t>
      </w:r>
      <w:r w:rsidR="001642F1">
        <w:t>9</w:t>
      </w:r>
      <w:r>
        <w:t xml:space="preserve">0 m </w:t>
      </w:r>
    </w:p>
    <w:p w14:paraId="5E023295" w14:textId="4676B28E" w:rsidR="00E73219" w:rsidRDefault="00E73219" w:rsidP="00E73219">
      <w:r>
        <w:lastRenderedPageBreak/>
        <w:t xml:space="preserve">Délka </w:t>
      </w:r>
      <w:proofErr w:type="gramStart"/>
      <w:r>
        <w:t>mostu 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 w:rsidR="00BA4576">
        <w:t>8</w:t>
      </w:r>
      <w:r>
        <w:t>,</w:t>
      </w:r>
      <w:r w:rsidR="00BA4576">
        <w:t>53</w:t>
      </w:r>
      <w:r>
        <w:t xml:space="preserve"> m</w:t>
      </w:r>
    </w:p>
    <w:p w14:paraId="155B5533" w14:textId="3D0754BB" w:rsidR="00E73219" w:rsidRDefault="00E73219" w:rsidP="00E73219">
      <w:r>
        <w:t xml:space="preserve">Délka nosné </w:t>
      </w:r>
      <w:proofErr w:type="gramStart"/>
      <w:r>
        <w:t>konstrukce :</w:t>
      </w:r>
      <w:proofErr w:type="gramEnd"/>
      <w:r>
        <w:t xml:space="preserve"> </w:t>
      </w:r>
      <w:r>
        <w:tab/>
      </w:r>
      <w:r>
        <w:tab/>
      </w:r>
      <w:r w:rsidR="00BA4576">
        <w:t>3</w:t>
      </w:r>
      <w:r>
        <w:t>,</w:t>
      </w:r>
      <w:r w:rsidR="00BA4576">
        <w:t>6</w:t>
      </w:r>
      <w:r>
        <w:t xml:space="preserve">0 m </w:t>
      </w:r>
    </w:p>
    <w:p w14:paraId="6BE03B8C" w14:textId="28C8E60B" w:rsidR="00E73219" w:rsidRDefault="00E73219" w:rsidP="00E73219">
      <w:r>
        <w:t xml:space="preserve">Rozpětí jednotlivých </w:t>
      </w:r>
      <w:proofErr w:type="gramStart"/>
      <w:r>
        <w:t>polí :</w:t>
      </w:r>
      <w:proofErr w:type="gramEnd"/>
      <w:r>
        <w:t xml:space="preserve"> </w:t>
      </w:r>
      <w:r>
        <w:tab/>
      </w:r>
      <w:r>
        <w:tab/>
      </w:r>
      <w:r w:rsidR="00BA4576">
        <w:t>3</w:t>
      </w:r>
      <w:r>
        <w:t>,</w:t>
      </w:r>
      <w:r w:rsidR="00BA4576">
        <w:t>25</w:t>
      </w:r>
      <w:r>
        <w:t xml:space="preserve"> m </w:t>
      </w:r>
    </w:p>
    <w:p w14:paraId="145968A4" w14:textId="74E8F6A4" w:rsidR="00E73219" w:rsidRDefault="00E73219" w:rsidP="00E73219">
      <w:r>
        <w:t xml:space="preserve">Šikmost </w:t>
      </w:r>
      <w:proofErr w:type="gramStart"/>
      <w:r>
        <w:t>mostu :</w:t>
      </w:r>
      <w:proofErr w:type="gramEnd"/>
      <w:r>
        <w:t xml:space="preserve"> </w:t>
      </w:r>
      <w:r>
        <w:tab/>
      </w:r>
      <w:r>
        <w:tab/>
      </w:r>
      <w:r>
        <w:tab/>
      </w:r>
      <w:r w:rsidR="00BA4576">
        <w:t>96</w:t>
      </w:r>
      <w:r>
        <w:t>,</w:t>
      </w:r>
      <w:r w:rsidR="00BA4576">
        <w:t xml:space="preserve">53 </w:t>
      </w:r>
      <w:r>
        <w:t>g</w:t>
      </w:r>
      <w:r w:rsidR="009A0B4D">
        <w:t>; levá</w:t>
      </w:r>
    </w:p>
    <w:p w14:paraId="45101BF1" w14:textId="1941B9D2" w:rsidR="00E73219" w:rsidRDefault="00E73219" w:rsidP="00E73219">
      <w:r>
        <w:t xml:space="preserve">Volná šířka </w:t>
      </w:r>
      <w:proofErr w:type="gramStart"/>
      <w:r>
        <w:t>mostu :</w:t>
      </w:r>
      <w:proofErr w:type="gramEnd"/>
      <w:r>
        <w:t xml:space="preserve"> </w:t>
      </w:r>
      <w:r>
        <w:tab/>
      </w:r>
      <w:r>
        <w:tab/>
      </w:r>
      <w:r>
        <w:tab/>
      </w:r>
      <w:r w:rsidR="00BA4576">
        <w:t>7</w:t>
      </w:r>
      <w:r>
        <w:t xml:space="preserve">,00 m </w:t>
      </w:r>
    </w:p>
    <w:p w14:paraId="160CC784" w14:textId="77777777" w:rsidR="00E73219" w:rsidRDefault="00E73219" w:rsidP="00E73219">
      <w:r w:rsidRPr="00B82544">
        <w:t xml:space="preserve">Šířka průchozího prostoru </w:t>
      </w:r>
      <w:r>
        <w:t>chodníku</w:t>
      </w:r>
      <w:r w:rsidRPr="00B82544">
        <w:t xml:space="preserve">: </w:t>
      </w:r>
      <w:r w:rsidRPr="00B82544">
        <w:tab/>
        <w:t>bez chodníků</w:t>
      </w:r>
    </w:p>
    <w:p w14:paraId="034EDA10" w14:textId="77777777" w:rsidR="00E73219" w:rsidRDefault="00E73219" w:rsidP="00E73219">
      <w:r>
        <w:t xml:space="preserve">Šířka </w:t>
      </w:r>
      <w:proofErr w:type="gramStart"/>
      <w:r>
        <w:t>mostu 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>7,60 m</w:t>
      </w:r>
    </w:p>
    <w:p w14:paraId="031059C1" w14:textId="46451706" w:rsidR="00E73219" w:rsidRDefault="00E73219" w:rsidP="00E73219">
      <w:r>
        <w:t xml:space="preserve">Výška mostu nad terénem: </w:t>
      </w:r>
      <w:r>
        <w:tab/>
      </w:r>
      <w:r>
        <w:tab/>
      </w:r>
      <w:r w:rsidR="00BA4576">
        <w:t>2</w:t>
      </w:r>
      <w:r>
        <w:t>,</w:t>
      </w:r>
      <w:r w:rsidR="00BA4576">
        <w:t>3</w:t>
      </w:r>
      <w:r>
        <w:t>0 m</w:t>
      </w:r>
    </w:p>
    <w:p w14:paraId="254FEE99" w14:textId="056DC156" w:rsidR="00E73219" w:rsidRDefault="00E73219" w:rsidP="00E73219">
      <w:r>
        <w:t xml:space="preserve">Stavební </w:t>
      </w:r>
      <w:proofErr w:type="gramStart"/>
      <w:r>
        <w:t>výška :</w:t>
      </w:r>
      <w:proofErr w:type="gramEnd"/>
      <w:r>
        <w:t xml:space="preserve"> </w:t>
      </w:r>
      <w:r>
        <w:tab/>
      </w:r>
      <w:r>
        <w:tab/>
      </w:r>
      <w:r>
        <w:tab/>
        <w:t>0,</w:t>
      </w:r>
      <w:r w:rsidR="00BA4576">
        <w:t>53</w:t>
      </w:r>
      <w:r>
        <w:t xml:space="preserve"> m</w:t>
      </w:r>
    </w:p>
    <w:p w14:paraId="068137E0" w14:textId="0914DD13" w:rsidR="00E73219" w:rsidRDefault="00E73219" w:rsidP="00E73219">
      <w:r>
        <w:t xml:space="preserve">Plocha nosné konstrukce </w:t>
      </w:r>
      <w:proofErr w:type="gramStart"/>
      <w:r>
        <w:t>mostu :</w:t>
      </w:r>
      <w:proofErr w:type="gramEnd"/>
      <w:r>
        <w:t xml:space="preserve"> </w:t>
      </w:r>
      <w:r>
        <w:tab/>
      </w:r>
      <w:r w:rsidR="00BA4576">
        <w:t>7</w:t>
      </w:r>
      <w:r>
        <w:t>,</w:t>
      </w:r>
      <w:r w:rsidR="00BA4576">
        <w:t>10</w:t>
      </w:r>
      <w:r>
        <w:t xml:space="preserve"> x </w:t>
      </w:r>
      <w:r w:rsidR="00BA4576">
        <w:t>3</w:t>
      </w:r>
      <w:r>
        <w:t xml:space="preserve">,60 = </w:t>
      </w:r>
      <w:r w:rsidR="00BA4576">
        <w:t>25</w:t>
      </w:r>
      <w:r>
        <w:t>,</w:t>
      </w:r>
      <w:r w:rsidR="00BA4576">
        <w:t>56</w:t>
      </w:r>
      <w:r>
        <w:t xml:space="preserve"> m2</w:t>
      </w:r>
    </w:p>
    <w:p w14:paraId="26494579" w14:textId="7B95681A" w:rsidR="00E73219" w:rsidRDefault="00E73219" w:rsidP="00E73219">
      <w:pPr>
        <w:ind w:left="3600" w:hanging="3600"/>
      </w:pPr>
      <w:r>
        <w:t xml:space="preserve">Zatížení a zatížitelnost </w:t>
      </w:r>
      <w:proofErr w:type="gramStart"/>
      <w:r>
        <w:t>mostu :</w:t>
      </w:r>
      <w:proofErr w:type="gramEnd"/>
      <w:r>
        <w:t xml:space="preserve"> </w:t>
      </w:r>
      <w:r>
        <w:tab/>
        <w:t>most navržen na zatížení dle ČSN EN 1991-2 Zatížení mostů dopravou</w:t>
      </w:r>
    </w:p>
    <w:p w14:paraId="14CAAD80" w14:textId="77777777" w:rsidR="000C1237" w:rsidRDefault="000C1237" w:rsidP="00E73219">
      <w:pPr>
        <w:ind w:left="3600" w:hanging="3600"/>
      </w:pPr>
    </w:p>
    <w:p w14:paraId="61E7A141" w14:textId="431EEF2F" w:rsidR="000C1237" w:rsidRDefault="000C1237" w:rsidP="00E73219">
      <w:pPr>
        <w:ind w:left="3600" w:hanging="3600"/>
      </w:pPr>
      <w:r>
        <w:t>Poznámka: všechny rozměry jsou udávány v kolmé</w:t>
      </w:r>
    </w:p>
    <w:p w14:paraId="736DC890" w14:textId="4864B03D" w:rsidR="00F948CE" w:rsidRDefault="006028BF" w:rsidP="006028BF">
      <w:pPr>
        <w:pStyle w:val="Nadpis2"/>
      </w:pPr>
      <w:bookmarkStart w:id="13" w:name="_Toc73104851"/>
      <w:bookmarkEnd w:id="3"/>
      <w:bookmarkEnd w:id="4"/>
      <w:bookmarkEnd w:id="5"/>
      <w:bookmarkEnd w:id="10"/>
      <w:r w:rsidRPr="006028BF">
        <w:t>ZDŮVODNĚNÍ STAVBY MOSTU A JEHO UMÍSTĚNÍ</w:t>
      </w:r>
      <w:bookmarkEnd w:id="13"/>
    </w:p>
    <w:p w14:paraId="7E09AB21" w14:textId="0E35D010" w:rsidR="00967105" w:rsidRPr="004877C8" w:rsidRDefault="006028BF" w:rsidP="00A4495F">
      <w:pPr>
        <w:pStyle w:val="Odstavecseseznamem"/>
        <w:numPr>
          <w:ilvl w:val="0"/>
          <w:numId w:val="5"/>
        </w:numPr>
        <w:rPr>
          <w:u w:val="single"/>
        </w:rPr>
      </w:pPr>
      <w:bookmarkStart w:id="14" w:name="_Toc354912527"/>
      <w:r w:rsidRPr="004877C8">
        <w:rPr>
          <w:rFonts w:cs="Arial"/>
          <w:color w:val="000000"/>
          <w:u w:val="single"/>
          <w:shd w:val="clear" w:color="auto" w:fill="FFFFFF"/>
        </w:rPr>
        <w:t xml:space="preserve">návaznost projektové dokumentace mostního objektu na předchozí dokumentaci, účel mostu a </w:t>
      </w:r>
      <w:proofErr w:type="gramStart"/>
      <w:r w:rsidRPr="004877C8">
        <w:rPr>
          <w:rFonts w:cs="Arial"/>
          <w:color w:val="000000"/>
          <w:u w:val="single"/>
          <w:shd w:val="clear" w:color="auto" w:fill="FFFFFF"/>
        </w:rPr>
        <w:t>požadavky - podklady</w:t>
      </w:r>
      <w:proofErr w:type="gramEnd"/>
      <w:r w:rsidRPr="004877C8">
        <w:rPr>
          <w:rFonts w:cs="Arial"/>
          <w:color w:val="000000"/>
          <w:u w:val="single"/>
          <w:shd w:val="clear" w:color="auto" w:fill="FFFFFF"/>
        </w:rPr>
        <w:t xml:space="preserve"> na jeho řešení</w:t>
      </w:r>
      <w:r w:rsidR="00967105" w:rsidRPr="004877C8">
        <w:rPr>
          <w:u w:val="single"/>
        </w:rPr>
        <w:t xml:space="preserve"> </w:t>
      </w:r>
    </w:p>
    <w:p w14:paraId="62CB818F" w14:textId="3A7555E9" w:rsidR="006028BF" w:rsidRDefault="006028BF" w:rsidP="00262A4E">
      <w:pPr>
        <w:ind w:left="709"/>
      </w:pPr>
      <w:r w:rsidRPr="001A7DCF">
        <w:t>Projekt v</w:t>
      </w:r>
      <w:r>
        <w:t xml:space="preserve"> tomto </w:t>
      </w:r>
      <w:r w:rsidRPr="001A7DCF">
        <w:t xml:space="preserve">stupni </w:t>
      </w:r>
      <w:r>
        <w:t>navazuje na D</w:t>
      </w:r>
      <w:r w:rsidRPr="001A7DCF">
        <w:t>okumentac</w:t>
      </w:r>
      <w:r>
        <w:t>i</w:t>
      </w:r>
      <w:r w:rsidRPr="001A7DCF">
        <w:t xml:space="preserve"> </w:t>
      </w:r>
      <w:r>
        <w:t>pro vydání rozhodnutí o umístění stavby.</w:t>
      </w:r>
    </w:p>
    <w:p w14:paraId="1C95A667" w14:textId="1408A376" w:rsidR="006028BF" w:rsidRDefault="006028BF" w:rsidP="00262A4E">
      <w:pPr>
        <w:ind w:left="709"/>
      </w:pPr>
      <w:r>
        <w:t>Vstupní podklady:</w:t>
      </w:r>
    </w:p>
    <w:p w14:paraId="2725A298" w14:textId="77777777" w:rsidR="00CA361C" w:rsidRPr="00CA361C" w:rsidRDefault="00CA361C" w:rsidP="00CA361C">
      <w:pPr>
        <w:numPr>
          <w:ilvl w:val="0"/>
          <w:numId w:val="8"/>
        </w:numPr>
      </w:pPr>
      <w:r w:rsidRPr="00CA361C">
        <w:t>Dokumentace pro vydání rozhodnutí o umístění stavby – 4roads, 11/2019</w:t>
      </w:r>
    </w:p>
    <w:p w14:paraId="69DB60AE" w14:textId="77777777" w:rsidR="00CA361C" w:rsidRPr="00CA361C" w:rsidRDefault="00CA361C" w:rsidP="00CA361C">
      <w:pPr>
        <w:numPr>
          <w:ilvl w:val="0"/>
          <w:numId w:val="8"/>
        </w:numPr>
      </w:pPr>
      <w:r w:rsidRPr="00CA361C">
        <w:t xml:space="preserve">Rozhodnutí o umístění </w:t>
      </w:r>
      <w:proofErr w:type="gramStart"/>
      <w:r w:rsidRPr="00CA361C">
        <w:t>stavby - Městský</w:t>
      </w:r>
      <w:proofErr w:type="gramEnd"/>
      <w:r w:rsidRPr="00CA361C">
        <w:t xml:space="preserve"> úřad v Kouřimi, stavební úřad, 06/2020</w:t>
      </w:r>
    </w:p>
    <w:p w14:paraId="2018EDA5" w14:textId="77777777" w:rsidR="00CA361C" w:rsidRPr="00CA361C" w:rsidRDefault="00CA361C" w:rsidP="00CA361C">
      <w:pPr>
        <w:numPr>
          <w:ilvl w:val="0"/>
          <w:numId w:val="8"/>
        </w:numPr>
        <w:tabs>
          <w:tab w:val="num" w:pos="851"/>
        </w:tabs>
      </w:pPr>
      <w:r w:rsidRPr="00CA361C">
        <w:t>Zaměření polohopisu a výškopisu – Ing. Pavel Láznička, 08/2019</w:t>
      </w:r>
    </w:p>
    <w:p w14:paraId="7761A522" w14:textId="77777777" w:rsidR="00CA361C" w:rsidRPr="00CA361C" w:rsidRDefault="00CA361C" w:rsidP="00CA361C">
      <w:pPr>
        <w:numPr>
          <w:ilvl w:val="0"/>
          <w:numId w:val="8"/>
        </w:numPr>
        <w:tabs>
          <w:tab w:val="num" w:pos="851"/>
        </w:tabs>
      </w:pPr>
      <w:r w:rsidRPr="00CA361C">
        <w:t>Inženýrsko-geologický průzkum, archiv České geologické služby Praha (2013)</w:t>
      </w:r>
    </w:p>
    <w:p w14:paraId="78091384" w14:textId="77777777" w:rsidR="00CA361C" w:rsidRPr="00CA361C" w:rsidRDefault="00CA361C" w:rsidP="00CA361C">
      <w:pPr>
        <w:numPr>
          <w:ilvl w:val="0"/>
          <w:numId w:val="8"/>
        </w:numPr>
        <w:tabs>
          <w:tab w:val="num" w:pos="851"/>
        </w:tabs>
      </w:pPr>
      <w:r w:rsidRPr="00CA361C">
        <w:t>Hlavní prohlídka mostu – Ing. František Košán, 10/2018 a Mostní list</w:t>
      </w:r>
    </w:p>
    <w:p w14:paraId="0F3EAD10" w14:textId="77777777" w:rsidR="00CA361C" w:rsidRPr="00CA361C" w:rsidRDefault="00CA361C" w:rsidP="00CA361C">
      <w:pPr>
        <w:numPr>
          <w:ilvl w:val="0"/>
          <w:numId w:val="8"/>
        </w:numPr>
        <w:tabs>
          <w:tab w:val="num" w:pos="851"/>
        </w:tabs>
      </w:pPr>
      <w:r w:rsidRPr="00CA361C">
        <w:t>Katastrální mapa digitální, k.ú. Dolní Kruty</w:t>
      </w:r>
    </w:p>
    <w:p w14:paraId="7281E6E5" w14:textId="77777777" w:rsidR="00CA361C" w:rsidRPr="00CA361C" w:rsidRDefault="00CA361C" w:rsidP="00CA361C">
      <w:pPr>
        <w:numPr>
          <w:ilvl w:val="0"/>
          <w:numId w:val="8"/>
        </w:numPr>
        <w:tabs>
          <w:tab w:val="num" w:pos="851"/>
        </w:tabs>
      </w:pPr>
      <w:r w:rsidRPr="00CA361C">
        <w:t>Stavební zákon č. 183/2006 Sb. ve znění pozdějších předpisů (2018)</w:t>
      </w:r>
    </w:p>
    <w:p w14:paraId="7C83E635" w14:textId="77777777" w:rsidR="00CA361C" w:rsidRPr="00CA361C" w:rsidRDefault="00CA361C" w:rsidP="00CA361C">
      <w:pPr>
        <w:numPr>
          <w:ilvl w:val="0"/>
          <w:numId w:val="8"/>
        </w:numPr>
      </w:pPr>
      <w:r w:rsidRPr="00CA361C">
        <w:t>Vyhláška č. 146/2008 Sb. o rozsahu a obsahu projektové dokumentace dopravních staveb</w:t>
      </w:r>
    </w:p>
    <w:p w14:paraId="6B238BBE" w14:textId="77777777" w:rsidR="00CA361C" w:rsidRPr="00CA361C" w:rsidRDefault="00CA361C" w:rsidP="00CA361C">
      <w:pPr>
        <w:numPr>
          <w:ilvl w:val="0"/>
          <w:numId w:val="8"/>
        </w:numPr>
      </w:pPr>
      <w:r w:rsidRPr="00CA361C">
        <w:t>Směrnice pro dokumentaci staveb pozemních komunikací, 08/2017 a dodatek č. 1, 04/2018</w:t>
      </w:r>
    </w:p>
    <w:p w14:paraId="4DB4E80A" w14:textId="77777777" w:rsidR="00CA361C" w:rsidRPr="00CA361C" w:rsidRDefault="00CA361C" w:rsidP="00CA361C">
      <w:pPr>
        <w:numPr>
          <w:ilvl w:val="0"/>
          <w:numId w:val="8"/>
        </w:numPr>
      </w:pPr>
      <w:r w:rsidRPr="00CA361C">
        <w:t>Příslušné ČSN v aktuálně platných zněních, TKP, VL a TP</w:t>
      </w:r>
    </w:p>
    <w:p w14:paraId="420289DA" w14:textId="77777777" w:rsidR="006028BF" w:rsidRPr="00AC5D3A" w:rsidRDefault="006028BF" w:rsidP="006028BF">
      <w:pPr>
        <w:rPr>
          <w:sz w:val="12"/>
          <w:szCs w:val="12"/>
        </w:rPr>
      </w:pPr>
    </w:p>
    <w:p w14:paraId="4686CB8D" w14:textId="504439D3" w:rsidR="00253D77" w:rsidRPr="004877C8" w:rsidRDefault="006028BF" w:rsidP="00A4495F">
      <w:pPr>
        <w:pStyle w:val="Odstavecseseznamem"/>
        <w:numPr>
          <w:ilvl w:val="0"/>
          <w:numId w:val="5"/>
        </w:numPr>
        <w:rPr>
          <w:u w:val="single"/>
        </w:rPr>
      </w:pPr>
      <w:r w:rsidRPr="004877C8">
        <w:rPr>
          <w:rFonts w:cs="Arial"/>
          <w:color w:val="000000"/>
          <w:u w:val="single"/>
          <w:shd w:val="clear" w:color="auto" w:fill="FFFFFF"/>
        </w:rPr>
        <w:t xml:space="preserve">charakter přemosťované </w:t>
      </w:r>
      <w:proofErr w:type="gramStart"/>
      <w:r w:rsidRPr="004877C8">
        <w:rPr>
          <w:rFonts w:cs="Arial"/>
          <w:color w:val="000000"/>
          <w:u w:val="single"/>
          <w:shd w:val="clear" w:color="auto" w:fill="FFFFFF"/>
        </w:rPr>
        <w:t>překážky - převáděné</w:t>
      </w:r>
      <w:proofErr w:type="gramEnd"/>
      <w:r w:rsidRPr="004877C8">
        <w:rPr>
          <w:rFonts w:cs="Arial"/>
          <w:color w:val="000000"/>
          <w:u w:val="single"/>
          <w:shd w:val="clear" w:color="auto" w:fill="FFFFFF"/>
        </w:rPr>
        <w:t xml:space="preserve"> komunikace, drážního tělesa, vodního díla apod.</w:t>
      </w:r>
    </w:p>
    <w:p w14:paraId="59FBF0F3" w14:textId="77777777" w:rsidR="00757DA2" w:rsidRPr="00757DA2" w:rsidRDefault="00757DA2" w:rsidP="00757DA2">
      <w:pPr>
        <w:ind w:left="709"/>
        <w:rPr>
          <w:b/>
          <w:bCs/>
        </w:rPr>
      </w:pPr>
      <w:r w:rsidRPr="00757DA2">
        <w:rPr>
          <w:b/>
          <w:bCs/>
        </w:rPr>
        <w:t>Převáděná komunikace</w:t>
      </w:r>
    </w:p>
    <w:p w14:paraId="31577192" w14:textId="7958DDDF" w:rsidR="00757DA2" w:rsidRDefault="00757DA2" w:rsidP="00757DA2">
      <w:pPr>
        <w:ind w:left="709"/>
      </w:pPr>
      <w:r>
        <w:t xml:space="preserve">Převáděná sil. </w:t>
      </w:r>
      <w:r w:rsidR="008E1F62">
        <w:t>II/334</w:t>
      </w:r>
      <w:r>
        <w:t xml:space="preserve"> je v místě mostního objektu v </w:t>
      </w:r>
      <w:r w:rsidR="00CA361C">
        <w:t>intra</w:t>
      </w:r>
      <w:r>
        <w:t xml:space="preserve">vilánu </w:t>
      </w:r>
      <w:r w:rsidR="00CA361C">
        <w:t>místní části Přestavlky obce Horní Kruty</w:t>
      </w:r>
      <w:r>
        <w:t xml:space="preserve">. Šířkovým uspořádáním </w:t>
      </w:r>
      <w:r w:rsidR="008E1F62">
        <w:t>II/334</w:t>
      </w:r>
      <w:r>
        <w:t xml:space="preserve"> odpovídá kategorii S</w:t>
      </w:r>
      <w:r w:rsidR="00CA361C">
        <w:t>5</w:t>
      </w:r>
      <w:r>
        <w:t>,5 přičemž na mostě je rozšířena na S</w:t>
      </w:r>
      <w:r w:rsidR="00CA361C">
        <w:t>6</w:t>
      </w:r>
      <w:r>
        <w:t>,</w:t>
      </w:r>
      <w:r w:rsidR="00CA361C">
        <w:t>0</w:t>
      </w:r>
      <w:r>
        <w:t xml:space="preserve">. Trasa silnice v oblasti mostu </w:t>
      </w:r>
      <w:r w:rsidR="00CA361C">
        <w:t xml:space="preserve">je v </w:t>
      </w:r>
      <w:r>
        <w:t>pravostranné</w:t>
      </w:r>
      <w:r w:rsidR="00CA361C">
        <w:t>m</w:t>
      </w:r>
      <w:r>
        <w:t xml:space="preserve"> oblouku.</w:t>
      </w:r>
      <w:r w:rsidR="00FD728A">
        <w:t xml:space="preserve"> </w:t>
      </w:r>
      <w:r>
        <w:t>Výškově je niveleta na mostě v</w:t>
      </w:r>
      <w:r w:rsidR="003A2346">
        <w:t>e vrcholovém oblouku poloměru R=250 m</w:t>
      </w:r>
      <w:r>
        <w:t xml:space="preserve">. Příčný sklon vozovky bude v celém rozsahu na mostě upraven na střechovitý </w:t>
      </w:r>
      <w:proofErr w:type="gramStart"/>
      <w:r>
        <w:t>2,5%</w:t>
      </w:r>
      <w:proofErr w:type="gramEnd"/>
      <w:r>
        <w:t>.</w:t>
      </w:r>
    </w:p>
    <w:p w14:paraId="02ACB8F9" w14:textId="77777777" w:rsidR="00757DA2" w:rsidRPr="00FD728A" w:rsidRDefault="00757DA2" w:rsidP="00757DA2">
      <w:pPr>
        <w:ind w:left="709"/>
        <w:rPr>
          <w:b/>
          <w:bCs/>
        </w:rPr>
      </w:pPr>
      <w:r w:rsidRPr="00FD728A">
        <w:rPr>
          <w:b/>
          <w:bCs/>
        </w:rPr>
        <w:t>Překážka</w:t>
      </w:r>
    </w:p>
    <w:p w14:paraId="5EA3E110" w14:textId="2B1F98EC" w:rsidR="006028BF" w:rsidRDefault="00757DA2" w:rsidP="00FD728A">
      <w:pPr>
        <w:ind w:left="709"/>
      </w:pPr>
      <w:r>
        <w:t xml:space="preserve">Překážkou mostního objektu je koryto </w:t>
      </w:r>
      <w:r w:rsidR="00A63B23">
        <w:t>Přestavlc</w:t>
      </w:r>
      <w:r w:rsidR="00FD728A">
        <w:t>kého</w:t>
      </w:r>
      <w:r>
        <w:t xml:space="preserve"> potoka. Proudnice potoka je v místě mostního objektu v přímé. Koryto potoka před a za mostem je </w:t>
      </w:r>
      <w:r w:rsidR="00FD728A">
        <w:t>lichoběžníkové</w:t>
      </w:r>
      <w:r>
        <w:t xml:space="preserve">. Pod mostem </w:t>
      </w:r>
      <w:r w:rsidR="00FD728A">
        <w:t>bylo</w:t>
      </w:r>
      <w:r>
        <w:t xml:space="preserve"> (a znovu bude) koryt</w:t>
      </w:r>
      <w:r w:rsidR="00FD728A">
        <w:t>o</w:t>
      </w:r>
      <w:r>
        <w:t xml:space="preserve"> zpevněno lomovým kamenem do betonu. Hydrostatickým výpočtem bylo ověřeno, že </w:t>
      </w:r>
      <w:r w:rsidR="00FD728A">
        <w:lastRenderedPageBreak/>
        <w:t xml:space="preserve">kontrolní návrhová hladina </w:t>
      </w:r>
      <w:r>
        <w:t>Q</w:t>
      </w:r>
      <w:r w:rsidR="00A63B23" w:rsidRPr="00A63B23">
        <w:rPr>
          <w:vertAlign w:val="subscript"/>
        </w:rPr>
        <w:t>10</w:t>
      </w:r>
      <w:r w:rsidR="00FD728A" w:rsidRPr="00A63B23">
        <w:rPr>
          <w:vertAlign w:val="subscript"/>
        </w:rPr>
        <w:t>0</w:t>
      </w:r>
      <w:r>
        <w:t xml:space="preserve"> se nachází 0,</w:t>
      </w:r>
      <w:r w:rsidR="00FD728A">
        <w:t>5</w:t>
      </w:r>
      <w:r w:rsidR="00A63B23">
        <w:t>3</w:t>
      </w:r>
      <w:r>
        <w:t xml:space="preserve"> m pod rozhodujícím bodem spodního povrchu </w:t>
      </w:r>
      <w:r w:rsidR="00FD728A">
        <w:t xml:space="preserve">navržené </w:t>
      </w:r>
      <w:r>
        <w:t>nosné konstrukce.</w:t>
      </w:r>
    </w:p>
    <w:p w14:paraId="01E5A5F0" w14:textId="2302FB09" w:rsidR="001444D5" w:rsidRPr="00484A55" w:rsidRDefault="00483259" w:rsidP="00A4495F">
      <w:pPr>
        <w:pStyle w:val="Odstavecseseznamem"/>
        <w:numPr>
          <w:ilvl w:val="0"/>
          <w:numId w:val="5"/>
        </w:numPr>
        <w:rPr>
          <w:u w:val="single"/>
        </w:rPr>
      </w:pPr>
      <w:r w:rsidRPr="004877C8">
        <w:rPr>
          <w:rFonts w:cs="Arial"/>
          <w:color w:val="000000"/>
          <w:u w:val="single"/>
          <w:shd w:val="clear" w:color="auto" w:fill="FFFFFF"/>
        </w:rPr>
        <w:t>ú</w:t>
      </w:r>
      <w:r w:rsidR="006028BF" w:rsidRPr="004877C8">
        <w:rPr>
          <w:rFonts w:cs="Arial"/>
          <w:color w:val="000000"/>
          <w:u w:val="single"/>
          <w:shd w:val="clear" w:color="auto" w:fill="FFFFFF"/>
        </w:rPr>
        <w:t>zemní podmínky</w:t>
      </w:r>
    </w:p>
    <w:p w14:paraId="44654124" w14:textId="77777777" w:rsidR="00484A55" w:rsidRPr="00484A55" w:rsidRDefault="00484A55" w:rsidP="00484A55">
      <w:pPr>
        <w:pStyle w:val="Odstavecseseznamem"/>
        <w:rPr>
          <w:sz w:val="16"/>
          <w:szCs w:val="16"/>
          <w:u w:val="single"/>
        </w:rPr>
      </w:pPr>
    </w:p>
    <w:p w14:paraId="7B69B11F" w14:textId="77777777" w:rsidR="00484A55" w:rsidRDefault="00484A55" w:rsidP="00484A55">
      <w:pPr>
        <w:ind w:left="709"/>
      </w:pPr>
      <w:r w:rsidRPr="001263D6">
        <w:t>Řešená lokalita se nachází v intravilánu obce. Mostní objekt se nachází v zastavěném území v údolní nivě potoka (významný krajinný prvek</w:t>
      </w:r>
      <w:r>
        <w:t>)</w:t>
      </w:r>
      <w:r w:rsidRPr="001263D6">
        <w:t xml:space="preserve">. </w:t>
      </w:r>
      <w:r>
        <w:t>Jelikož se jedná o vybudování nového mostu v místě původního s totožnou světlostí, nebude mít stavba na dotčené území, krajinu a přírodu zásadní negativní vliv. Nesnižuje se a nemění krajinný ráz a jeho estetická hodnota. Stavba nepředstavuje závažný zásah, který by se mohl dotknout zájmů ochrany rostlin a živočichů. Stavbou nedojde ke změně ekologických funkcí a vazeb v krajině. Území bude využíváno stejným způsobem jako dosud.</w:t>
      </w:r>
    </w:p>
    <w:p w14:paraId="00828847" w14:textId="77777777" w:rsidR="00484A55" w:rsidRDefault="00484A55" w:rsidP="00484A55">
      <w:pPr>
        <w:ind w:left="709"/>
      </w:pPr>
      <w:r>
        <w:t>V době výstavby mostu bude doprava na II/334 vedena po dočasné objížďce (viz příloha C.4).</w:t>
      </w:r>
    </w:p>
    <w:p w14:paraId="2480066D" w14:textId="4798CC3F" w:rsidR="00484A55" w:rsidRDefault="00431710" w:rsidP="00484A55">
      <w:pPr>
        <w:pStyle w:val="Odstavecseseznamem"/>
      </w:pPr>
      <w:r>
        <w:t>Stavba nezasahuje svými zábory na pozemky určené k plnění funkce lesa. Stavba svým dočasným i trvalým záborem zasahuje na zemědělsky obhospodařované pozemky (část parcely č. 1372). V rámci územního řízení byl udělen souhlas s trvalým odnětím půdy o výměře 0,0103 ha ze zemědělského půdního fondu (Měú Kolín, č.j. MUKOLIN/OZPZ 39149/</w:t>
      </w:r>
      <w:proofErr w:type="gramStart"/>
      <w:r>
        <w:t>20-hro</w:t>
      </w:r>
      <w:proofErr w:type="gramEnd"/>
      <w:r>
        <w:t>).</w:t>
      </w:r>
    </w:p>
    <w:p w14:paraId="26892ACA" w14:textId="77777777" w:rsidR="00484A55" w:rsidRPr="00431710" w:rsidRDefault="00484A55" w:rsidP="005920B2">
      <w:pPr>
        <w:ind w:left="709"/>
        <w:rPr>
          <w:sz w:val="4"/>
          <w:szCs w:val="4"/>
        </w:rPr>
      </w:pPr>
    </w:p>
    <w:p w14:paraId="3720DFDE" w14:textId="4BE05BA3" w:rsidR="00621486" w:rsidRPr="00431710" w:rsidRDefault="00621486" w:rsidP="00431710">
      <w:pPr>
        <w:pStyle w:val="Odstavecseseznamem"/>
        <w:numPr>
          <w:ilvl w:val="0"/>
          <w:numId w:val="5"/>
        </w:numPr>
        <w:rPr>
          <w:rFonts w:cs="Arial"/>
          <w:color w:val="000000"/>
          <w:u w:val="single"/>
          <w:shd w:val="clear" w:color="auto" w:fill="FFFFFF"/>
        </w:rPr>
      </w:pPr>
      <w:r w:rsidRPr="004877C8">
        <w:rPr>
          <w:rFonts w:cs="Arial"/>
          <w:color w:val="000000"/>
          <w:u w:val="single"/>
          <w:shd w:val="clear" w:color="auto" w:fill="FFFFFF"/>
        </w:rPr>
        <w:t>geo</w:t>
      </w:r>
      <w:r w:rsidR="006028BF" w:rsidRPr="004877C8">
        <w:rPr>
          <w:rFonts w:cs="Arial"/>
          <w:color w:val="000000"/>
          <w:u w:val="single"/>
          <w:shd w:val="clear" w:color="auto" w:fill="FFFFFF"/>
        </w:rPr>
        <w:t>technické podmínky</w:t>
      </w:r>
      <w:r w:rsidRPr="00431710">
        <w:rPr>
          <w:rFonts w:cs="Arial"/>
          <w:color w:val="000000"/>
          <w:u w:val="single"/>
          <w:shd w:val="clear" w:color="auto" w:fill="FFFFFF"/>
        </w:rPr>
        <w:t xml:space="preserve"> </w:t>
      </w:r>
    </w:p>
    <w:p w14:paraId="3FEF1B8B" w14:textId="53007192" w:rsidR="00FB2407" w:rsidRDefault="00FB2407" w:rsidP="006028BF">
      <w:pPr>
        <w:spacing w:before="0"/>
      </w:pPr>
    </w:p>
    <w:p w14:paraId="6B42DF96" w14:textId="77777777" w:rsidR="00431710" w:rsidRDefault="00431710" w:rsidP="00431710">
      <w:pPr>
        <w:spacing w:before="0"/>
        <w:ind w:left="709"/>
      </w:pPr>
      <w:r>
        <w:t>Z regionálně geologického hlediska je zájmové území součástí Českého masivu, konkrétně náleží k svrchnoproterozoickému kutnohorskému krystaliniku. To je na východ od zájmového území omezeno výrazným kouřimským zlomem. Skalní podloží je v zájmovém území budováno metamorfovanými horninami náležejícími ke kutnohorské skupině krystalinika. Jedná se především o biotit-muskovitické ruly až migmatitiy. Horniny jsou zpravidla jemnozrnné.</w:t>
      </w:r>
    </w:p>
    <w:p w14:paraId="7F887500" w14:textId="77777777" w:rsidR="00431710" w:rsidRDefault="00431710" w:rsidP="00431710">
      <w:pPr>
        <w:spacing w:before="0"/>
        <w:ind w:left="709"/>
      </w:pPr>
      <w:proofErr w:type="gramStart"/>
      <w:r>
        <w:t>Terén  na</w:t>
      </w:r>
      <w:proofErr w:type="gramEnd"/>
      <w:r>
        <w:t xml:space="preserve">  lokalitě  je  mírně zvlněný  s výškou  okolo  350  m  n.  m.  </w:t>
      </w:r>
    </w:p>
    <w:p w14:paraId="5311D238" w14:textId="3077D3CF" w:rsidR="00FB2407" w:rsidRDefault="00FB2407" w:rsidP="00431710">
      <w:pPr>
        <w:spacing w:before="0"/>
        <w:ind w:left="709"/>
      </w:pPr>
    </w:p>
    <w:p w14:paraId="5103EC0D" w14:textId="77777777" w:rsidR="00431710" w:rsidRPr="000548C0" w:rsidRDefault="00431710" w:rsidP="004604AA">
      <w:pPr>
        <w:spacing w:before="0"/>
        <w:ind w:left="709"/>
      </w:pPr>
      <w:r w:rsidRPr="000548C0">
        <w:t xml:space="preserve">Pro mostní objekt a opěrnou zeď bylo využito archivního inženýrskogeologického průzkumu pro plánovanou, ale nerealizovanou rekonstrukci předmětného mostu z roku 2013 (RNDr. Vitásek, SUDOP Praha). Tento archivní průzkum je uložen v Geofondu Praha. </w:t>
      </w:r>
    </w:p>
    <w:p w14:paraId="1E83A0EA" w14:textId="77777777" w:rsidR="00431710" w:rsidRPr="000548C0" w:rsidRDefault="00431710" w:rsidP="004604AA">
      <w:pPr>
        <w:spacing w:before="0"/>
        <w:ind w:left="709"/>
      </w:pPr>
      <w:r w:rsidRPr="000548C0">
        <w:t xml:space="preserve">Z hlediska geomorfologického členění reliéfu ČR (J. Demek et. al., 1987) spadá zájmové území do </w:t>
      </w:r>
      <w:proofErr w:type="gramStart"/>
      <w:r w:rsidRPr="000548C0">
        <w:t>geomorfologického  celku</w:t>
      </w:r>
      <w:proofErr w:type="gramEnd"/>
      <w:r w:rsidRPr="000548C0">
        <w:t xml:space="preserve">  Hornosázavská pahorkatina, podcelku Kutnohorská plošina.  Z regionálně-geologického hlediska zájmové území náleží k svrchnoproterozoickému kutnohorskému krystaliniku. Skalní podloží je v zájmovém území budováno metamorfovanými horninami reprezentovanými především biotit-muskovitickými rulami až migmatity. Horniny jsou zpravidla jemnozrnné, přičemž provedenými vrty byl zastižen pouze jejich zvětralinový plášť. </w:t>
      </w:r>
    </w:p>
    <w:p w14:paraId="3AC103F4" w14:textId="77777777" w:rsidR="00431710" w:rsidRPr="000548C0" w:rsidRDefault="00431710" w:rsidP="004604AA">
      <w:pPr>
        <w:spacing w:before="0"/>
        <w:ind w:left="709"/>
      </w:pPr>
      <w:r w:rsidRPr="000548C0">
        <w:t>Svrchní část zastiženého profilu doplňují kvartérní hlinité a jílovité sedimenty měkké až tuhé konzistence, které v blízkosti vodoteče mají zvýšený obsah písčité frakce.</w:t>
      </w:r>
    </w:p>
    <w:p w14:paraId="19C18468" w14:textId="77777777" w:rsidR="00431710" w:rsidRPr="000548C0" w:rsidRDefault="00431710" w:rsidP="004604AA">
      <w:pPr>
        <w:spacing w:before="0"/>
        <w:ind w:left="709"/>
        <w:rPr>
          <w:b/>
        </w:rPr>
      </w:pPr>
      <w:r w:rsidRPr="000548C0">
        <w:rPr>
          <w:b/>
        </w:rPr>
        <w:t xml:space="preserve">Základové podmínky u mostu SO 201 ověřuje vrtaná sonda J1, u opěrné zdi </w:t>
      </w:r>
      <w:proofErr w:type="gramStart"/>
      <w:r w:rsidRPr="000548C0">
        <w:rPr>
          <w:b/>
        </w:rPr>
        <w:t>pak  vrtaná</w:t>
      </w:r>
      <w:proofErr w:type="gramEnd"/>
      <w:r w:rsidRPr="000548C0">
        <w:rPr>
          <w:b/>
        </w:rPr>
        <w:t xml:space="preserve"> sonda J2. </w:t>
      </w:r>
    </w:p>
    <w:p w14:paraId="30013850" w14:textId="77777777" w:rsidR="00431710" w:rsidRPr="000548C0" w:rsidRDefault="00431710" w:rsidP="004604AA">
      <w:pPr>
        <w:spacing w:before="0"/>
        <w:ind w:left="709"/>
      </w:pPr>
      <w:r w:rsidRPr="000548C0">
        <w:t xml:space="preserve">Na bázi jádrového vrtu </w:t>
      </w:r>
      <w:r w:rsidRPr="000548C0">
        <w:rPr>
          <w:b/>
          <w:bCs/>
        </w:rPr>
        <w:t>J1</w:t>
      </w:r>
      <w:r w:rsidRPr="000548C0">
        <w:t xml:space="preserve"> byly ve svrchní části zastiženy navážky (hlinitý štěrk – silniční těleso), pod nimi fluviální sedimenty třídy F4/CS (písčité jíly), dále fluviální sedimenty třídy F5/MI (hlíny se střední plasticitou) a F6/CI (jíly se střední plasticitou). Pod tímto kvartérním pokryvem se v hloubce cca 6,3 m nachází horniny předkvartérního podkladu tvořené zcela zvětralými rulami charakteru písčitých jílů (R6/CS). Sonda J2 je obdobného složení, jen zde v kvartérním pokryvu zcela absentuje vrstva F4/CS.</w:t>
      </w:r>
    </w:p>
    <w:p w14:paraId="39DA272F" w14:textId="77777777" w:rsidR="00431710" w:rsidRPr="000548C0" w:rsidRDefault="00431710" w:rsidP="004604AA">
      <w:pPr>
        <w:spacing w:before="0"/>
        <w:ind w:left="709"/>
      </w:pPr>
    </w:p>
    <w:p w14:paraId="011E12EA" w14:textId="77777777" w:rsidR="00431710" w:rsidRPr="000548C0" w:rsidRDefault="00431710" w:rsidP="004604AA">
      <w:pPr>
        <w:spacing w:before="0"/>
        <w:ind w:left="851"/>
      </w:pPr>
      <w:r w:rsidRPr="000548C0">
        <w:t xml:space="preserve">Hladina podzemní vody byla zastižena v úrovni 1,50 m pod terénem a po </w:t>
      </w:r>
      <w:proofErr w:type="gramStart"/>
      <w:r w:rsidRPr="000548C0">
        <w:t>1h</w:t>
      </w:r>
      <w:proofErr w:type="gramEnd"/>
      <w:r w:rsidRPr="000548C0">
        <w:t xml:space="preserve"> se ustálila v úrovni 2,10 až 2,55 m pod terénem. Jedná se o kolektor podzemní vody vázaný na kvartérní sedimenty v blízkosti vodotečí. Dle chemických analýz podzemní vody vykazuje prostředí střední agresivitu – stupeň XA2.</w:t>
      </w:r>
    </w:p>
    <w:p w14:paraId="79C85081" w14:textId="77777777" w:rsidR="00431710" w:rsidRPr="000548C0" w:rsidRDefault="00431710" w:rsidP="004604AA">
      <w:pPr>
        <w:spacing w:before="0"/>
        <w:ind w:left="1134"/>
      </w:pPr>
    </w:p>
    <w:p w14:paraId="14C5593B" w14:textId="2D3E0FC5" w:rsidR="00431710" w:rsidRDefault="00431710" w:rsidP="004604AA">
      <w:pPr>
        <w:spacing w:before="0"/>
        <w:ind w:left="851"/>
      </w:pPr>
      <w:proofErr w:type="gramStart"/>
      <w:r w:rsidRPr="000548C0">
        <w:t>Lze  předpokládat</w:t>
      </w:r>
      <w:proofErr w:type="gramEnd"/>
      <w:r w:rsidRPr="000548C0">
        <w:t>,  že  v průběhu  zemních  prací  bude  docházet  k zaplavování  výkopové  jámy „průsakovou“ vodou z recipientu. Případné přítoky podzemní vody do výkopu budou velmi malých vydatností a bude je možno odčerpávat kalovým čerpadlem přímo z nejnižšího místa výkopové jámy pro založení mostní konstrukce.</w:t>
      </w:r>
    </w:p>
    <w:p w14:paraId="40EFD075" w14:textId="4B1CF4D1" w:rsidR="00F55B6D" w:rsidRDefault="00F55B6D" w:rsidP="004604AA">
      <w:pPr>
        <w:spacing w:before="0"/>
        <w:ind w:left="851"/>
      </w:pPr>
    </w:p>
    <w:p w14:paraId="30E8C760" w14:textId="2A3353CC" w:rsidR="00F55B6D" w:rsidRDefault="00F55B6D" w:rsidP="004604AA">
      <w:pPr>
        <w:spacing w:before="0"/>
        <w:ind w:left="851"/>
      </w:pPr>
    </w:p>
    <w:p w14:paraId="745909B8" w14:textId="19CA6051" w:rsidR="00262A4E" w:rsidRPr="000C1237" w:rsidRDefault="00262A4E" w:rsidP="00262A4E">
      <w:pPr>
        <w:pStyle w:val="Nadpis2"/>
      </w:pPr>
      <w:bookmarkStart w:id="15" w:name="_Toc73104852"/>
      <w:r w:rsidRPr="000C1237">
        <w:lastRenderedPageBreak/>
        <w:t>TECHNICKÉ ŘEŠENÍ MOSTU</w:t>
      </w:r>
      <w:bookmarkEnd w:id="15"/>
    </w:p>
    <w:p w14:paraId="496B5DF7" w14:textId="66DFE0CF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demolice stávajícího mostu</w:t>
      </w:r>
    </w:p>
    <w:p w14:paraId="1870CB5F" w14:textId="34045639" w:rsidR="00262A4E" w:rsidRPr="000C1237" w:rsidRDefault="00262A4E" w:rsidP="004877C8">
      <w:pPr>
        <w:ind w:left="709"/>
        <w:rPr>
          <w:rFonts w:cs="Arial"/>
        </w:rPr>
      </w:pPr>
      <w:r w:rsidRPr="000C1237">
        <w:t xml:space="preserve">Účelem demolice původního mostu je uvolnění staveniště pro stavbu nového mostu. </w:t>
      </w:r>
      <w:r w:rsidR="00565EDE">
        <w:t>Klenbová n</w:t>
      </w:r>
      <w:r w:rsidR="003211B4" w:rsidRPr="000C1237">
        <w:t>osná</w:t>
      </w:r>
      <w:r w:rsidRPr="000C1237">
        <w:t xml:space="preserve"> konstrukce mostu</w:t>
      </w:r>
      <w:r w:rsidRPr="000C1237">
        <w:rPr>
          <w:rFonts w:cs="Arial"/>
        </w:rPr>
        <w:t xml:space="preserve"> b</w:t>
      </w:r>
      <w:r w:rsidR="00565EDE">
        <w:rPr>
          <w:rFonts w:cs="Arial"/>
        </w:rPr>
        <w:t>y měla být bourána strojními mechanismy, které musí stát v předpolí mimo vlastní konstrukci klenby. Stávající opěrná zeď bud</w:t>
      </w:r>
      <w:r w:rsidR="001F3082">
        <w:rPr>
          <w:rFonts w:cs="Arial"/>
        </w:rPr>
        <w:t>e rozebrána po odtěžení zásypu za jejím rubem.</w:t>
      </w:r>
    </w:p>
    <w:p w14:paraId="3A36C47E" w14:textId="77777777" w:rsidR="00262A4E" w:rsidRPr="000C1237" w:rsidRDefault="00262A4E" w:rsidP="004877C8">
      <w:pPr>
        <w:ind w:left="709"/>
      </w:pPr>
      <w:r w:rsidRPr="000C1237">
        <w:rPr>
          <w:rFonts w:cs="Arial"/>
        </w:rPr>
        <w:t xml:space="preserve">Musí být zajištěno, aby byl potok pod mostem před zahájením demolice zatrubněn, aby vybouraný materiál nepadal do toku a neznečisťoval jej. </w:t>
      </w:r>
      <w:r w:rsidRPr="000C1237">
        <w:t xml:space="preserve">Vybouraný materiál bude tříděn a odvážen na skládku do </w:t>
      </w:r>
      <w:smartTag w:uri="urn:schemas-microsoft-com:office:smarttags" w:element="metricconverter">
        <w:smartTagPr>
          <w:attr w:name="ProductID" w:val="20 km"/>
        </w:smartTagPr>
        <w:r w:rsidRPr="000C1237">
          <w:t>20 km</w:t>
        </w:r>
      </w:smartTag>
      <w:r w:rsidRPr="000C1237">
        <w:t>.</w:t>
      </w:r>
    </w:p>
    <w:p w14:paraId="29A726B8" w14:textId="3FC65C86" w:rsidR="00262A4E" w:rsidRPr="000C1237" w:rsidRDefault="00262A4E" w:rsidP="00A4495F">
      <w:pPr>
        <w:pStyle w:val="Odstavecseseznamem"/>
        <w:numPr>
          <w:ilvl w:val="0"/>
          <w:numId w:val="6"/>
        </w:numPr>
        <w:ind w:left="709"/>
        <w:rPr>
          <w:u w:val="single"/>
        </w:rPr>
      </w:pPr>
      <w:r w:rsidRPr="000C1237">
        <w:rPr>
          <w:u w:val="single"/>
        </w:rPr>
        <w:t>popis nosné konstrukce mostu</w:t>
      </w:r>
    </w:p>
    <w:p w14:paraId="070C4BE0" w14:textId="2D9F0F47" w:rsidR="00262A4E" w:rsidRDefault="003211B4" w:rsidP="004877C8">
      <w:pPr>
        <w:tabs>
          <w:tab w:val="left" w:pos="567"/>
          <w:tab w:val="left" w:pos="2835"/>
          <w:tab w:val="left" w:pos="5245"/>
          <w:tab w:val="left" w:pos="5954"/>
        </w:tabs>
        <w:ind w:left="709"/>
        <w:rPr>
          <w:rFonts w:cs="Arial"/>
          <w:szCs w:val="22"/>
        </w:rPr>
      </w:pPr>
      <w:r w:rsidRPr="000C1237">
        <w:rPr>
          <w:rFonts w:cs="Arial"/>
          <w:szCs w:val="22"/>
        </w:rPr>
        <w:t>Novou n</w:t>
      </w:r>
      <w:r w:rsidR="00262A4E" w:rsidRPr="000C1237">
        <w:rPr>
          <w:rFonts w:cs="Arial"/>
          <w:szCs w:val="22"/>
        </w:rPr>
        <w:t>osnou konstrukci tvoří otevřený monolitický železobetonový rám</w:t>
      </w:r>
      <w:r w:rsidR="006F24E4">
        <w:rPr>
          <w:rFonts w:cs="Arial"/>
          <w:szCs w:val="22"/>
        </w:rPr>
        <w:t>.</w:t>
      </w:r>
      <w:r w:rsidR="00262A4E" w:rsidRPr="000C1237">
        <w:rPr>
          <w:rFonts w:cs="Arial"/>
          <w:szCs w:val="22"/>
        </w:rPr>
        <w:t xml:space="preserve"> Tloušťka příčle v poli je 4</w:t>
      </w:r>
      <w:r w:rsidR="006F24E4">
        <w:rPr>
          <w:rFonts w:cs="Arial"/>
          <w:szCs w:val="22"/>
        </w:rPr>
        <w:t>1</w:t>
      </w:r>
      <w:r w:rsidRPr="000C1237">
        <w:rPr>
          <w:rFonts w:cs="Arial"/>
          <w:szCs w:val="22"/>
        </w:rPr>
        <w:t>0</w:t>
      </w:r>
      <w:r w:rsidR="00262A4E" w:rsidRPr="000C1237">
        <w:rPr>
          <w:rFonts w:cs="Arial"/>
          <w:szCs w:val="22"/>
        </w:rPr>
        <w:t xml:space="preserve"> mm. Stojky mají v kolmé tloušťku 0,</w:t>
      </w:r>
      <w:r w:rsidR="006F24E4">
        <w:rPr>
          <w:rFonts w:cs="Arial"/>
          <w:szCs w:val="22"/>
        </w:rPr>
        <w:t>3</w:t>
      </w:r>
      <w:r w:rsidRPr="000C1237">
        <w:rPr>
          <w:rFonts w:cs="Arial"/>
          <w:szCs w:val="22"/>
        </w:rPr>
        <w:t>5</w:t>
      </w:r>
      <w:r w:rsidR="00262A4E" w:rsidRPr="000C1237">
        <w:rPr>
          <w:rFonts w:cs="Arial"/>
          <w:szCs w:val="22"/>
        </w:rPr>
        <w:t xml:space="preserve"> m. Rozpětí NK je </w:t>
      </w:r>
      <w:r w:rsidR="00615920">
        <w:rPr>
          <w:rFonts w:cs="Arial"/>
          <w:szCs w:val="22"/>
        </w:rPr>
        <w:t>3</w:t>
      </w:r>
      <w:r w:rsidR="00262A4E" w:rsidRPr="000C1237">
        <w:rPr>
          <w:rFonts w:cs="Arial"/>
          <w:szCs w:val="22"/>
        </w:rPr>
        <w:t>,</w:t>
      </w:r>
      <w:r w:rsidR="00615920">
        <w:rPr>
          <w:rFonts w:cs="Arial"/>
          <w:szCs w:val="22"/>
        </w:rPr>
        <w:t>2</w:t>
      </w:r>
      <w:r w:rsidRPr="000C1237">
        <w:rPr>
          <w:rFonts w:cs="Arial"/>
          <w:szCs w:val="22"/>
        </w:rPr>
        <w:t>5</w:t>
      </w:r>
      <w:r w:rsidR="00262A4E" w:rsidRPr="000C1237">
        <w:rPr>
          <w:rFonts w:cs="Arial"/>
          <w:szCs w:val="22"/>
        </w:rPr>
        <w:t xml:space="preserve"> m, délka NK je </w:t>
      </w:r>
      <w:r w:rsidR="00615920">
        <w:rPr>
          <w:rFonts w:cs="Arial"/>
          <w:szCs w:val="22"/>
        </w:rPr>
        <w:t>3</w:t>
      </w:r>
      <w:r w:rsidR="00262A4E" w:rsidRPr="000C1237">
        <w:rPr>
          <w:rFonts w:cs="Arial"/>
          <w:szCs w:val="22"/>
        </w:rPr>
        <w:t>,</w:t>
      </w:r>
      <w:r w:rsidR="00615920">
        <w:rPr>
          <w:rFonts w:cs="Arial"/>
          <w:szCs w:val="22"/>
        </w:rPr>
        <w:t>6</w:t>
      </w:r>
      <w:r w:rsidR="00262A4E" w:rsidRPr="000C1237">
        <w:rPr>
          <w:rFonts w:cs="Arial"/>
          <w:szCs w:val="22"/>
        </w:rPr>
        <w:t xml:space="preserve">0 m. Šířka NK je </w:t>
      </w:r>
      <w:r w:rsidR="00615920">
        <w:rPr>
          <w:rFonts w:cs="Arial"/>
          <w:szCs w:val="22"/>
        </w:rPr>
        <w:t>7</w:t>
      </w:r>
      <w:r w:rsidR="00262A4E" w:rsidRPr="000C1237">
        <w:rPr>
          <w:rFonts w:cs="Arial"/>
          <w:szCs w:val="22"/>
        </w:rPr>
        <w:t>,</w:t>
      </w:r>
      <w:r w:rsidR="00615920">
        <w:rPr>
          <w:rFonts w:cs="Arial"/>
          <w:szCs w:val="22"/>
        </w:rPr>
        <w:t>1</w:t>
      </w:r>
      <w:r w:rsidR="00262A4E" w:rsidRPr="000C1237">
        <w:rPr>
          <w:rFonts w:cs="Arial"/>
          <w:szCs w:val="22"/>
        </w:rPr>
        <w:t>0 m. Horní povrch mostovky respektuje niveletu komunikace (</w:t>
      </w:r>
      <w:r w:rsidR="004829E0">
        <w:rPr>
          <w:rFonts w:cs="Arial"/>
          <w:szCs w:val="22"/>
        </w:rPr>
        <w:t>zakružovací vrcholový oblouk R=</w:t>
      </w:r>
      <w:proofErr w:type="gramStart"/>
      <w:r w:rsidR="004829E0">
        <w:rPr>
          <w:rFonts w:cs="Arial"/>
          <w:szCs w:val="22"/>
        </w:rPr>
        <w:t>250m</w:t>
      </w:r>
      <w:proofErr w:type="gramEnd"/>
      <w:r w:rsidR="00262A4E" w:rsidRPr="000C1237">
        <w:rPr>
          <w:rFonts w:cs="Arial"/>
          <w:szCs w:val="22"/>
        </w:rPr>
        <w:t xml:space="preserve">), příčný spád mostovky je střechovitý 2,5 % s protispády 6,0 % pod římsami. </w:t>
      </w:r>
    </w:p>
    <w:p w14:paraId="4A19F43A" w14:textId="5728B0FE" w:rsidR="00054BBB" w:rsidRDefault="00054BBB" w:rsidP="00E01C71">
      <w:pPr>
        <w:ind w:left="709"/>
      </w:pPr>
      <w:r w:rsidRPr="008368E2">
        <w:rPr>
          <w:bCs/>
        </w:rPr>
        <w:t xml:space="preserve">Zasypané části </w:t>
      </w:r>
      <w:r>
        <w:rPr>
          <w:bCs/>
        </w:rPr>
        <w:t xml:space="preserve">stojek rámu </w:t>
      </w:r>
      <w:r w:rsidRPr="008368E2">
        <w:t xml:space="preserve">budou opatřeny nátěrem proti zemní vlhkosti ve složení 1xAlp + 2xNa a ochráněny drenážní geotextilií </w:t>
      </w:r>
      <w:r w:rsidRPr="008368E2">
        <w:rPr>
          <w:rFonts w:cs="Arial"/>
          <w:szCs w:val="22"/>
        </w:rPr>
        <w:t>gramáže min. 600 g/m2.</w:t>
      </w:r>
      <w:r w:rsidRPr="008368E2">
        <w:t xml:space="preserve"> Za rubem bude provedena drenáž, která bude vyústěna skrz </w:t>
      </w:r>
      <w:r>
        <w:t xml:space="preserve">stěnu stojky </w:t>
      </w:r>
      <w:r w:rsidRPr="008368E2">
        <w:t xml:space="preserve">na </w:t>
      </w:r>
      <w:r w:rsidR="00E01C71">
        <w:t xml:space="preserve">její </w:t>
      </w:r>
      <w:r w:rsidRPr="008368E2">
        <w:t>líc.</w:t>
      </w:r>
    </w:p>
    <w:p w14:paraId="5BA1DE50" w14:textId="2F9D9149" w:rsidR="007C76B6" w:rsidRPr="000C1237" w:rsidRDefault="005328C5" w:rsidP="007C76B6">
      <w:pPr>
        <w:ind w:left="709"/>
      </w:pPr>
      <w:r>
        <w:t>Z</w:t>
      </w:r>
      <w:r w:rsidR="00DA1B91">
        <w:t> </w:t>
      </w:r>
      <w:r>
        <w:t>důvodu</w:t>
      </w:r>
      <w:r w:rsidR="00DA1B91">
        <w:t xml:space="preserve"> možného budoucího rozšíření mostu </w:t>
      </w:r>
      <w:r w:rsidR="009139AB">
        <w:t xml:space="preserve">budou na </w:t>
      </w:r>
      <w:r w:rsidR="0070647B">
        <w:t xml:space="preserve">obou </w:t>
      </w:r>
      <w:r w:rsidR="00C12E0D">
        <w:t xml:space="preserve">bočních </w:t>
      </w:r>
      <w:r w:rsidR="009139AB">
        <w:t>okrajích</w:t>
      </w:r>
      <w:r w:rsidR="00C12E0D">
        <w:t xml:space="preserve"> rámového příčle</w:t>
      </w:r>
      <w:r w:rsidR="0023641E">
        <w:t xml:space="preserve"> umístěny šroubované spojky výztuže </w:t>
      </w:r>
      <w:r w:rsidR="00F45BC5">
        <w:t xml:space="preserve">pro </w:t>
      </w:r>
      <w:r w:rsidR="00E2221E">
        <w:t xml:space="preserve">nastykování </w:t>
      </w:r>
      <w:r w:rsidR="007B75CF">
        <w:t>výztuže</w:t>
      </w:r>
      <w:r w:rsidR="00E94338">
        <w:t xml:space="preserve"> případné budoucí dobetonované </w:t>
      </w:r>
      <w:r w:rsidR="00532CEC">
        <w:t xml:space="preserve">konzoly mostovkové desky. Boční povrch </w:t>
      </w:r>
      <w:r w:rsidR="00116ADD">
        <w:t xml:space="preserve">bude rovněž opatřen </w:t>
      </w:r>
      <w:r w:rsidR="00F045A4">
        <w:t xml:space="preserve">podélným smykovým </w:t>
      </w:r>
      <w:r w:rsidR="00C84F60">
        <w:t>zazubením. Nosná konstrukce</w:t>
      </w:r>
      <w:r w:rsidR="001F4ED0">
        <w:t xml:space="preserve"> </w:t>
      </w:r>
      <w:r w:rsidR="001631A3">
        <w:t xml:space="preserve">je na </w:t>
      </w:r>
      <w:r w:rsidR="0070647B">
        <w:t>přitížení b</w:t>
      </w:r>
      <w:r w:rsidR="006E0539">
        <w:t>udoucím veřejným chodníkem nadimenzována</w:t>
      </w:r>
      <w:r w:rsidR="006A0667">
        <w:t xml:space="preserve">, </w:t>
      </w:r>
      <w:r w:rsidR="00921A07">
        <w:t>vyztužení NK je tomuto uzpůsobeno.</w:t>
      </w:r>
      <w:r w:rsidR="00823629">
        <w:t xml:space="preserve"> Na křídlech a opěrné zdi však již spojky výztuže a ozubení</w:t>
      </w:r>
      <w:r w:rsidR="00A2616F">
        <w:t xml:space="preserve"> umísťovány nebudou, zde bude při potenciálním budoucím rozšíření</w:t>
      </w:r>
      <w:r w:rsidR="00085173">
        <w:t xml:space="preserve"> chodník tvořen lehkými pochozími deskami z</w:t>
      </w:r>
      <w:r w:rsidR="00AD7887">
        <w:t> </w:t>
      </w:r>
      <w:r w:rsidR="00085173">
        <w:t>kompozitu</w:t>
      </w:r>
      <w:r w:rsidR="00AD7887">
        <w:t xml:space="preserve"> podepíranými ocelovými podélníky na ocelových konzolách kotvených do křídla (opěrné zdi) </w:t>
      </w:r>
      <w:r w:rsidR="000558F1">
        <w:t>dodatečně vlepovanými chemickými kotvami.</w:t>
      </w:r>
      <w:r w:rsidR="003D0B16">
        <w:t xml:space="preserve"> Dané roz</w:t>
      </w:r>
      <w:r w:rsidR="00D517F0">
        <w:t>šíření je však podmíněno novým územním rozhodnutím, resp. novým stavebním povolením</w:t>
      </w:r>
    </w:p>
    <w:p w14:paraId="7DC789EB" w14:textId="77777777" w:rsidR="00262A4E" w:rsidRPr="000C1237" w:rsidRDefault="00262A4E" w:rsidP="004877C8">
      <w:pPr>
        <w:tabs>
          <w:tab w:val="left" w:pos="567"/>
          <w:tab w:val="left" w:pos="2835"/>
          <w:tab w:val="left" w:pos="5245"/>
          <w:tab w:val="left" w:pos="5954"/>
        </w:tabs>
        <w:ind w:left="709"/>
      </w:pPr>
      <w:r w:rsidRPr="000C1237">
        <w:t xml:space="preserve">Beton nosné konstrukce je </w:t>
      </w:r>
      <w:r w:rsidRPr="000C1237">
        <w:rPr>
          <w:b/>
          <w:bCs/>
        </w:rPr>
        <w:t>C30/37-XC</w:t>
      </w:r>
      <w:proofErr w:type="gramStart"/>
      <w:r w:rsidRPr="000C1237">
        <w:rPr>
          <w:b/>
          <w:bCs/>
        </w:rPr>
        <w:t>4,XD</w:t>
      </w:r>
      <w:proofErr w:type="gramEnd"/>
      <w:r w:rsidRPr="000C1237">
        <w:rPr>
          <w:b/>
          <w:bCs/>
        </w:rPr>
        <w:t>1,XF2</w:t>
      </w:r>
      <w:r w:rsidRPr="000C1237">
        <w:t xml:space="preserve">, betonářská výztuž </w:t>
      </w:r>
      <w:r w:rsidRPr="000C1237">
        <w:rPr>
          <w:b/>
          <w:bCs/>
        </w:rPr>
        <w:t>B500B</w:t>
      </w:r>
      <w:r w:rsidRPr="000C1237">
        <w:t>.</w:t>
      </w:r>
    </w:p>
    <w:p w14:paraId="0C8525EE" w14:textId="3555843B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údaje o založení a spodní stavbě mostu</w:t>
      </w:r>
    </w:p>
    <w:p w14:paraId="7180F018" w14:textId="25AC7C88" w:rsidR="00262A4E" w:rsidRPr="008368E2" w:rsidRDefault="00262A4E" w:rsidP="004877C8">
      <w:pPr>
        <w:ind w:left="709"/>
        <w:rPr>
          <w:rFonts w:cs="Arial"/>
          <w:szCs w:val="22"/>
        </w:rPr>
      </w:pPr>
      <w:r w:rsidRPr="000C1237">
        <w:rPr>
          <w:rFonts w:cs="Arial"/>
          <w:szCs w:val="22"/>
        </w:rPr>
        <w:t>Most bude založen plošně na základových pasech výšky 0,</w:t>
      </w:r>
      <w:r w:rsidR="003211B4" w:rsidRPr="000C1237">
        <w:rPr>
          <w:rFonts w:cs="Arial"/>
          <w:szCs w:val="22"/>
        </w:rPr>
        <w:t>5</w:t>
      </w:r>
      <w:r w:rsidRPr="000C1237">
        <w:rPr>
          <w:rFonts w:cs="Arial"/>
          <w:szCs w:val="22"/>
        </w:rPr>
        <w:t>0 m a šířky 1,</w:t>
      </w:r>
      <w:r w:rsidR="004829E0">
        <w:rPr>
          <w:rFonts w:cs="Arial"/>
          <w:szCs w:val="22"/>
        </w:rPr>
        <w:t>2</w:t>
      </w:r>
      <w:r w:rsidR="003211B4" w:rsidRPr="000C1237">
        <w:rPr>
          <w:rFonts w:cs="Arial"/>
          <w:szCs w:val="22"/>
        </w:rPr>
        <w:t>5</w:t>
      </w:r>
      <w:r w:rsidRPr="000C1237">
        <w:rPr>
          <w:rFonts w:cs="Arial"/>
          <w:szCs w:val="22"/>
        </w:rPr>
        <w:t xml:space="preserve"> m</w:t>
      </w:r>
      <w:r w:rsidR="00B56C59">
        <w:rPr>
          <w:rFonts w:cs="Arial"/>
          <w:szCs w:val="22"/>
        </w:rPr>
        <w:t>, opěrná zeď na základových pasech výšky 0,50 m a šířky 2,50 m</w:t>
      </w:r>
      <w:r w:rsidRPr="000C1237">
        <w:rPr>
          <w:rFonts w:cs="Arial"/>
          <w:szCs w:val="22"/>
        </w:rPr>
        <w:t>. Tyto pasy budou vybetonovány na podkladním betonu</w:t>
      </w:r>
      <w:r w:rsidR="002A7D47" w:rsidRPr="000C1237">
        <w:rPr>
          <w:rFonts w:cs="Arial"/>
          <w:szCs w:val="22"/>
        </w:rPr>
        <w:t xml:space="preserve"> tl. </w:t>
      </w:r>
      <w:r w:rsidR="002C38B3">
        <w:rPr>
          <w:rFonts w:cs="Arial"/>
          <w:szCs w:val="22"/>
        </w:rPr>
        <w:t>4</w:t>
      </w:r>
      <w:r w:rsidR="004829E0">
        <w:rPr>
          <w:rFonts w:cs="Arial"/>
          <w:szCs w:val="22"/>
        </w:rPr>
        <w:t>0</w:t>
      </w:r>
      <w:r w:rsidR="002A7D47" w:rsidRPr="000C1237">
        <w:rPr>
          <w:rFonts w:cs="Arial"/>
          <w:szCs w:val="22"/>
        </w:rPr>
        <w:t>0 mm</w:t>
      </w:r>
      <w:r w:rsidR="002C38B3">
        <w:rPr>
          <w:rFonts w:cs="Arial"/>
          <w:szCs w:val="22"/>
        </w:rPr>
        <w:t xml:space="preserve"> vyztuženém při obou površích KARI sítí</w:t>
      </w:r>
      <w:r w:rsidR="003211B4" w:rsidRPr="000C1237">
        <w:rPr>
          <w:rFonts w:cs="Arial"/>
          <w:szCs w:val="22"/>
        </w:rPr>
        <w:t>,</w:t>
      </w:r>
      <w:r w:rsidRPr="000C1237">
        <w:rPr>
          <w:rFonts w:cs="Arial"/>
          <w:szCs w:val="22"/>
        </w:rPr>
        <w:t xml:space="preserve"> který bude pod mostem proveden celoplošně a bude zároveň sloužit jako podklad pro podpěrnou skruž při </w:t>
      </w:r>
      <w:r w:rsidRPr="008368E2">
        <w:rPr>
          <w:rFonts w:cs="Arial"/>
          <w:szCs w:val="22"/>
        </w:rPr>
        <w:t>výstavbě NK.</w:t>
      </w:r>
    </w:p>
    <w:p w14:paraId="4345994F" w14:textId="520DD987" w:rsidR="00262A4E" w:rsidRPr="008368E2" w:rsidRDefault="00262A4E" w:rsidP="004877C8">
      <w:pPr>
        <w:ind w:left="709"/>
        <w:rPr>
          <w:rFonts w:cs="Arial"/>
          <w:szCs w:val="22"/>
        </w:rPr>
      </w:pPr>
      <w:r w:rsidRPr="008368E2">
        <w:rPr>
          <w:rFonts w:cs="Arial"/>
          <w:szCs w:val="22"/>
        </w:rPr>
        <w:t>Povrch</w:t>
      </w:r>
      <w:r w:rsidR="008368E2" w:rsidRPr="008368E2">
        <w:rPr>
          <w:rFonts w:cs="Arial"/>
          <w:szCs w:val="22"/>
        </w:rPr>
        <w:t>y</w:t>
      </w:r>
      <w:r w:rsidRPr="008368E2">
        <w:rPr>
          <w:rFonts w:cs="Arial"/>
          <w:szCs w:val="22"/>
        </w:rPr>
        <w:t xml:space="preserve"> všech základů</w:t>
      </w:r>
      <w:r w:rsidR="00BB316A" w:rsidRPr="008368E2">
        <w:rPr>
          <w:rFonts w:cs="Arial"/>
          <w:szCs w:val="22"/>
        </w:rPr>
        <w:t xml:space="preserve"> </w:t>
      </w:r>
      <w:r w:rsidRPr="008368E2">
        <w:rPr>
          <w:rFonts w:cs="Arial"/>
          <w:szCs w:val="22"/>
        </w:rPr>
        <w:t>bud</w:t>
      </w:r>
      <w:r w:rsidR="00BB316A" w:rsidRPr="008368E2">
        <w:rPr>
          <w:rFonts w:cs="Arial"/>
          <w:szCs w:val="22"/>
        </w:rPr>
        <w:t>ou</w:t>
      </w:r>
      <w:r w:rsidRPr="008368E2">
        <w:rPr>
          <w:rFonts w:cs="Arial"/>
          <w:szCs w:val="22"/>
        </w:rPr>
        <w:t xml:space="preserve"> </w:t>
      </w:r>
      <w:proofErr w:type="gramStart"/>
      <w:r w:rsidRPr="008368E2">
        <w:rPr>
          <w:rFonts w:cs="Arial"/>
          <w:szCs w:val="22"/>
        </w:rPr>
        <w:t>opatřen</w:t>
      </w:r>
      <w:r w:rsidR="00BB316A" w:rsidRPr="008368E2">
        <w:rPr>
          <w:rFonts w:cs="Arial"/>
          <w:szCs w:val="22"/>
        </w:rPr>
        <w:t xml:space="preserve">y </w:t>
      </w:r>
      <w:r w:rsidRPr="008368E2">
        <w:rPr>
          <w:rFonts w:cs="Arial"/>
          <w:szCs w:val="22"/>
        </w:rPr>
        <w:t xml:space="preserve"> nátěrem</w:t>
      </w:r>
      <w:proofErr w:type="gramEnd"/>
      <w:r w:rsidRPr="008368E2">
        <w:rPr>
          <w:rFonts w:cs="Arial"/>
          <w:szCs w:val="22"/>
        </w:rPr>
        <w:t xml:space="preserve"> proti zemní vlhkosti ve složení 1xAlp + 2xNa ochráněn</w:t>
      </w:r>
      <w:r w:rsidR="00E05253" w:rsidRPr="008368E2">
        <w:rPr>
          <w:rFonts w:cs="Arial"/>
          <w:szCs w:val="22"/>
        </w:rPr>
        <w:t>ým</w:t>
      </w:r>
      <w:r w:rsidRPr="008368E2">
        <w:rPr>
          <w:rFonts w:cs="Arial"/>
          <w:szCs w:val="22"/>
        </w:rPr>
        <w:t xml:space="preserve"> geotextilií</w:t>
      </w:r>
      <w:r w:rsidR="002A7D47" w:rsidRPr="008368E2">
        <w:rPr>
          <w:rFonts w:cs="Arial"/>
          <w:szCs w:val="22"/>
        </w:rPr>
        <w:t xml:space="preserve"> gramáže min.</w:t>
      </w:r>
      <w:r w:rsidR="00E05253" w:rsidRPr="008368E2">
        <w:rPr>
          <w:rFonts w:cs="Arial"/>
          <w:szCs w:val="22"/>
        </w:rPr>
        <w:t> </w:t>
      </w:r>
      <w:r w:rsidR="002A7D47" w:rsidRPr="008368E2">
        <w:rPr>
          <w:rFonts w:cs="Arial"/>
          <w:szCs w:val="22"/>
        </w:rPr>
        <w:t>600</w:t>
      </w:r>
      <w:r w:rsidR="00E05253" w:rsidRPr="008368E2">
        <w:rPr>
          <w:rFonts w:cs="Arial"/>
          <w:szCs w:val="22"/>
        </w:rPr>
        <w:t> </w:t>
      </w:r>
      <w:r w:rsidR="002A7D47" w:rsidRPr="008368E2">
        <w:rPr>
          <w:rFonts w:cs="Arial"/>
          <w:szCs w:val="22"/>
        </w:rPr>
        <w:t>g/m2</w:t>
      </w:r>
      <w:r w:rsidRPr="008368E2">
        <w:rPr>
          <w:rFonts w:cs="Arial"/>
          <w:szCs w:val="22"/>
        </w:rPr>
        <w:t>.</w:t>
      </w:r>
    </w:p>
    <w:p w14:paraId="3169C25C" w14:textId="7E419A2C" w:rsidR="00262A4E" w:rsidRPr="008368E2" w:rsidRDefault="00262A4E" w:rsidP="004877C8">
      <w:pPr>
        <w:ind w:left="709"/>
        <w:rPr>
          <w:rFonts w:cs="Arial"/>
          <w:b/>
          <w:bCs/>
          <w:szCs w:val="22"/>
        </w:rPr>
      </w:pPr>
      <w:r w:rsidRPr="008368E2">
        <w:rPr>
          <w:rFonts w:cs="Arial"/>
          <w:b/>
          <w:bCs/>
          <w:szCs w:val="22"/>
        </w:rPr>
        <w:t>Základová spára musí být převzata stavebním dozorem a o jejím převzetí musí být proveden zápis ve stavebním deníku.</w:t>
      </w:r>
    </w:p>
    <w:p w14:paraId="41520FED" w14:textId="5EEAC7BD" w:rsidR="00262A4E" w:rsidRPr="008368E2" w:rsidRDefault="00262A4E" w:rsidP="004877C8">
      <w:pPr>
        <w:tabs>
          <w:tab w:val="left" w:pos="567"/>
          <w:tab w:val="left" w:pos="2835"/>
          <w:tab w:val="left" w:pos="5245"/>
          <w:tab w:val="left" w:pos="5954"/>
        </w:tabs>
        <w:ind w:left="709"/>
      </w:pPr>
      <w:r w:rsidRPr="008368E2">
        <w:t xml:space="preserve">Beton základů je </w:t>
      </w:r>
      <w:r w:rsidRPr="008368E2">
        <w:rPr>
          <w:b/>
          <w:bCs/>
        </w:rPr>
        <w:t>C</w:t>
      </w:r>
      <w:r w:rsidR="00AC1C53">
        <w:rPr>
          <w:b/>
          <w:bCs/>
        </w:rPr>
        <w:t>30</w:t>
      </w:r>
      <w:r w:rsidRPr="008368E2">
        <w:rPr>
          <w:b/>
          <w:bCs/>
        </w:rPr>
        <w:t>/3</w:t>
      </w:r>
      <w:r w:rsidR="00AC1C53">
        <w:rPr>
          <w:b/>
          <w:bCs/>
        </w:rPr>
        <w:t>7</w:t>
      </w:r>
      <w:r w:rsidRPr="008368E2">
        <w:rPr>
          <w:b/>
          <w:bCs/>
        </w:rPr>
        <w:t>-XC</w:t>
      </w:r>
      <w:proofErr w:type="gramStart"/>
      <w:r w:rsidRPr="008368E2">
        <w:rPr>
          <w:b/>
          <w:bCs/>
        </w:rPr>
        <w:t>3,XD</w:t>
      </w:r>
      <w:proofErr w:type="gramEnd"/>
      <w:r w:rsidRPr="008368E2">
        <w:rPr>
          <w:b/>
          <w:bCs/>
        </w:rPr>
        <w:t>1,XA</w:t>
      </w:r>
      <w:r w:rsidR="00AC1C53">
        <w:rPr>
          <w:b/>
          <w:bCs/>
        </w:rPr>
        <w:t>2</w:t>
      </w:r>
      <w:r w:rsidRPr="008368E2">
        <w:t xml:space="preserve">, betonářská výztuž </w:t>
      </w:r>
      <w:r w:rsidRPr="008368E2">
        <w:rPr>
          <w:b/>
          <w:bCs/>
        </w:rPr>
        <w:t>B500B</w:t>
      </w:r>
      <w:r w:rsidRPr="008368E2">
        <w:t>.</w:t>
      </w:r>
    </w:p>
    <w:p w14:paraId="0439BC09" w14:textId="4D6A3525" w:rsidR="00262A4E" w:rsidRPr="008368E2" w:rsidRDefault="002C38B3" w:rsidP="004877C8">
      <w:pPr>
        <w:ind w:left="709"/>
        <w:rPr>
          <w:bCs/>
        </w:rPr>
      </w:pPr>
      <w:r w:rsidRPr="008368E2">
        <w:rPr>
          <w:bCs/>
        </w:rPr>
        <w:t>S</w:t>
      </w:r>
      <w:r w:rsidR="00262A4E" w:rsidRPr="008368E2">
        <w:rPr>
          <w:bCs/>
        </w:rPr>
        <w:t>tavební jám</w:t>
      </w:r>
      <w:r w:rsidR="00E05253" w:rsidRPr="008368E2">
        <w:rPr>
          <w:bCs/>
        </w:rPr>
        <w:t>a</w:t>
      </w:r>
      <w:r w:rsidR="00262A4E" w:rsidRPr="008368E2">
        <w:rPr>
          <w:bCs/>
        </w:rPr>
        <w:t xml:space="preserve"> </w:t>
      </w:r>
      <w:r w:rsidR="00E05253" w:rsidRPr="008368E2">
        <w:rPr>
          <w:bCs/>
        </w:rPr>
        <w:t xml:space="preserve">mostu </w:t>
      </w:r>
      <w:r w:rsidR="00262A4E" w:rsidRPr="008368E2">
        <w:rPr>
          <w:bCs/>
        </w:rPr>
        <w:t>bud</w:t>
      </w:r>
      <w:r w:rsidR="00E05253" w:rsidRPr="008368E2">
        <w:rPr>
          <w:bCs/>
        </w:rPr>
        <w:t>e</w:t>
      </w:r>
      <w:r w:rsidR="00262A4E" w:rsidRPr="008368E2">
        <w:rPr>
          <w:bCs/>
        </w:rPr>
        <w:t xml:space="preserve"> proveden</w:t>
      </w:r>
      <w:r w:rsidR="00E05253" w:rsidRPr="008368E2">
        <w:rPr>
          <w:bCs/>
        </w:rPr>
        <w:t>a</w:t>
      </w:r>
      <w:r w:rsidR="00262A4E" w:rsidRPr="008368E2">
        <w:rPr>
          <w:bCs/>
        </w:rPr>
        <w:t xml:space="preserve"> jako svahovan</w:t>
      </w:r>
      <w:r w:rsidR="00E05253" w:rsidRPr="008368E2">
        <w:rPr>
          <w:bCs/>
        </w:rPr>
        <w:t>á</w:t>
      </w:r>
      <w:r w:rsidR="002A7D47" w:rsidRPr="008368E2">
        <w:rPr>
          <w:bCs/>
        </w:rPr>
        <w:t xml:space="preserve"> a bud</w:t>
      </w:r>
      <w:r w:rsidR="00E05253" w:rsidRPr="008368E2">
        <w:rPr>
          <w:bCs/>
        </w:rPr>
        <w:t>e</w:t>
      </w:r>
      <w:r w:rsidR="002A7D47" w:rsidRPr="008368E2">
        <w:rPr>
          <w:bCs/>
        </w:rPr>
        <w:t xml:space="preserve"> zakončen</w:t>
      </w:r>
      <w:r w:rsidR="00E05253" w:rsidRPr="008368E2">
        <w:rPr>
          <w:bCs/>
        </w:rPr>
        <w:t>a</w:t>
      </w:r>
      <w:r w:rsidR="002A7D47" w:rsidRPr="008368E2">
        <w:rPr>
          <w:bCs/>
        </w:rPr>
        <w:t xml:space="preserve"> </w:t>
      </w:r>
      <w:r w:rsidR="00DD4CC0" w:rsidRPr="008368E2">
        <w:rPr>
          <w:bCs/>
        </w:rPr>
        <w:t xml:space="preserve">sypanými </w:t>
      </w:r>
      <w:r w:rsidR="002A7D47" w:rsidRPr="008368E2">
        <w:rPr>
          <w:bCs/>
        </w:rPr>
        <w:t>hrázkami</w:t>
      </w:r>
      <w:r w:rsidR="00DD4CC0" w:rsidRPr="008368E2">
        <w:rPr>
          <w:bCs/>
        </w:rPr>
        <w:t xml:space="preserve"> (s podílem jílovitého materiálu)</w:t>
      </w:r>
      <w:r w:rsidR="002A7D47" w:rsidRPr="008368E2">
        <w:rPr>
          <w:bCs/>
        </w:rPr>
        <w:t xml:space="preserve">, které budou navádět tok </w:t>
      </w:r>
      <w:r w:rsidR="009A1B84" w:rsidRPr="008368E2">
        <w:rPr>
          <w:bCs/>
        </w:rPr>
        <w:t>potoka do potrubí a budou zabraňovat pronikání toku do výkopů. Současně budou v rozích stavebních jam provedeny studny pro čerpání přítoků průsakové vody z recipientu do jámy.</w:t>
      </w:r>
      <w:r w:rsidR="00FD390A">
        <w:rPr>
          <w:bCs/>
        </w:rPr>
        <w:t xml:space="preserve"> </w:t>
      </w:r>
      <w:r w:rsidR="00E55731">
        <w:rPr>
          <w:bCs/>
        </w:rPr>
        <w:t>P</w:t>
      </w:r>
      <w:r w:rsidR="006312C5">
        <w:rPr>
          <w:bCs/>
        </w:rPr>
        <w:t>řed</w:t>
      </w:r>
      <w:r w:rsidR="00E55731">
        <w:rPr>
          <w:bCs/>
        </w:rPr>
        <w:t xml:space="preserve"> realizac</w:t>
      </w:r>
      <w:r w:rsidR="006312C5">
        <w:rPr>
          <w:bCs/>
        </w:rPr>
        <w:t>í</w:t>
      </w:r>
      <w:r w:rsidR="00E55731">
        <w:rPr>
          <w:bCs/>
        </w:rPr>
        <w:t xml:space="preserve"> stavební jámy bude nutné</w:t>
      </w:r>
      <w:r w:rsidR="006312C5">
        <w:rPr>
          <w:bCs/>
        </w:rPr>
        <w:t xml:space="preserve"> odstranit část plotové zídky na par</w:t>
      </w:r>
      <w:r w:rsidR="00506F61">
        <w:rPr>
          <w:bCs/>
        </w:rPr>
        <w:t xml:space="preserve">c. č. 1289/1 a po dokončení mostu ji </w:t>
      </w:r>
      <w:r w:rsidR="00015E82">
        <w:rPr>
          <w:bCs/>
        </w:rPr>
        <w:t>obnovit (ŽB základ + ocelový pl</w:t>
      </w:r>
      <w:r w:rsidR="00D32C93">
        <w:rPr>
          <w:bCs/>
        </w:rPr>
        <w:t>ot dle původního vzhledu</w:t>
      </w:r>
      <w:r w:rsidR="00015E82">
        <w:rPr>
          <w:bCs/>
        </w:rPr>
        <w:t>).</w:t>
      </w:r>
      <w:r w:rsidR="00506F61">
        <w:rPr>
          <w:bCs/>
        </w:rPr>
        <w:t xml:space="preserve"> </w:t>
      </w:r>
      <w:r w:rsidR="009A1B84" w:rsidRPr="008368E2">
        <w:rPr>
          <w:bCs/>
        </w:rPr>
        <w:t xml:space="preserve"> </w:t>
      </w:r>
    </w:p>
    <w:p w14:paraId="29210934" w14:textId="1E84EDCF" w:rsidR="00E05253" w:rsidRPr="008368E2" w:rsidRDefault="00E05253" w:rsidP="004877C8">
      <w:pPr>
        <w:ind w:left="709"/>
        <w:rPr>
          <w:bCs/>
        </w:rPr>
      </w:pPr>
      <w:r w:rsidRPr="008368E2">
        <w:rPr>
          <w:bCs/>
        </w:rPr>
        <w:t>Stavební jáma opěrné zdi bude rovněž otevřená svahovaná se studnami v rozích jámy pro čerpání průsakové vody.</w:t>
      </w:r>
    </w:p>
    <w:p w14:paraId="3ACD61D1" w14:textId="684098D7" w:rsidR="00262A4E" w:rsidRPr="008368E2" w:rsidRDefault="00262A4E" w:rsidP="004877C8">
      <w:pPr>
        <w:ind w:left="709"/>
      </w:pPr>
      <w:r w:rsidRPr="008368E2">
        <w:t xml:space="preserve">Opěry (stojky) jsou integrální součástí nosné konstrukce – viz odst. </w:t>
      </w:r>
      <w:r w:rsidR="002A7D47" w:rsidRPr="008368E2">
        <w:t>popis nosné konstrukce mostu</w:t>
      </w:r>
      <w:r w:rsidRPr="008368E2">
        <w:t>.</w:t>
      </w:r>
    </w:p>
    <w:p w14:paraId="5AABF531" w14:textId="437FCB99" w:rsidR="008368E2" w:rsidRPr="008368E2" w:rsidRDefault="008368E2" w:rsidP="008368E2">
      <w:pPr>
        <w:ind w:left="709"/>
      </w:pPr>
      <w:r w:rsidRPr="008368E2">
        <w:rPr>
          <w:bCs/>
        </w:rPr>
        <w:t>Dřík opěrné zdi bude tloušťky 0,50 m, jeho výška pak max. 2,</w:t>
      </w:r>
      <w:r w:rsidR="00B56C59">
        <w:rPr>
          <w:bCs/>
        </w:rPr>
        <w:t>15</w:t>
      </w:r>
      <w:r w:rsidRPr="008368E2">
        <w:rPr>
          <w:bCs/>
        </w:rPr>
        <w:t xml:space="preserve"> m. Horní povrch dříku bude v příčném spádu 6,0 % směrem k rubu opěrné zdi. Dřík opěrné zdi bude s rámovou NK spojen smykovými dilatačními trny. Zasypané části dříku </w:t>
      </w:r>
      <w:r w:rsidRPr="008368E2">
        <w:t xml:space="preserve">budou opatřeny nátěrem proti zemní vlhkosti ve </w:t>
      </w:r>
      <w:r w:rsidRPr="008368E2">
        <w:lastRenderedPageBreak/>
        <w:t xml:space="preserve">složení 1xAlp + 2xNa a ochráněny drenážní geotextilií </w:t>
      </w:r>
      <w:r w:rsidRPr="008368E2">
        <w:rPr>
          <w:rFonts w:cs="Arial"/>
          <w:szCs w:val="22"/>
        </w:rPr>
        <w:t>gramáže min. 600 g/m2.</w:t>
      </w:r>
      <w:r w:rsidRPr="008368E2">
        <w:t xml:space="preserve"> Za rubem bude provedena drenáž, která bude vyústěna skrz dřík na líc zdi.</w:t>
      </w:r>
    </w:p>
    <w:p w14:paraId="11EA50D7" w14:textId="3AF8EE89" w:rsidR="008368E2" w:rsidRDefault="008368E2" w:rsidP="008368E2">
      <w:pPr>
        <w:ind w:left="709"/>
      </w:pPr>
      <w:r w:rsidRPr="008368E2">
        <w:t xml:space="preserve">Beton </w:t>
      </w:r>
      <w:r>
        <w:t>dříku o</w:t>
      </w:r>
      <w:r w:rsidRPr="008368E2">
        <w:t>pěrn</w:t>
      </w:r>
      <w:r>
        <w:t>é</w:t>
      </w:r>
      <w:r w:rsidRPr="008368E2">
        <w:t xml:space="preserve"> zd</w:t>
      </w:r>
      <w:r>
        <w:t>i</w:t>
      </w:r>
      <w:r w:rsidRPr="008368E2">
        <w:t xml:space="preserve"> je </w:t>
      </w:r>
      <w:r w:rsidRPr="008368E2">
        <w:rPr>
          <w:b/>
          <w:bCs/>
        </w:rPr>
        <w:t>C30/37-XC</w:t>
      </w:r>
      <w:proofErr w:type="gramStart"/>
      <w:r w:rsidRPr="008368E2">
        <w:rPr>
          <w:b/>
          <w:bCs/>
        </w:rPr>
        <w:t>4,XD</w:t>
      </w:r>
      <w:proofErr w:type="gramEnd"/>
      <w:r w:rsidRPr="008368E2">
        <w:rPr>
          <w:b/>
          <w:bCs/>
        </w:rPr>
        <w:t>1,XF2</w:t>
      </w:r>
      <w:r w:rsidRPr="008368E2">
        <w:t xml:space="preserve">, betonářská výztuž </w:t>
      </w:r>
      <w:r w:rsidRPr="008368E2">
        <w:rPr>
          <w:b/>
          <w:bCs/>
        </w:rPr>
        <w:t>B500B</w:t>
      </w:r>
      <w:r w:rsidRPr="008368E2">
        <w:t>.</w:t>
      </w:r>
    </w:p>
    <w:p w14:paraId="7AE3C1E0" w14:textId="77777777" w:rsidR="00B520D7" w:rsidRPr="00D756B3" w:rsidRDefault="00B520D7" w:rsidP="008368E2">
      <w:pPr>
        <w:ind w:left="709"/>
        <w:rPr>
          <w:sz w:val="12"/>
          <w:szCs w:val="12"/>
        </w:rPr>
      </w:pPr>
    </w:p>
    <w:p w14:paraId="6B0CE111" w14:textId="04E339C6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vybavení mostu</w:t>
      </w:r>
    </w:p>
    <w:p w14:paraId="09D65FEC" w14:textId="0ABB4F70" w:rsidR="00262A4E" w:rsidRPr="000C1237" w:rsidRDefault="00262A4E" w:rsidP="004877C8">
      <w:pPr>
        <w:ind w:left="709"/>
        <w:rPr>
          <w:b/>
          <w:bCs/>
        </w:rPr>
      </w:pPr>
      <w:r w:rsidRPr="000C1237">
        <w:rPr>
          <w:b/>
          <w:bCs/>
        </w:rPr>
        <w:t>Vozovka</w:t>
      </w:r>
      <w:r w:rsidR="00E86F1C" w:rsidRPr="000C1237">
        <w:rPr>
          <w:b/>
          <w:bCs/>
        </w:rPr>
        <w:t xml:space="preserve"> na mostě</w:t>
      </w:r>
    </w:p>
    <w:p w14:paraId="002A8AA0" w14:textId="77777777" w:rsidR="00262A4E" w:rsidRPr="000C1237" w:rsidRDefault="00262A4E" w:rsidP="004877C8">
      <w:pPr>
        <w:ind w:left="709"/>
      </w:pPr>
      <w:r w:rsidRPr="000C1237">
        <w:t xml:space="preserve">Vozovka na mostě je navržena jako </w:t>
      </w:r>
      <w:proofErr w:type="gramStart"/>
      <w:r w:rsidRPr="000C1237">
        <w:t>3-vrstvá</w:t>
      </w:r>
      <w:proofErr w:type="gramEnd"/>
      <w:r w:rsidRPr="000C1237">
        <w:t xml:space="preserve"> živičná v celkové tloušťce 120 mm</w:t>
      </w:r>
    </w:p>
    <w:p w14:paraId="7B14BDD7" w14:textId="3CC39FEC" w:rsidR="00262A4E" w:rsidRPr="000C1237" w:rsidRDefault="00262A4E" w:rsidP="004877C8">
      <w:pPr>
        <w:autoSpaceDE w:val="0"/>
        <w:autoSpaceDN w:val="0"/>
        <w:adjustRightInd w:val="0"/>
        <w:ind w:left="709"/>
      </w:pPr>
      <w:r w:rsidRPr="000C1237">
        <w:t>kryt vozovky</w:t>
      </w:r>
      <w:r w:rsidRPr="000C1237">
        <w:tab/>
      </w:r>
      <w:r w:rsidRPr="000C1237">
        <w:tab/>
        <w:t>asfaltový beton pro obrusné vrstvy</w:t>
      </w:r>
      <w:r w:rsidRPr="000C1237">
        <w:tab/>
      </w:r>
      <w:r w:rsidRPr="000C1237">
        <w:tab/>
        <w:t>ACO 11</w:t>
      </w:r>
      <w:r w:rsidRPr="000C1237">
        <w:tab/>
      </w:r>
      <w:r w:rsidR="00927C2A">
        <w:t>+</w:t>
      </w:r>
      <w:r w:rsidRPr="000C1237">
        <w:tab/>
        <w:t>40 mm</w:t>
      </w:r>
    </w:p>
    <w:p w14:paraId="65C3D744" w14:textId="77777777" w:rsidR="00262A4E" w:rsidRPr="000C1237" w:rsidRDefault="00262A4E" w:rsidP="004877C8">
      <w:pPr>
        <w:tabs>
          <w:tab w:val="left" w:pos="2552"/>
          <w:tab w:val="left" w:pos="6804"/>
          <w:tab w:val="left" w:pos="8222"/>
        </w:tabs>
        <w:ind w:left="709"/>
      </w:pPr>
      <w:r w:rsidRPr="000C1237">
        <w:t>spojovací postřik            modif. kationakt. asf. emulze 0,30 kg/m2             PS-EP</w:t>
      </w:r>
    </w:p>
    <w:p w14:paraId="2526452A" w14:textId="37DAF1F5" w:rsidR="00262A4E" w:rsidRPr="000C1237" w:rsidRDefault="00262A4E" w:rsidP="004877C8">
      <w:pPr>
        <w:autoSpaceDE w:val="0"/>
        <w:autoSpaceDN w:val="0"/>
        <w:adjustRightInd w:val="0"/>
        <w:ind w:left="709"/>
      </w:pPr>
      <w:r w:rsidRPr="000C1237">
        <w:t>ložn</w:t>
      </w:r>
      <w:r w:rsidR="00BE5922" w:rsidRPr="000C1237">
        <w:t>í</w:t>
      </w:r>
      <w:r w:rsidRPr="000C1237">
        <w:t xml:space="preserve"> vrstva</w:t>
      </w:r>
      <w:r w:rsidRPr="000C1237">
        <w:tab/>
      </w:r>
      <w:r w:rsidRPr="000C1237">
        <w:tab/>
        <w:t>asfaltový beton pro obrusné vrstvy</w:t>
      </w:r>
      <w:r w:rsidRPr="000C1237">
        <w:tab/>
      </w:r>
      <w:r w:rsidRPr="000C1237">
        <w:tab/>
        <w:t>ACO 11</w:t>
      </w:r>
      <w:r w:rsidRPr="000C1237">
        <w:tab/>
      </w:r>
      <w:r w:rsidR="00927C2A">
        <w:t>+</w:t>
      </w:r>
      <w:r w:rsidRPr="000C1237">
        <w:tab/>
        <w:t>40 mm</w:t>
      </w:r>
    </w:p>
    <w:p w14:paraId="48382098" w14:textId="77777777" w:rsidR="00262A4E" w:rsidRPr="000C1237" w:rsidRDefault="00262A4E" w:rsidP="004877C8">
      <w:pPr>
        <w:tabs>
          <w:tab w:val="left" w:pos="2552"/>
          <w:tab w:val="left" w:pos="6804"/>
          <w:tab w:val="left" w:pos="8222"/>
        </w:tabs>
        <w:ind w:left="709"/>
      </w:pPr>
      <w:r w:rsidRPr="000C1237">
        <w:t>spojovací postřik            modif. kationakt. asf. emulze 0,30 kg/m2             PS-EP</w:t>
      </w:r>
    </w:p>
    <w:p w14:paraId="2C4733DF" w14:textId="77777777" w:rsidR="00262A4E" w:rsidRPr="000C1237" w:rsidRDefault="00262A4E" w:rsidP="004877C8">
      <w:pPr>
        <w:autoSpaceDE w:val="0"/>
        <w:autoSpaceDN w:val="0"/>
        <w:adjustRightInd w:val="0"/>
        <w:ind w:left="709"/>
      </w:pPr>
      <w:r w:rsidRPr="000C1237">
        <w:t xml:space="preserve">ochranná vrstva </w:t>
      </w:r>
      <w:r w:rsidRPr="000C1237">
        <w:tab/>
        <w:t>litý asfalt střednězrnný</w:t>
      </w:r>
      <w:r w:rsidRPr="000C1237">
        <w:tab/>
      </w:r>
      <w:r w:rsidRPr="000C1237">
        <w:tab/>
      </w:r>
      <w:r w:rsidRPr="000C1237">
        <w:tab/>
      </w:r>
      <w:r w:rsidRPr="000C1237">
        <w:tab/>
        <w:t>MA 11 IV</w:t>
      </w:r>
      <w:r w:rsidRPr="000C1237">
        <w:tab/>
      </w:r>
      <w:smartTag w:uri="urn:schemas-microsoft-com:office:smarttags" w:element="metricconverter">
        <w:smartTagPr>
          <w:attr w:name="ProductID" w:val="35 mm"/>
        </w:smartTagPr>
        <w:r w:rsidRPr="000C1237">
          <w:t>35 mm</w:t>
        </w:r>
      </w:smartTag>
    </w:p>
    <w:p w14:paraId="429DC4E2" w14:textId="77777777" w:rsidR="00262A4E" w:rsidRPr="000C1237" w:rsidRDefault="00262A4E" w:rsidP="004877C8">
      <w:pPr>
        <w:autoSpaceDE w:val="0"/>
        <w:autoSpaceDN w:val="0"/>
        <w:adjustRightInd w:val="0"/>
        <w:ind w:left="709"/>
      </w:pPr>
      <w:r w:rsidRPr="000C1237">
        <w:t xml:space="preserve">izolační vrstva </w:t>
      </w:r>
      <w:r w:rsidRPr="000C1237">
        <w:tab/>
      </w:r>
      <w:r w:rsidRPr="000C1237">
        <w:tab/>
        <w:t>asfaltový pás natavovací</w:t>
      </w:r>
      <w:r w:rsidRPr="000C1237">
        <w:tab/>
      </w:r>
      <w:r w:rsidRPr="000C1237">
        <w:tab/>
        <w:t xml:space="preserve"> </w:t>
      </w:r>
      <w:r w:rsidRPr="000C1237">
        <w:tab/>
        <w:t xml:space="preserve">NAIP </w:t>
      </w:r>
      <w:r w:rsidRPr="000C1237">
        <w:tab/>
      </w:r>
      <w:proofErr w:type="gramStart"/>
      <w:r w:rsidRPr="000C1237">
        <w:tab/>
        <w:t xml:space="preserve">  </w:t>
      </w:r>
      <w:smartTag w:uri="urn:schemas-microsoft-com:office:smarttags" w:element="metricconverter">
        <w:smartTagPr>
          <w:attr w:name="ProductID" w:val="5 mm"/>
        </w:smartTagPr>
        <w:r w:rsidRPr="000C1237">
          <w:t>5</w:t>
        </w:r>
        <w:proofErr w:type="gramEnd"/>
        <w:r w:rsidRPr="000C1237">
          <w:t xml:space="preserve"> mm</w:t>
        </w:r>
      </w:smartTag>
    </w:p>
    <w:p w14:paraId="3996E7E5" w14:textId="77777777" w:rsidR="00262A4E" w:rsidRPr="000C1237" w:rsidRDefault="00262A4E" w:rsidP="004877C8">
      <w:pPr>
        <w:autoSpaceDE w:val="0"/>
        <w:autoSpaceDN w:val="0"/>
        <w:adjustRightInd w:val="0"/>
        <w:ind w:left="709"/>
        <w:rPr>
          <w:u w:val="single"/>
        </w:rPr>
      </w:pPr>
      <w:r w:rsidRPr="000C1237">
        <w:rPr>
          <w:u w:val="single"/>
        </w:rPr>
        <w:t>speciální úprava povrchu mostovkové desky</w:t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  <w:t>penetračně adhezní nátěr</w:t>
      </w:r>
    </w:p>
    <w:p w14:paraId="6D4B1534" w14:textId="658119F2" w:rsidR="00262A4E" w:rsidRPr="00927C2A" w:rsidRDefault="00262A4E" w:rsidP="004877C8">
      <w:pPr>
        <w:autoSpaceDE w:val="0"/>
        <w:autoSpaceDN w:val="0"/>
        <w:adjustRightInd w:val="0"/>
        <w:ind w:left="709"/>
        <w:rPr>
          <w:b/>
          <w:bCs/>
        </w:rPr>
      </w:pPr>
      <w:r w:rsidRPr="000C1237">
        <w:tab/>
      </w:r>
      <w:r w:rsidRPr="000C1237">
        <w:tab/>
      </w:r>
      <w:r w:rsidRPr="000C1237">
        <w:tab/>
      </w:r>
      <w:r w:rsidRPr="00927C2A">
        <w:rPr>
          <w:b/>
          <w:bCs/>
        </w:rPr>
        <w:t>celková tloušťka</w:t>
      </w:r>
      <w:r w:rsidRPr="00927C2A">
        <w:rPr>
          <w:b/>
          <w:bCs/>
        </w:rPr>
        <w:tab/>
      </w:r>
      <w:r w:rsidRPr="00927C2A">
        <w:rPr>
          <w:b/>
          <w:bCs/>
        </w:rPr>
        <w:tab/>
      </w:r>
      <w:r w:rsidRPr="00927C2A">
        <w:rPr>
          <w:b/>
          <w:bCs/>
        </w:rPr>
        <w:tab/>
      </w:r>
      <w:r w:rsidRPr="00927C2A">
        <w:rPr>
          <w:b/>
          <w:bCs/>
        </w:rPr>
        <w:tab/>
      </w:r>
      <w:r w:rsidRPr="00927C2A">
        <w:rPr>
          <w:b/>
          <w:bCs/>
        </w:rPr>
        <w:tab/>
      </w:r>
      <w:r w:rsidRPr="00927C2A">
        <w:rPr>
          <w:b/>
          <w:bCs/>
        </w:rPr>
        <w:tab/>
      </w:r>
      <w:r w:rsidR="00927C2A" w:rsidRPr="00927C2A">
        <w:rPr>
          <w:b/>
          <w:bCs/>
        </w:rPr>
        <w:tab/>
      </w:r>
      <w:r w:rsidRPr="00927C2A">
        <w:rPr>
          <w:b/>
          <w:bCs/>
        </w:rPr>
        <w:t>120 mm</w:t>
      </w:r>
    </w:p>
    <w:p w14:paraId="747963FF" w14:textId="1A249D77" w:rsidR="00262A4E" w:rsidRPr="000C1237" w:rsidRDefault="00262A4E" w:rsidP="004877C8">
      <w:pPr>
        <w:ind w:left="709"/>
      </w:pPr>
      <w:r w:rsidRPr="000C1237">
        <w:t xml:space="preserve">Šířka vozovky na mostě je </w:t>
      </w:r>
      <w:r w:rsidR="00927C2A">
        <w:t>6</w:t>
      </w:r>
      <w:r w:rsidRPr="000C1237">
        <w:t>,</w:t>
      </w:r>
      <w:r w:rsidR="00927C2A">
        <w:t>0</w:t>
      </w:r>
      <w:r w:rsidRPr="000C1237">
        <w:t xml:space="preserve"> m. Povrch vozovky je odvodněn střechovitým příčným spádem 2,5 % a </w:t>
      </w:r>
      <w:r w:rsidR="00927C2A">
        <w:t>v podélném směru vrcholovým zakružovacím obloukem poloměru R=250 m.</w:t>
      </w:r>
      <w:r w:rsidRPr="000C1237">
        <w:t xml:space="preserve"> Spáry mezi asfaltovými vrstvami a betonem obrubníku jsou těsněné zálivkou. Vozovka na mostě je zakončena na rubu rámu. Zde bude proříznuta příčná spára v obrusné vrstvě vozovky (šíře </w:t>
      </w:r>
      <w:proofErr w:type="gramStart"/>
      <w:r w:rsidRPr="000C1237">
        <w:t>8-10mm</w:t>
      </w:r>
      <w:proofErr w:type="gramEnd"/>
      <w:r w:rsidRPr="000C1237">
        <w:t xml:space="preserve">), jež bude následně zatěsněna modifikovanou asfaltovou zálivkou. </w:t>
      </w:r>
    </w:p>
    <w:p w14:paraId="31A68FDE" w14:textId="41816D91" w:rsidR="00E86F1C" w:rsidRPr="000C1237" w:rsidRDefault="00E86F1C" w:rsidP="00E86F1C">
      <w:pPr>
        <w:ind w:left="709"/>
        <w:rPr>
          <w:b/>
          <w:bCs/>
        </w:rPr>
      </w:pPr>
      <w:r w:rsidRPr="000C1237">
        <w:rPr>
          <w:b/>
          <w:bCs/>
        </w:rPr>
        <w:t>Vozovka mimo most</w:t>
      </w:r>
    </w:p>
    <w:p w14:paraId="2AC252EE" w14:textId="237441BD" w:rsidR="00E86F1C" w:rsidRPr="000C1237" w:rsidRDefault="00262A4E" w:rsidP="0076519D">
      <w:pPr>
        <w:spacing w:before="240"/>
        <w:ind w:left="709"/>
      </w:pPr>
      <w:r w:rsidRPr="000C1237">
        <w:t>Stavební úprava přilehlé komunikace</w:t>
      </w:r>
      <w:r w:rsidR="00886E5C" w:rsidRPr="000C1237">
        <w:t xml:space="preserve">: </w:t>
      </w:r>
      <w:r w:rsidRPr="000C1237">
        <w:t xml:space="preserve">Jedná se o úseky v předmostí nového mostu v délce cca </w:t>
      </w:r>
      <w:r w:rsidR="00927C2A">
        <w:t>23</w:t>
      </w:r>
      <w:r w:rsidRPr="000C1237">
        <w:t>,0</w:t>
      </w:r>
      <w:r w:rsidR="00E86F1C" w:rsidRPr="000C1237">
        <w:t xml:space="preserve"> + </w:t>
      </w:r>
      <w:r w:rsidR="00927C2A">
        <w:t>45</w:t>
      </w:r>
      <w:r w:rsidR="00E86F1C" w:rsidRPr="000C1237">
        <w:t xml:space="preserve">,0 </w:t>
      </w:r>
      <w:r w:rsidRPr="000C1237">
        <w:t>m</w:t>
      </w:r>
      <w:r w:rsidR="00E86F1C" w:rsidRPr="000C1237">
        <w:t>, přičemž pouze v úseku 6,0+</w:t>
      </w:r>
      <w:r w:rsidR="00927C2A">
        <w:t>45</w:t>
      </w:r>
      <w:r w:rsidR="00E86F1C" w:rsidRPr="000C1237">
        <w:t xml:space="preserve">,0 m bude vyměněno celé vozovkové souvrství. Ve zbylé části předmostí </w:t>
      </w:r>
      <w:r w:rsidR="00927C2A">
        <w:t xml:space="preserve">opěry 1 </w:t>
      </w:r>
      <w:r w:rsidR="00054BBB">
        <w:t xml:space="preserve">(cca 17,0 m) </w:t>
      </w:r>
      <w:r w:rsidR="00E86F1C" w:rsidRPr="000C1237">
        <w:t>budou vyměněny pouze obrusná a ložní vrstva vozovky.</w:t>
      </w:r>
    </w:p>
    <w:p w14:paraId="0DDB05A1" w14:textId="334B0A0F" w:rsidR="00E86F1C" w:rsidRPr="000C1237" w:rsidRDefault="00E86F1C" w:rsidP="0076519D">
      <w:pPr>
        <w:spacing w:before="240"/>
        <w:ind w:left="709"/>
      </w:pPr>
      <w:r w:rsidRPr="000C1237">
        <w:t>Navržené vozovkové souvrství</w:t>
      </w:r>
      <w:r w:rsidR="00F22D12" w:rsidRPr="000C1237">
        <w:t>:</w:t>
      </w:r>
    </w:p>
    <w:p w14:paraId="0C478A3C" w14:textId="77777777" w:rsidR="0076519D" w:rsidRPr="000C1237" w:rsidRDefault="0076519D" w:rsidP="0076519D">
      <w:pPr>
        <w:spacing w:before="240"/>
        <w:ind w:left="709"/>
        <w:rPr>
          <w:sz w:val="4"/>
          <w:szCs w:val="4"/>
        </w:rPr>
      </w:pPr>
    </w:p>
    <w:p w14:paraId="2F8ECB55" w14:textId="5F4C7E22" w:rsidR="0076519D" w:rsidRPr="000C1237" w:rsidRDefault="0076519D" w:rsidP="0076519D">
      <w:pPr>
        <w:ind w:left="709"/>
        <w:contextualSpacing/>
      </w:pPr>
      <w:r w:rsidRPr="000C1237">
        <w:t>Asfaltový beton pro obrusné vrstvy</w:t>
      </w:r>
      <w:r w:rsidRPr="000C1237">
        <w:tab/>
      </w:r>
      <w:r w:rsidRPr="000C1237">
        <w:tab/>
      </w:r>
      <w:r w:rsidRPr="000C1237">
        <w:tab/>
        <w:t>ACO 11</w:t>
      </w:r>
      <w:r w:rsidR="00927C2A">
        <w:t>+</w:t>
      </w:r>
      <w:r w:rsidRPr="000C1237">
        <w:t xml:space="preserve"> </w:t>
      </w:r>
      <w:r w:rsidR="00140EF4" w:rsidRPr="000C1237">
        <w:t xml:space="preserve">         </w:t>
      </w:r>
      <w:r w:rsidRPr="000C1237">
        <w:t xml:space="preserve">40 mm </w:t>
      </w:r>
      <w:r w:rsidRPr="000C1237">
        <w:rPr>
          <w:i/>
          <w:iCs/>
        </w:rPr>
        <w:t>ČSN EN 13108-1</w:t>
      </w:r>
    </w:p>
    <w:p w14:paraId="141B43D0" w14:textId="6B6889FC" w:rsidR="0076519D" w:rsidRPr="000C1237" w:rsidRDefault="0076519D" w:rsidP="0076519D">
      <w:pPr>
        <w:ind w:left="709"/>
        <w:contextualSpacing/>
      </w:pPr>
      <w:bookmarkStart w:id="16" w:name="_Hlk24017235"/>
      <w:r w:rsidRPr="000C1237">
        <w:t xml:space="preserve">Spoj. postřik mod. kationakt. asf. emulze 0,30 kg/m2 </w:t>
      </w:r>
      <w:r w:rsidRPr="000C1237">
        <w:tab/>
        <w:t>PS-EP</w:t>
      </w:r>
      <w:r w:rsidRPr="000C1237">
        <w:tab/>
      </w:r>
      <w:bookmarkEnd w:id="16"/>
      <w:r w:rsidRPr="000C1237">
        <w:tab/>
      </w:r>
      <w:r w:rsidRPr="000C1237">
        <w:tab/>
      </w:r>
      <w:r w:rsidRPr="000C1237">
        <w:rPr>
          <w:i/>
          <w:iCs/>
        </w:rPr>
        <w:t>ČSN 73 6129</w:t>
      </w:r>
    </w:p>
    <w:p w14:paraId="7505446C" w14:textId="3BCB1E23" w:rsidR="0076519D" w:rsidRPr="000C1237" w:rsidRDefault="0076519D" w:rsidP="0076519D">
      <w:pPr>
        <w:ind w:left="709"/>
        <w:contextualSpacing/>
      </w:pPr>
      <w:r w:rsidRPr="000C1237">
        <w:t xml:space="preserve">Asfaltový beton pro ložní vrstvy </w:t>
      </w:r>
      <w:r w:rsidRPr="000C1237">
        <w:tab/>
      </w:r>
      <w:r w:rsidRPr="000C1237">
        <w:tab/>
      </w:r>
      <w:r w:rsidRPr="000C1237">
        <w:tab/>
      </w:r>
      <w:r w:rsidRPr="000C1237">
        <w:tab/>
        <w:t>ACL 16</w:t>
      </w:r>
      <w:r w:rsidR="00CA376C">
        <w:t>+</w:t>
      </w:r>
      <w:r w:rsidR="00140EF4" w:rsidRPr="000C1237">
        <w:t xml:space="preserve"> </w:t>
      </w:r>
      <w:r w:rsidR="00CA376C">
        <w:t xml:space="preserve"> </w:t>
      </w:r>
      <w:r w:rsidR="00140EF4" w:rsidRPr="000C1237">
        <w:t xml:space="preserve">         </w:t>
      </w:r>
      <w:r w:rsidRPr="000C1237">
        <w:t xml:space="preserve">60 mm </w:t>
      </w:r>
      <w:r w:rsidRPr="000C1237">
        <w:tab/>
      </w:r>
      <w:r w:rsidRPr="000C1237">
        <w:rPr>
          <w:i/>
          <w:iCs/>
        </w:rPr>
        <w:t>ČSN EN 13108-1</w:t>
      </w:r>
    </w:p>
    <w:p w14:paraId="661ED679" w14:textId="39DFB7E2" w:rsidR="0076519D" w:rsidRPr="000C1237" w:rsidRDefault="0076519D" w:rsidP="0076519D">
      <w:pPr>
        <w:ind w:left="709"/>
        <w:contextualSpacing/>
      </w:pPr>
      <w:r w:rsidRPr="000C1237">
        <w:t xml:space="preserve">Spoj. postřik mod. kationakt. asf. emulze 0,30 kg/m2 </w:t>
      </w:r>
      <w:r w:rsidRPr="000C1237">
        <w:tab/>
        <w:t>PS-EP</w:t>
      </w:r>
      <w:r w:rsidRPr="000C1237">
        <w:tab/>
      </w:r>
      <w:r w:rsidRPr="000C1237">
        <w:tab/>
      </w:r>
      <w:r w:rsidRPr="000C1237">
        <w:tab/>
      </w:r>
      <w:r w:rsidRPr="000C1237">
        <w:rPr>
          <w:i/>
          <w:iCs/>
        </w:rPr>
        <w:t>ČSN 73 6129</w:t>
      </w:r>
    </w:p>
    <w:p w14:paraId="4816C7E2" w14:textId="7A4FEE5E" w:rsidR="0076519D" w:rsidRPr="000C1237" w:rsidRDefault="0076519D" w:rsidP="0076519D">
      <w:pPr>
        <w:ind w:left="709"/>
        <w:contextualSpacing/>
      </w:pPr>
      <w:r w:rsidRPr="000C1237">
        <w:t xml:space="preserve">Asfaltový beton pro podkladní vrstvy </w:t>
      </w:r>
      <w:r w:rsidRPr="000C1237">
        <w:tab/>
      </w:r>
      <w:r w:rsidRPr="000C1237">
        <w:tab/>
      </w:r>
      <w:r w:rsidRPr="000C1237">
        <w:tab/>
        <w:t>ACP 22</w:t>
      </w:r>
      <w:r w:rsidR="00CA376C">
        <w:t>+</w:t>
      </w:r>
      <w:r w:rsidR="00140EF4" w:rsidRPr="000C1237">
        <w:t xml:space="preserve">  </w:t>
      </w:r>
      <w:r w:rsidR="00CA376C">
        <w:t xml:space="preserve"> </w:t>
      </w:r>
      <w:r w:rsidR="00140EF4" w:rsidRPr="000C1237">
        <w:t xml:space="preserve">        </w:t>
      </w:r>
      <w:r w:rsidRPr="000C1237">
        <w:t xml:space="preserve">80 mm </w:t>
      </w:r>
      <w:r w:rsidRPr="000C1237">
        <w:tab/>
      </w:r>
      <w:r w:rsidRPr="000C1237">
        <w:rPr>
          <w:i/>
          <w:iCs/>
        </w:rPr>
        <w:t>ČSN EN 13108-1</w:t>
      </w:r>
    </w:p>
    <w:p w14:paraId="2CFF0078" w14:textId="0E1DB8D7" w:rsidR="0076519D" w:rsidRPr="000C1237" w:rsidRDefault="0076519D" w:rsidP="0076519D">
      <w:pPr>
        <w:ind w:left="709"/>
        <w:contextualSpacing/>
        <w:rPr>
          <w:i/>
          <w:iCs/>
        </w:rPr>
      </w:pPr>
      <w:r w:rsidRPr="000C1237">
        <w:t xml:space="preserve">Infiltr. postřik asf. emulze 1,00 kg/m2 zbytk. pojiva </w:t>
      </w:r>
      <w:r w:rsidRPr="000C1237">
        <w:tab/>
        <w:t xml:space="preserve">PI-E </w:t>
      </w:r>
      <w:r w:rsidRPr="000C1237">
        <w:tab/>
      </w:r>
      <w:r w:rsidRPr="000C1237">
        <w:tab/>
      </w:r>
      <w:r w:rsidRPr="000C1237">
        <w:tab/>
      </w:r>
      <w:r w:rsidRPr="000C1237">
        <w:rPr>
          <w:i/>
          <w:iCs/>
        </w:rPr>
        <w:t>ČSN 73 6129</w:t>
      </w:r>
    </w:p>
    <w:p w14:paraId="4DC1CD7D" w14:textId="1DD8D3DC" w:rsidR="0076519D" w:rsidRPr="000C1237" w:rsidRDefault="0076519D" w:rsidP="0076519D">
      <w:pPr>
        <w:ind w:left="709"/>
        <w:contextualSpacing/>
      </w:pPr>
      <w:r w:rsidRPr="000C1237">
        <w:t xml:space="preserve">Mechanicky zpevněné kamenivo </w:t>
      </w:r>
      <w:r w:rsidRPr="000C1237">
        <w:tab/>
      </w:r>
      <w:r w:rsidRPr="000C1237">
        <w:tab/>
      </w:r>
      <w:r w:rsidRPr="000C1237">
        <w:tab/>
        <w:t xml:space="preserve">MZK </w:t>
      </w:r>
      <w:r w:rsidRPr="000C1237">
        <w:tab/>
      </w:r>
      <w:r w:rsidR="00140EF4" w:rsidRPr="000C1237">
        <w:t xml:space="preserve">          </w:t>
      </w:r>
      <w:r w:rsidRPr="000C1237">
        <w:t xml:space="preserve">200 mm </w:t>
      </w:r>
      <w:r w:rsidR="00140EF4" w:rsidRPr="000C1237">
        <w:t xml:space="preserve">  </w:t>
      </w:r>
      <w:r w:rsidRPr="000C1237">
        <w:rPr>
          <w:i/>
          <w:iCs/>
        </w:rPr>
        <w:t>ČSN 73 6126-1</w:t>
      </w:r>
    </w:p>
    <w:p w14:paraId="1EF522B5" w14:textId="24027F62" w:rsidR="0076519D" w:rsidRPr="000C1237" w:rsidRDefault="0076519D" w:rsidP="0076519D">
      <w:pPr>
        <w:ind w:left="709"/>
        <w:contextualSpacing/>
        <w:rPr>
          <w:i/>
          <w:iCs/>
          <w:u w:val="single"/>
        </w:rPr>
      </w:pPr>
      <w:r w:rsidRPr="000C1237">
        <w:rPr>
          <w:u w:val="single"/>
        </w:rPr>
        <w:t xml:space="preserve">Štěrkodrť 0-32 </w:t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</w:r>
      <w:r w:rsidRPr="000C1237">
        <w:rPr>
          <w:u w:val="single"/>
        </w:rPr>
        <w:tab/>
        <w:t xml:space="preserve">ŠD </w:t>
      </w:r>
      <w:r w:rsidRPr="000C1237">
        <w:rPr>
          <w:u w:val="single"/>
        </w:rPr>
        <w:tab/>
      </w:r>
      <w:r w:rsidR="00140EF4" w:rsidRPr="000C1237">
        <w:rPr>
          <w:u w:val="single"/>
        </w:rPr>
        <w:t xml:space="preserve">   m</w:t>
      </w:r>
      <w:r w:rsidRPr="000C1237">
        <w:rPr>
          <w:u w:val="single"/>
        </w:rPr>
        <w:t xml:space="preserve">in. 200 mm </w:t>
      </w:r>
      <w:r w:rsidRPr="000C1237">
        <w:rPr>
          <w:u w:val="single"/>
        </w:rPr>
        <w:tab/>
      </w:r>
      <w:r w:rsidRPr="000C1237">
        <w:rPr>
          <w:i/>
          <w:iCs/>
          <w:u w:val="single"/>
        </w:rPr>
        <w:t>ČSN 73 6126-1</w:t>
      </w:r>
    </w:p>
    <w:p w14:paraId="3D413B9E" w14:textId="6C1CA0CB" w:rsidR="0076519D" w:rsidRPr="00D756B3" w:rsidRDefault="0076519D" w:rsidP="0076519D">
      <w:pPr>
        <w:ind w:left="709"/>
        <w:contextualSpacing/>
        <w:rPr>
          <w:b/>
          <w:bCs/>
        </w:rPr>
      </w:pPr>
      <w:r w:rsidRPr="00D756B3">
        <w:rPr>
          <w:b/>
          <w:bCs/>
        </w:rPr>
        <w:t xml:space="preserve">Konstrukce vozovky celkem </w:t>
      </w:r>
      <w:r w:rsidRPr="00D756B3">
        <w:rPr>
          <w:b/>
          <w:bCs/>
        </w:rPr>
        <w:tab/>
      </w:r>
      <w:r w:rsidRPr="00D756B3">
        <w:rPr>
          <w:b/>
          <w:bCs/>
        </w:rPr>
        <w:tab/>
      </w:r>
      <w:r w:rsidRPr="00D756B3">
        <w:rPr>
          <w:b/>
          <w:bCs/>
        </w:rPr>
        <w:tab/>
      </w:r>
      <w:r w:rsidRPr="00D756B3">
        <w:rPr>
          <w:b/>
          <w:bCs/>
        </w:rPr>
        <w:tab/>
      </w:r>
      <w:r w:rsidRPr="00D756B3">
        <w:rPr>
          <w:b/>
          <w:bCs/>
        </w:rPr>
        <w:tab/>
      </w:r>
      <w:r w:rsidR="00140EF4" w:rsidRPr="00D756B3">
        <w:rPr>
          <w:b/>
          <w:bCs/>
        </w:rPr>
        <w:t xml:space="preserve">   </w:t>
      </w:r>
      <w:r w:rsidRPr="00D756B3">
        <w:rPr>
          <w:b/>
          <w:bCs/>
        </w:rPr>
        <w:t>min. 580 mm</w:t>
      </w:r>
    </w:p>
    <w:p w14:paraId="6B51068F" w14:textId="77777777" w:rsidR="00D756B3" w:rsidRPr="00D756B3" w:rsidRDefault="00D756B3" w:rsidP="0076519D">
      <w:pPr>
        <w:ind w:left="709"/>
        <w:rPr>
          <w:sz w:val="12"/>
          <w:szCs w:val="12"/>
        </w:rPr>
      </w:pPr>
    </w:p>
    <w:p w14:paraId="0A98E947" w14:textId="362CAF62" w:rsidR="0076519D" w:rsidRPr="000C1237" w:rsidRDefault="0076519D" w:rsidP="0076519D">
      <w:pPr>
        <w:ind w:left="709"/>
      </w:pPr>
      <w:r w:rsidRPr="000C1237">
        <w:t>Na pláni musí být deformační modul z druhé zatěžovací větve Edef 2 = 60 MPa</w:t>
      </w:r>
    </w:p>
    <w:p w14:paraId="273A0A35" w14:textId="77777777" w:rsidR="0076519D" w:rsidRPr="000C1237" w:rsidRDefault="0076519D" w:rsidP="0076519D">
      <w:pPr>
        <w:ind w:left="709"/>
        <w:contextualSpacing/>
      </w:pPr>
      <w:r w:rsidRPr="000C1237">
        <w:t>Na ochranné vrstvě ŠD 200 mm je požadován deformační modul Edef 2 = 90 MPa</w:t>
      </w:r>
    </w:p>
    <w:p w14:paraId="78A65CAE" w14:textId="77777777" w:rsidR="0076519D" w:rsidRPr="000C1237" w:rsidRDefault="0076519D" w:rsidP="0076519D">
      <w:pPr>
        <w:ind w:left="709"/>
        <w:contextualSpacing/>
      </w:pPr>
      <w:r w:rsidRPr="000C1237">
        <w:t>Na podkladní vrstvě MZK 200 mm je požadován deformační modul Edef 2 = 140 MPa</w:t>
      </w:r>
    </w:p>
    <w:p w14:paraId="213E7FB7" w14:textId="3E0AAB3B" w:rsidR="0076519D" w:rsidRPr="000C1237" w:rsidRDefault="0076519D" w:rsidP="0076519D">
      <w:pPr>
        <w:ind w:left="709"/>
      </w:pPr>
      <w:r w:rsidRPr="000C1237">
        <w:t xml:space="preserve">Ochranná vrstva ŠD bude v tl. 150 mm vyvedena na okraj zemního tělesa. </w:t>
      </w:r>
    </w:p>
    <w:p w14:paraId="75B656BC" w14:textId="15D13C72" w:rsidR="0076519D" w:rsidRDefault="0076519D" w:rsidP="0076519D">
      <w:pPr>
        <w:ind w:left="709"/>
      </w:pPr>
      <w:r w:rsidRPr="000C1237">
        <w:t>Nezpevněná krajnice bude v tloušťce 100 mm zpevněna asfaltovým recyklátem.</w:t>
      </w:r>
    </w:p>
    <w:p w14:paraId="51F7EF59" w14:textId="0E91B2DA" w:rsidR="009E4A08" w:rsidRDefault="00AD1B86" w:rsidP="004877C8">
      <w:pPr>
        <w:ind w:left="709"/>
      </w:pPr>
      <w:r>
        <w:t xml:space="preserve">Za opěrnou zdí </w:t>
      </w:r>
      <w:r w:rsidR="00DA4918">
        <w:t xml:space="preserve">bude </w:t>
      </w:r>
      <w:r w:rsidR="009E4A08">
        <w:t xml:space="preserve">část </w:t>
      </w:r>
      <w:r w:rsidR="00DA4918">
        <w:t>silniční</w:t>
      </w:r>
      <w:r w:rsidR="009E4A08">
        <w:t>ho</w:t>
      </w:r>
      <w:r w:rsidR="00DA4918">
        <w:t xml:space="preserve"> těles</w:t>
      </w:r>
      <w:r w:rsidR="009E4A08">
        <w:t>a</w:t>
      </w:r>
      <w:r w:rsidR="00DA4918">
        <w:t xml:space="preserve"> při levém okraji komunikace (u rigolu) </w:t>
      </w:r>
      <w:r w:rsidR="009E4A08">
        <w:t>provedena jako nová.</w:t>
      </w:r>
      <w:r w:rsidR="00FB43EA">
        <w:t xml:space="preserve"> V patě nového tělesa bude provedena úprava pro rovnoměrné sedání násypu v tloušťce </w:t>
      </w:r>
      <w:proofErr w:type="gramStart"/>
      <w:r w:rsidR="00FB43EA">
        <w:t>200mm</w:t>
      </w:r>
      <w:proofErr w:type="gramEnd"/>
      <w:r w:rsidR="00E471F7">
        <w:t xml:space="preserve"> ze zhutněné štěrkodrti</w:t>
      </w:r>
      <w:r w:rsidR="007777C7">
        <w:t xml:space="preserve"> ŠD 32-64</w:t>
      </w:r>
      <w:r w:rsidR="00557AB8">
        <w:t xml:space="preserve">. </w:t>
      </w:r>
      <w:r w:rsidR="00B01621">
        <w:t xml:space="preserve">Na ní bude </w:t>
      </w:r>
      <w:r w:rsidR="00637983">
        <w:t>okraj tělesa zpevněn záhozem z lomového kamene</w:t>
      </w:r>
      <w:r w:rsidR="00801F42">
        <w:t xml:space="preserve"> min. hmot. 200 kg s vyklínováním. Na </w:t>
      </w:r>
      <w:r w:rsidR="00E76F6B">
        <w:t xml:space="preserve">povrchu </w:t>
      </w:r>
      <w:r w:rsidR="00801F42">
        <w:t>nové části silničního tělesa bud</w:t>
      </w:r>
      <w:r w:rsidR="00E76F6B">
        <w:t xml:space="preserve">e pod konstrukcí vozovky </w:t>
      </w:r>
      <w:r w:rsidR="00864E75">
        <w:t>kvůli separaci</w:t>
      </w:r>
      <w:r w:rsidR="00E56A35">
        <w:t xml:space="preserve"> </w:t>
      </w:r>
      <w:r w:rsidR="00864E75">
        <w:t xml:space="preserve">natažena </w:t>
      </w:r>
      <w:r w:rsidR="00E56A35">
        <w:t xml:space="preserve">drenážní </w:t>
      </w:r>
      <w:r w:rsidR="00864E75">
        <w:t>geotextilie</w:t>
      </w:r>
      <w:r w:rsidR="00E76F6B">
        <w:t xml:space="preserve"> </w:t>
      </w:r>
      <w:r w:rsidR="00E56A35">
        <w:t>gramáže min. 600 g/m2.</w:t>
      </w:r>
    </w:p>
    <w:p w14:paraId="062E577A" w14:textId="0D88BE44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lastRenderedPageBreak/>
        <w:t>Izolace</w:t>
      </w:r>
    </w:p>
    <w:p w14:paraId="3ADE8C02" w14:textId="020EC3F5" w:rsidR="00262A4E" w:rsidRPr="000C1237" w:rsidRDefault="00262A4E" w:rsidP="004877C8">
      <w:pPr>
        <w:spacing w:after="120"/>
        <w:ind w:left="709"/>
      </w:pPr>
      <w:r w:rsidRPr="000C1237">
        <w:t xml:space="preserve">Izolace nosné konstrukce je provedena jako celoplošná z modifikovaných natavovacích asfaltových izolačních pásů tl. </w:t>
      </w:r>
      <w:smartTag w:uri="urn:schemas-microsoft-com:office:smarttags" w:element="metricconverter">
        <w:smartTagPr>
          <w:attr w:name="ProductID" w:val="5 mm"/>
        </w:smartTagPr>
        <w:r w:rsidRPr="000C1237">
          <w:t>5 mm</w:t>
        </w:r>
      </w:smartTag>
      <w:r w:rsidRPr="000C1237">
        <w:t>. Izolace je jednovrstvá, natavená na povrch NK opatřený penetračn</w:t>
      </w:r>
      <w:r w:rsidR="00054BBB">
        <w:t>ě</w:t>
      </w:r>
      <w:r w:rsidRPr="000C1237">
        <w:t xml:space="preserve"> </w:t>
      </w:r>
      <w:r w:rsidR="00054BBB">
        <w:t xml:space="preserve">adhezním </w:t>
      </w:r>
      <w:r w:rsidRPr="000C1237">
        <w:t>nátěrem. Izolace z mostovky je přetažena na povrch rubu rámové stojky a dovedena až přes pracovní spáru mezi stojkou a základem</w:t>
      </w:r>
      <w:r w:rsidR="007F1AA6">
        <w:t xml:space="preserve"> </w:t>
      </w:r>
      <w:r w:rsidR="001855C6">
        <w:t>až k základové spáře</w:t>
      </w:r>
      <w:r w:rsidRPr="000C1237">
        <w:t xml:space="preserve">. Ochrana izolace pod vozovkou bude z litého asfaltu a pod římsou z ochranného izolačního pásu s výztužnou vložkou z hliníkové fólie. </w:t>
      </w:r>
    </w:p>
    <w:p w14:paraId="06ADF468" w14:textId="77777777" w:rsidR="00262A4E" w:rsidRPr="000C1237" w:rsidRDefault="00262A4E" w:rsidP="004877C8">
      <w:pPr>
        <w:spacing w:after="120"/>
        <w:ind w:left="709"/>
      </w:pPr>
      <w:r w:rsidRPr="000C1237">
        <w:t xml:space="preserve">Odvodnění izolace bude pomocí odvodňovacích kanálků z drenážního polymerbetonu šířky min. 100 mm vyústěných na nižší opěře za rub mostu.  </w:t>
      </w:r>
    </w:p>
    <w:p w14:paraId="5A85FECA" w14:textId="77777777" w:rsidR="00262A4E" w:rsidRPr="000C1237" w:rsidRDefault="00262A4E" w:rsidP="004877C8">
      <w:pPr>
        <w:spacing w:after="120"/>
        <w:ind w:left="709"/>
      </w:pPr>
      <w:r w:rsidRPr="000C1237">
        <w:t>Vhodným technologickým postupem musí být zajištěna celistvost, nepropustnost, dobrá odolnost proti mechanickému namáhání a přilnavost izolace k nosné konstrukci. Musí být zajištěno její dokonalé odvodnění a vyloučeno stékání vody po nosné konstrukci. Podklad pod izolaci musí být očištěn a zbaven povrchové vrstvy, současně musí být splněn požadavek na pevnost v odtrhu min. 1,5 MPa.</w:t>
      </w:r>
    </w:p>
    <w:p w14:paraId="618C7062" w14:textId="77777777" w:rsidR="00262A4E" w:rsidRPr="000C1237" w:rsidRDefault="00262A4E" w:rsidP="004877C8">
      <w:pPr>
        <w:ind w:left="709"/>
      </w:pPr>
      <w:r w:rsidRPr="000C1237">
        <w:t xml:space="preserve">Betonové konstrukce přicházející do styku se zemní vlhkostí jsou natřeny 1x penetračním a 2x asfaltovým nátěrem a ochráněny geotextilií s gramáží min. 600 g/m2. </w:t>
      </w:r>
    </w:p>
    <w:p w14:paraId="63C05A1C" w14:textId="77777777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t>Římsy</w:t>
      </w:r>
    </w:p>
    <w:p w14:paraId="654DBD56" w14:textId="1CCEE2F2" w:rsidR="00262A4E" w:rsidRPr="000C1237" w:rsidRDefault="00262A4E" w:rsidP="004877C8">
      <w:pPr>
        <w:ind w:left="709"/>
        <w:rPr>
          <w:rFonts w:cs="Arial"/>
        </w:rPr>
      </w:pPr>
      <w:r w:rsidRPr="000C1237">
        <w:t>Na okrajích mostu jsou železobetonové monolitické římsy s lícním prefabrikátem</w:t>
      </w:r>
      <w:r w:rsidR="006655FC" w:rsidRPr="000C1237">
        <w:t xml:space="preserve">. </w:t>
      </w:r>
      <w:r w:rsidRPr="000C1237">
        <w:t>Šířka říms je 0,80 m. Římsy jsou do NK a opěrn</w:t>
      </w:r>
      <w:r w:rsidR="002C3EA9">
        <w:t>é</w:t>
      </w:r>
      <w:r w:rsidRPr="000C1237">
        <w:t xml:space="preserve"> zd</w:t>
      </w:r>
      <w:r w:rsidR="002C3EA9">
        <w:t>i</w:t>
      </w:r>
      <w:r w:rsidRPr="000C1237">
        <w:t xml:space="preserve"> kotveny pomocí kotevních přípravků po </w:t>
      </w:r>
      <w:smartTag w:uri="urn:schemas-microsoft-com:office:smarttags" w:element="metricconverter">
        <w:smartTagPr>
          <w:attr w:name="ProductID" w:val="1,0 m"/>
        </w:smartTagPr>
        <w:r w:rsidRPr="000C1237">
          <w:t>1,0 m</w:t>
        </w:r>
      </w:smartTag>
      <w:r w:rsidRPr="000C1237">
        <w:t>. Horní povrch říms je v příčném spádu 4,00 %</w:t>
      </w:r>
      <w:r w:rsidR="002C3EA9">
        <w:t xml:space="preserve"> a</w:t>
      </w:r>
      <w:r w:rsidRPr="000C1237">
        <w:t xml:space="preserve"> bude opatřen příčnou stráží. Následně budou obruba a horní povrch říms opatřeny ochranným nátěrem typu S4. Výška obrub říms nad vozovkou je </w:t>
      </w:r>
      <w:smartTag w:uri="urn:schemas-microsoft-com:office:smarttags" w:element="metricconverter">
        <w:smartTagPr>
          <w:attr w:name="ProductID" w:val="150 mm"/>
        </w:smartTagPr>
        <w:r w:rsidRPr="000C1237">
          <w:t>150 mm</w:t>
        </w:r>
      </w:smartTag>
      <w:r w:rsidRPr="000C1237">
        <w:t xml:space="preserve">, </w:t>
      </w:r>
      <w:r w:rsidRPr="000C1237">
        <w:rPr>
          <w:rFonts w:cs="Arial"/>
        </w:rPr>
        <w:t>boční líc obruby je ve sklonu 5:1 až po izolaci.</w:t>
      </w:r>
      <w:r w:rsidRPr="000C1237">
        <w:t xml:space="preserve"> Výška líce říms je 0,</w:t>
      </w:r>
      <w:r w:rsidR="006655FC" w:rsidRPr="000C1237">
        <w:t>65</w:t>
      </w:r>
      <w:r w:rsidRPr="000C1237">
        <w:t xml:space="preserve"> m. Římsy </w:t>
      </w:r>
      <w:r w:rsidR="006655FC" w:rsidRPr="000C1237">
        <w:t>mohou být betonovány celé najednou</w:t>
      </w:r>
      <w:r w:rsidR="002C3EA9">
        <w:t>. Římsa na opěrné zdi je od římsy na mostě oddělena dilatační spárou</w:t>
      </w:r>
      <w:r w:rsidR="00814F9D">
        <w:t xml:space="preserve"> tl. 20 mm</w:t>
      </w:r>
      <w:r w:rsidR="006655FC" w:rsidRPr="000C1237">
        <w:t>,</w:t>
      </w:r>
      <w:r w:rsidR="002C3EA9">
        <w:t xml:space="preserve"> jež bude </w:t>
      </w:r>
      <w:r w:rsidR="00814F9D">
        <w:t xml:space="preserve">vyplněna pružnou vložkou (např. EPS) a </w:t>
      </w:r>
      <w:r w:rsidR="002C3EA9">
        <w:t>zatěsněna</w:t>
      </w:r>
      <w:r w:rsidR="006655FC" w:rsidRPr="000C1237">
        <w:t xml:space="preserve"> </w:t>
      </w:r>
      <w:r w:rsidR="00814F9D" w:rsidRPr="000C1237">
        <w:t>polyuretanovým tmelem šedé barvy odolným UV záření</w:t>
      </w:r>
      <w:r w:rsidR="00814F9D">
        <w:t xml:space="preserve">. </w:t>
      </w:r>
    </w:p>
    <w:p w14:paraId="72656BEC" w14:textId="77777777" w:rsidR="00262A4E" w:rsidRPr="000C1237" w:rsidRDefault="00262A4E" w:rsidP="004877C8">
      <w:pPr>
        <w:tabs>
          <w:tab w:val="left" w:pos="567"/>
          <w:tab w:val="left" w:pos="2835"/>
          <w:tab w:val="left" w:pos="5245"/>
          <w:tab w:val="left" w:pos="5954"/>
        </w:tabs>
        <w:ind w:left="709"/>
      </w:pPr>
      <w:r w:rsidRPr="000C1237">
        <w:t xml:space="preserve">Beton říms (včetně lícních prefabrikátů) je </w:t>
      </w:r>
      <w:r w:rsidRPr="000C1237">
        <w:rPr>
          <w:b/>
          <w:bCs/>
        </w:rPr>
        <w:t>C30/37-XC</w:t>
      </w:r>
      <w:proofErr w:type="gramStart"/>
      <w:r w:rsidRPr="000C1237">
        <w:rPr>
          <w:b/>
          <w:bCs/>
        </w:rPr>
        <w:t>4,XD</w:t>
      </w:r>
      <w:proofErr w:type="gramEnd"/>
      <w:r w:rsidRPr="000C1237">
        <w:rPr>
          <w:b/>
          <w:bCs/>
        </w:rPr>
        <w:t>3,XF4</w:t>
      </w:r>
      <w:r w:rsidRPr="000C1237">
        <w:t xml:space="preserve">, betonářská výztuž </w:t>
      </w:r>
      <w:r w:rsidRPr="000C1237">
        <w:rPr>
          <w:b/>
          <w:bCs/>
        </w:rPr>
        <w:t>B500B</w:t>
      </w:r>
      <w:r w:rsidRPr="000C1237">
        <w:t>.</w:t>
      </w:r>
    </w:p>
    <w:p w14:paraId="37EA3B37" w14:textId="01A1B5F3" w:rsidR="00262A4E" w:rsidRPr="000C1237" w:rsidRDefault="00262A4E" w:rsidP="004877C8">
      <w:pPr>
        <w:ind w:left="709"/>
        <w:rPr>
          <w:b/>
          <w:bCs/>
        </w:rPr>
      </w:pPr>
      <w:r w:rsidRPr="000C1237">
        <w:rPr>
          <w:b/>
          <w:bCs/>
        </w:rPr>
        <w:t xml:space="preserve">Zábradlí </w:t>
      </w:r>
    </w:p>
    <w:p w14:paraId="71F0EF36" w14:textId="20A573CE" w:rsidR="00814F9D" w:rsidRPr="00814F9D" w:rsidRDefault="00814F9D" w:rsidP="00814F9D">
      <w:pPr>
        <w:ind w:left="709"/>
      </w:pPr>
      <w:r w:rsidRPr="00814F9D">
        <w:t>Na obou mostních římsách bude osazeno zábradlí výšky 1,10 m se svislou výplní z otevřených ocelových profilů</w:t>
      </w:r>
      <w:r>
        <w:t xml:space="preserve"> ve vzdálenosti 500 mm od líce obruby</w:t>
      </w:r>
      <w:r w:rsidRPr="00814F9D">
        <w:t>. Zábradlí bude provedeno v souladu s</w:t>
      </w:r>
      <w:r>
        <w:t>e vzorovým listem MD ČR</w:t>
      </w:r>
      <w:r w:rsidRPr="00814F9D">
        <w:t> VL4–507.01 a TP 258.</w:t>
      </w:r>
    </w:p>
    <w:p w14:paraId="4315D5C4" w14:textId="55CBEAA2" w:rsidR="00814F9D" w:rsidRPr="00814F9D" w:rsidRDefault="00814F9D" w:rsidP="00814F9D">
      <w:pPr>
        <w:ind w:left="709"/>
      </w:pPr>
      <w:r w:rsidRPr="00814F9D">
        <w:t xml:space="preserve">Toto zábradlí bude </w:t>
      </w:r>
      <w:r>
        <w:t>pokračovat i na římse opěrné zdi.</w:t>
      </w:r>
    </w:p>
    <w:p w14:paraId="6A7811D3" w14:textId="77777777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t>Odvodnění mostu</w:t>
      </w:r>
    </w:p>
    <w:p w14:paraId="1B50B7A0" w14:textId="4D558BAA" w:rsidR="00262A4E" w:rsidRPr="000C1237" w:rsidRDefault="00262A4E" w:rsidP="004877C8">
      <w:pPr>
        <w:ind w:left="709"/>
      </w:pPr>
      <w:r w:rsidRPr="000C1237">
        <w:t xml:space="preserve">Odvodnění rubu opěr zabezpečuje příčný drenážní profil DN </w:t>
      </w:r>
      <w:smartTag w:uri="urn:schemas-microsoft-com:office:smarttags" w:element="metricconverter">
        <w:smartTagPr>
          <w:attr w:name="ProductID" w:val="150 mm"/>
        </w:smartTagPr>
        <w:r w:rsidRPr="000C1237">
          <w:t>150 mm</w:t>
        </w:r>
      </w:smartTag>
      <w:r w:rsidRPr="000C1237">
        <w:t xml:space="preserve"> uložený ve spádu 3 % na spádovém betonu </w:t>
      </w:r>
      <w:r w:rsidRPr="000C1237">
        <w:rPr>
          <w:b/>
          <w:bCs/>
        </w:rPr>
        <w:t>C8/</w:t>
      </w:r>
      <w:proofErr w:type="gramStart"/>
      <w:r w:rsidRPr="000C1237">
        <w:rPr>
          <w:b/>
          <w:bCs/>
        </w:rPr>
        <w:t>10-X0</w:t>
      </w:r>
      <w:proofErr w:type="gramEnd"/>
      <w:r w:rsidRPr="000C1237">
        <w:t xml:space="preserve"> a vyvedený skrz </w:t>
      </w:r>
      <w:r w:rsidR="00814F9D">
        <w:t>rámovou stojku na zpevnění pod mostem</w:t>
      </w:r>
      <w:r w:rsidRPr="000C1237">
        <w:t xml:space="preserve"> s přesahem přes líc </w:t>
      </w:r>
      <w:r w:rsidR="00814F9D">
        <w:t>stojky</w:t>
      </w:r>
      <w:r w:rsidRPr="000C1237">
        <w:t xml:space="preserve"> min. 100</w:t>
      </w:r>
      <w:r w:rsidR="006F28AB" w:rsidRPr="000C1237">
        <w:t> </w:t>
      </w:r>
      <w:r w:rsidRPr="000C1237">
        <w:t>mm. K drenážnímu profilu je z přechodové oblasti ve spádu 1</w:t>
      </w:r>
      <w:r w:rsidR="006F28AB" w:rsidRPr="000C1237">
        <w:t xml:space="preserve">:20 </w:t>
      </w:r>
      <w:r w:rsidRPr="000C1237">
        <w:t xml:space="preserve">přivedena těsnící fólie (oboustranně ochráněná geotextilií). </w:t>
      </w:r>
    </w:p>
    <w:p w14:paraId="02A14527" w14:textId="10E90B2C" w:rsidR="00262A4E" w:rsidRPr="000C1237" w:rsidRDefault="00262A4E" w:rsidP="004877C8">
      <w:pPr>
        <w:ind w:left="709"/>
      </w:pPr>
      <w:r w:rsidRPr="000C1237">
        <w:t xml:space="preserve">Vozovka na mostě bude odvodněna prostřednictvím podélného </w:t>
      </w:r>
      <w:r w:rsidR="006F28AB" w:rsidRPr="000C1237">
        <w:t xml:space="preserve">a příčného </w:t>
      </w:r>
      <w:r w:rsidRPr="000C1237">
        <w:t>spádu do s</w:t>
      </w:r>
      <w:r w:rsidR="006F28AB" w:rsidRPr="000C1237">
        <w:t>ilničních příkop. U opěry 2 prostřednictvím s</w:t>
      </w:r>
      <w:r w:rsidRPr="000C1237">
        <w:t>kluz</w:t>
      </w:r>
      <w:r w:rsidR="006F28AB" w:rsidRPr="000C1237">
        <w:t>u z betonových tvárnic.</w:t>
      </w:r>
      <w:r w:rsidRPr="000C1237">
        <w:t xml:space="preserve"> </w:t>
      </w:r>
    </w:p>
    <w:p w14:paraId="575E4297" w14:textId="156546C4" w:rsidR="00DA20B1" w:rsidRDefault="00DA20B1" w:rsidP="004877C8">
      <w:pPr>
        <w:ind w:left="709"/>
        <w:rPr>
          <w:b/>
          <w:bCs/>
        </w:rPr>
      </w:pPr>
      <w:r w:rsidRPr="00BC6882">
        <w:rPr>
          <w:b/>
          <w:bCs/>
        </w:rPr>
        <w:t>Revizní schodiště</w:t>
      </w:r>
    </w:p>
    <w:p w14:paraId="0B27D683" w14:textId="77777777" w:rsidR="00DA20B1" w:rsidRPr="000C1237" w:rsidRDefault="00DA20B1" w:rsidP="004877C8">
      <w:pPr>
        <w:ind w:left="709"/>
      </w:pPr>
      <w:r w:rsidRPr="000C1237">
        <w:t xml:space="preserve">Při </w:t>
      </w:r>
      <w:r w:rsidR="00814F9D">
        <w:t>pra</w:t>
      </w:r>
      <w:r w:rsidRPr="000C1237">
        <w:t>vém křídle opěry č.</w:t>
      </w:r>
      <w:r w:rsidR="00814F9D">
        <w:t>2</w:t>
      </w:r>
      <w:r w:rsidRPr="000C1237">
        <w:t xml:space="preserve"> bude provedeno revizní schodiště z ŽB prefa dílců. Mohou být použity i staveništní prefabrikáty.</w:t>
      </w:r>
    </w:p>
    <w:p w14:paraId="7FE69C57" w14:textId="77777777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t>Zpevnění za římsami</w:t>
      </w:r>
    </w:p>
    <w:p w14:paraId="4D08B822" w14:textId="77777777" w:rsidR="00262A4E" w:rsidRPr="000C1237" w:rsidRDefault="00262A4E" w:rsidP="004877C8">
      <w:pPr>
        <w:ind w:left="709"/>
        <w:rPr>
          <w:rFonts w:cs="Arial"/>
          <w:bCs/>
        </w:rPr>
      </w:pPr>
      <w:r w:rsidRPr="000C1237">
        <w:t xml:space="preserve">Za konci říms bude provedeno zpevnění lomovým kamenem tl. 200 mm do suché betonové směsi     </w:t>
      </w:r>
      <w:r w:rsidRPr="000C1237">
        <w:rPr>
          <w:rFonts w:cs="Arial"/>
          <w:b/>
        </w:rPr>
        <w:t>C25/30n-X0</w:t>
      </w:r>
      <w:r w:rsidRPr="000C1237">
        <w:t xml:space="preserve"> tl. 100 mm. Vyspárování dlažby cementovou maltou </w:t>
      </w:r>
      <w:r w:rsidRPr="000C1237">
        <w:rPr>
          <w:b/>
          <w:bCs/>
        </w:rPr>
        <w:t>XF4</w:t>
      </w:r>
      <w:r w:rsidRPr="000C1237">
        <w:t xml:space="preserve">. Délka zpevnění – viz příloha Půdorys.  </w:t>
      </w:r>
    </w:p>
    <w:p w14:paraId="628CCAF0" w14:textId="77777777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t>Úprava koryta a zpevnění pod mostem</w:t>
      </w:r>
    </w:p>
    <w:p w14:paraId="4E524A2E" w14:textId="0078E046" w:rsidR="00262A4E" w:rsidRPr="000C1237" w:rsidRDefault="00262A4E" w:rsidP="004877C8">
      <w:pPr>
        <w:ind w:left="709"/>
        <w:rPr>
          <w:rFonts w:cs="Arial"/>
          <w:b/>
        </w:rPr>
      </w:pPr>
      <w:r w:rsidRPr="000C1237">
        <w:rPr>
          <w:rFonts w:cs="Arial"/>
          <w:bCs/>
        </w:rPr>
        <w:t xml:space="preserve">Pod mostem </w:t>
      </w:r>
      <w:r w:rsidR="009158B4">
        <w:rPr>
          <w:rFonts w:cs="Arial"/>
          <w:bCs/>
        </w:rPr>
        <w:t xml:space="preserve">a cca 5 m před a za mostem </w:t>
      </w:r>
      <w:r w:rsidRPr="000C1237">
        <w:rPr>
          <w:rFonts w:cs="Arial"/>
          <w:bCs/>
        </w:rPr>
        <w:t xml:space="preserve">bude provedeno nové zpevnění lomovým kamenem do suché betonové směsi </w:t>
      </w:r>
      <w:r w:rsidRPr="000C1237">
        <w:rPr>
          <w:rFonts w:cs="Arial"/>
          <w:b/>
        </w:rPr>
        <w:t xml:space="preserve">C25/30n-X0 </w:t>
      </w:r>
      <w:r w:rsidRPr="000C1237">
        <w:rPr>
          <w:rFonts w:cs="Arial"/>
        </w:rPr>
        <w:t>s vyspárováním na</w:t>
      </w:r>
      <w:r w:rsidRPr="000C1237">
        <w:rPr>
          <w:rFonts w:cs="Arial"/>
          <w:b/>
        </w:rPr>
        <w:t xml:space="preserve"> XF4. </w:t>
      </w:r>
      <w:r w:rsidRPr="000C1237">
        <w:rPr>
          <w:rFonts w:cs="Arial"/>
        </w:rPr>
        <w:t>Celková tloušťka tohoto zpevnění bude 350 mm.</w:t>
      </w:r>
      <w:r w:rsidRPr="000C1237">
        <w:rPr>
          <w:rFonts w:cs="Arial"/>
          <w:b/>
        </w:rPr>
        <w:t xml:space="preserve"> </w:t>
      </w:r>
    </w:p>
    <w:p w14:paraId="45F49D41" w14:textId="5A53D8A5" w:rsidR="00262A4E" w:rsidRPr="009158B4" w:rsidRDefault="00262A4E" w:rsidP="004877C8">
      <w:pPr>
        <w:ind w:left="709"/>
        <w:rPr>
          <w:rFonts w:cs="Arial"/>
          <w:bCs/>
        </w:rPr>
      </w:pPr>
      <w:r w:rsidRPr="000C1237">
        <w:rPr>
          <w:rFonts w:cs="Arial"/>
          <w:bCs/>
        </w:rPr>
        <w:lastRenderedPageBreak/>
        <w:t>Zpevnění koryta pod mostem bude zakončeno příčnými prahy z vodostavebného betonu</w:t>
      </w:r>
      <w:r w:rsidR="009158B4">
        <w:rPr>
          <w:rFonts w:cs="Arial"/>
          <w:bCs/>
        </w:rPr>
        <w:t xml:space="preserve">       </w:t>
      </w:r>
      <w:r w:rsidRPr="000C1237">
        <w:rPr>
          <w:rFonts w:cs="Arial"/>
          <w:b/>
        </w:rPr>
        <w:t>C25/30n-</w:t>
      </w:r>
      <w:r w:rsidR="009158B4">
        <w:rPr>
          <w:rFonts w:cs="Arial"/>
          <w:b/>
        </w:rPr>
        <w:t>X</w:t>
      </w:r>
      <w:r w:rsidRPr="000C1237">
        <w:rPr>
          <w:rFonts w:cs="Arial"/>
          <w:b/>
        </w:rPr>
        <w:t>0.</w:t>
      </w:r>
    </w:p>
    <w:p w14:paraId="54419895" w14:textId="5A55298C" w:rsidR="00262A4E" w:rsidRPr="000C1237" w:rsidRDefault="00262A4E" w:rsidP="004877C8">
      <w:pPr>
        <w:ind w:left="709"/>
        <w:rPr>
          <w:rFonts w:cs="Arial"/>
        </w:rPr>
      </w:pPr>
      <w:r w:rsidRPr="000C1237">
        <w:rPr>
          <w:rFonts w:cs="Arial"/>
        </w:rPr>
        <w:t>Použitý lomový kámen musí mít neopracovaný hrubý povrch, spáry mezi jednotlivými kusy musí být zapuštěny cca 10 mm pod povrch kamene. Příčný práh musí být výškově slícován s dlažbou.</w:t>
      </w:r>
    </w:p>
    <w:p w14:paraId="73878164" w14:textId="77777777" w:rsidR="00262A4E" w:rsidRPr="000C1237" w:rsidRDefault="00262A4E" w:rsidP="004877C8">
      <w:pPr>
        <w:ind w:left="709"/>
        <w:rPr>
          <w:rFonts w:cs="Arial"/>
        </w:rPr>
      </w:pPr>
      <w:r w:rsidRPr="000C1237">
        <w:rPr>
          <w:rFonts w:cs="Arial"/>
        </w:rPr>
        <w:t>Práce v korytě vodního toku je nutné načasovat do období mimo dobu rozmnožování vodních živočichů.</w:t>
      </w:r>
    </w:p>
    <w:p w14:paraId="307BBD6F" w14:textId="77777777" w:rsidR="00262A4E" w:rsidRPr="000C1237" w:rsidRDefault="00262A4E" w:rsidP="004877C8">
      <w:pPr>
        <w:ind w:left="709"/>
        <w:rPr>
          <w:b/>
        </w:rPr>
      </w:pPr>
      <w:r w:rsidRPr="000C1237">
        <w:rPr>
          <w:b/>
        </w:rPr>
        <w:t>Přechodové oblasti</w:t>
      </w:r>
    </w:p>
    <w:p w14:paraId="161F1894" w14:textId="38409840" w:rsidR="00262A4E" w:rsidRPr="000C1237" w:rsidRDefault="00262A4E" w:rsidP="004877C8">
      <w:pPr>
        <w:ind w:left="709"/>
      </w:pPr>
      <w:r w:rsidRPr="000C1237">
        <w:t xml:space="preserve">Přechodové oblasti je nutno provést velmi pečlivě s důrazem na kvalitní materiály a jejich řádné zhutnění. Přechodové oblasti budou provedeny dle ČSN 73 6244 Přechody mostů pozemních komunikací. Přechodový prvek mezi konstrukcí mostu a násypem převáděné komunikace je tvořen přechodovým klínem z mezerovitého betonu </w:t>
      </w:r>
      <w:r w:rsidRPr="000C1237">
        <w:rPr>
          <w:b/>
          <w:bCs/>
        </w:rPr>
        <w:t>MCB</w:t>
      </w:r>
      <w:proofErr w:type="gramStart"/>
      <w:r w:rsidRPr="000C1237">
        <w:rPr>
          <w:b/>
          <w:bCs/>
        </w:rPr>
        <w:t>10</w:t>
      </w:r>
      <w:r w:rsidRPr="000C1237">
        <w:t xml:space="preserve"> .</w:t>
      </w:r>
      <w:proofErr w:type="gramEnd"/>
      <w:r w:rsidRPr="000C1237">
        <w:t xml:space="preserve"> </w:t>
      </w:r>
    </w:p>
    <w:p w14:paraId="41FEA3A8" w14:textId="30E1483A" w:rsidR="00262A4E" w:rsidRPr="000C1237" w:rsidRDefault="00262A4E" w:rsidP="004877C8">
      <w:pPr>
        <w:ind w:left="709"/>
      </w:pPr>
      <w:r w:rsidRPr="000C1237">
        <w:t xml:space="preserve">Těsnící vrstva bude tvořena HDPE folií ve spádu 5,0 % s ochrannou geotextilí nad i pod fólií. Podél rubu opěry je nad úrovní odvodňovací trubní drenáže proveden ochranný zásyp a obsyp z nenamrzavého materiálu např. ze štěrkodrti. Zásyp za opěrou nad těsnící folií je proveden zeminou vhodnou např. štěrkodrť. Míra zhutnění zásypové zeminy v celé výšce zásypu musí odpovídat TKP a musí být </w:t>
      </w:r>
      <w:proofErr w:type="gramStart"/>
      <w:r w:rsidRPr="000C1237">
        <w:t>ID &gt;</w:t>
      </w:r>
      <w:proofErr w:type="gramEnd"/>
      <w:r w:rsidRPr="000C1237">
        <w:t xml:space="preserve"> 0,85. Míra zhutnění podloží v přechodové oblasti musí dosáhnout minimálně 95% PS. Míra zhutnění zásypové zeminy v celé výšce zásypu musí být zhutněna na hodnotu, požadovanou pro hutnění na pláni dle tabulky 1 a 2 TKP.</w:t>
      </w:r>
    </w:p>
    <w:p w14:paraId="2443AF66" w14:textId="77777777" w:rsidR="00262A4E" w:rsidRPr="000C1237" w:rsidRDefault="00262A4E" w:rsidP="004877C8">
      <w:pPr>
        <w:ind w:left="709"/>
        <w:rPr>
          <w:b/>
          <w:bCs/>
        </w:rPr>
      </w:pPr>
      <w:r w:rsidRPr="000C1237">
        <w:rPr>
          <w:b/>
          <w:bCs/>
        </w:rPr>
        <w:t>Letopo</w:t>
      </w:r>
      <w:r w:rsidRPr="000C1237">
        <w:t>č</w:t>
      </w:r>
      <w:r w:rsidRPr="000C1237">
        <w:rPr>
          <w:b/>
          <w:bCs/>
        </w:rPr>
        <w:t>et</w:t>
      </w:r>
    </w:p>
    <w:p w14:paraId="53ACB4C5" w14:textId="5D9EAB84" w:rsidR="00262A4E" w:rsidRPr="000C1237" w:rsidRDefault="00262A4E" w:rsidP="004877C8">
      <w:pPr>
        <w:ind w:left="709"/>
      </w:pPr>
      <w:r w:rsidRPr="000C1237">
        <w:t xml:space="preserve">Most se opatří jedním letopočtem doby postavení (na </w:t>
      </w:r>
      <w:r w:rsidR="009158B4">
        <w:t>pra</w:t>
      </w:r>
      <w:r w:rsidR="00DA20B1" w:rsidRPr="000C1237">
        <w:t xml:space="preserve">vém křídle </w:t>
      </w:r>
      <w:r w:rsidRPr="000C1237">
        <w:t>u opěry č.</w:t>
      </w:r>
      <w:r w:rsidR="009158B4">
        <w:t>2</w:t>
      </w:r>
      <w:r w:rsidR="00DA20B1" w:rsidRPr="000C1237">
        <w:t xml:space="preserve"> u revizního schodiště</w:t>
      </w:r>
      <w:r w:rsidRPr="000C1237">
        <w:t>). Letopočet bude proveden vlysem do betonu.</w:t>
      </w:r>
    </w:p>
    <w:p w14:paraId="68233F8F" w14:textId="06FC3F95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statické a hydrotechnické posouzení</w:t>
      </w:r>
    </w:p>
    <w:p w14:paraId="62090FCB" w14:textId="32DD3661" w:rsidR="004877C8" w:rsidRPr="000C1237" w:rsidRDefault="004877C8" w:rsidP="004877C8">
      <w:pPr>
        <w:ind w:left="709"/>
      </w:pPr>
      <w:r w:rsidRPr="000C1237">
        <w:t>Bylo provedeno statické posouzení mostní rámové konstrukce včetně založení v rozhodujících průřezech. Cílem statického výpočtu bylo ověření dimenzí nosné konstrukce mostu a návrh profilů nosné výztuže. Výpočty ve všech případech ověřily správnost návrhových dimenzí mostu.</w:t>
      </w:r>
    </w:p>
    <w:p w14:paraId="10AFDCC8" w14:textId="77777777" w:rsidR="004877C8" w:rsidRPr="000C1237" w:rsidRDefault="004877C8" w:rsidP="004877C8">
      <w:pPr>
        <w:ind w:left="709"/>
      </w:pPr>
      <w:r w:rsidRPr="000C1237">
        <w:t>Výpočet byl vypracován dle požadavků evropských norem:</w:t>
      </w:r>
    </w:p>
    <w:p w14:paraId="45B59CB4" w14:textId="77777777" w:rsidR="004877C8" w:rsidRPr="000C1237" w:rsidRDefault="004877C8" w:rsidP="004877C8">
      <w:pPr>
        <w:ind w:left="709"/>
        <w:contextualSpacing/>
      </w:pPr>
      <w:r w:rsidRPr="000C1237">
        <w:t>ČSN EN 1990 – Obecné zásady navrhování</w:t>
      </w:r>
    </w:p>
    <w:p w14:paraId="63497A22" w14:textId="77777777" w:rsidR="004877C8" w:rsidRPr="000C1237" w:rsidRDefault="004877C8" w:rsidP="004877C8">
      <w:pPr>
        <w:ind w:left="709"/>
        <w:contextualSpacing/>
      </w:pPr>
      <w:r w:rsidRPr="000C1237">
        <w:t>ČSN EN 1991 – Zatížení konstrukcí (EN 1991-1-1, EN 1991-2, EN 1991-1-5)</w:t>
      </w:r>
    </w:p>
    <w:p w14:paraId="14DF54E7" w14:textId="77777777" w:rsidR="004877C8" w:rsidRPr="000C1237" w:rsidRDefault="004877C8" w:rsidP="004877C8">
      <w:pPr>
        <w:ind w:left="709"/>
        <w:contextualSpacing/>
      </w:pPr>
      <w:r w:rsidRPr="000C1237">
        <w:t>ČSN EN 1992 – Navrhování betonových konstrukcí (EN 1992-1-1, EN 1992-2)</w:t>
      </w:r>
    </w:p>
    <w:p w14:paraId="56C8E0A2" w14:textId="77777777" w:rsidR="004877C8" w:rsidRPr="000C1237" w:rsidRDefault="004877C8" w:rsidP="004877C8">
      <w:pPr>
        <w:ind w:left="709"/>
        <w:contextualSpacing/>
      </w:pPr>
      <w:r w:rsidRPr="000C1237">
        <w:t>ČSN EN 1997-1 – Navrhování geotechnických konstrukcí</w:t>
      </w:r>
    </w:p>
    <w:p w14:paraId="735E81F6" w14:textId="77777777" w:rsidR="004877C8" w:rsidRPr="000C1237" w:rsidRDefault="004877C8" w:rsidP="004877C8">
      <w:pPr>
        <w:ind w:left="709"/>
        <w:contextualSpacing/>
      </w:pPr>
      <w:r w:rsidRPr="000C1237">
        <w:t>ČSN EN 206-1 – Beton</w:t>
      </w:r>
    </w:p>
    <w:p w14:paraId="0BACB5C7" w14:textId="77777777" w:rsidR="004877C8" w:rsidRPr="000C1237" w:rsidRDefault="004877C8" w:rsidP="004877C8">
      <w:pPr>
        <w:ind w:left="709"/>
        <w:contextualSpacing/>
      </w:pPr>
      <w:r w:rsidRPr="000C1237">
        <w:t>V rámci výpočtu byla provedena tato posouzení:</w:t>
      </w:r>
    </w:p>
    <w:p w14:paraId="7BC64D0F" w14:textId="77777777" w:rsidR="004877C8" w:rsidRPr="000C1237" w:rsidRDefault="004877C8" w:rsidP="004877C8">
      <w:pPr>
        <w:ind w:left="709"/>
        <w:contextualSpacing/>
      </w:pPr>
      <w:r w:rsidRPr="000C1237">
        <w:t>- momentu na mezi únosnosti</w:t>
      </w:r>
    </w:p>
    <w:p w14:paraId="01873A61" w14:textId="77777777" w:rsidR="004877C8" w:rsidRPr="000C1237" w:rsidRDefault="004877C8" w:rsidP="004877C8">
      <w:pPr>
        <w:ind w:left="709"/>
        <w:contextualSpacing/>
      </w:pPr>
      <w:r w:rsidRPr="000C1237">
        <w:t>- únosnost ve smyku</w:t>
      </w:r>
    </w:p>
    <w:p w14:paraId="3BD74D84" w14:textId="77777777" w:rsidR="004877C8" w:rsidRPr="000C1237" w:rsidRDefault="004877C8" w:rsidP="004877C8">
      <w:pPr>
        <w:ind w:left="709"/>
        <w:contextualSpacing/>
      </w:pPr>
      <w:r w:rsidRPr="000C1237">
        <w:t>- napětí v betonu a výztuži při charakteristické kombinaci</w:t>
      </w:r>
    </w:p>
    <w:p w14:paraId="4DC59639" w14:textId="77777777" w:rsidR="004877C8" w:rsidRPr="000C1237" w:rsidRDefault="004877C8" w:rsidP="004877C8">
      <w:pPr>
        <w:ind w:left="709"/>
        <w:contextualSpacing/>
      </w:pPr>
      <w:r w:rsidRPr="000C1237">
        <w:t>- napětí a šířka trhlin při kvazistálé kombinaci</w:t>
      </w:r>
    </w:p>
    <w:p w14:paraId="3020E2C6" w14:textId="77777777" w:rsidR="004877C8" w:rsidRPr="000C1237" w:rsidRDefault="004877C8" w:rsidP="004877C8">
      <w:pPr>
        <w:ind w:left="709"/>
        <w:contextualSpacing/>
      </w:pPr>
      <w:r w:rsidRPr="000C1237">
        <w:t>- výpočet plošného založení</w:t>
      </w:r>
    </w:p>
    <w:p w14:paraId="78A88624" w14:textId="48FB3866" w:rsidR="004877C8" w:rsidRPr="000C1237" w:rsidRDefault="004877C8" w:rsidP="004877C8">
      <w:pPr>
        <w:ind w:left="709"/>
      </w:pPr>
      <w:r w:rsidRPr="000C1237">
        <w:t xml:space="preserve">Hydrotechnické posouzení bylo provedeno na základě výpočtu </w:t>
      </w:r>
      <w:proofErr w:type="gramStart"/>
      <w:r w:rsidR="00FC126C">
        <w:t>10</w:t>
      </w:r>
      <w:r w:rsidRPr="000C1237">
        <w:t>0-letého</w:t>
      </w:r>
      <w:proofErr w:type="gramEnd"/>
      <w:r w:rsidRPr="000C1237">
        <w:t xml:space="preserve"> průtoku dle Metodiky odvozování N-letých průtoků na nepozorovaných povodích (ČHMÚ).  </w:t>
      </w:r>
    </w:p>
    <w:p w14:paraId="2B4A50DA" w14:textId="71B61D2D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cizí zařízení na mostě</w:t>
      </w:r>
    </w:p>
    <w:p w14:paraId="67EB587C" w14:textId="2E6C109C" w:rsidR="003C4B61" w:rsidRPr="000C1237" w:rsidRDefault="000D18CA" w:rsidP="003C4B61">
      <w:pPr>
        <w:ind w:left="709"/>
      </w:pPr>
      <w:r w:rsidRPr="000C1237">
        <w:t>Na stávajícím</w:t>
      </w:r>
      <w:r w:rsidR="003C4B61" w:rsidRPr="000C1237">
        <w:t xml:space="preserve"> most</w:t>
      </w:r>
      <w:r w:rsidRPr="000C1237">
        <w:t>ě</w:t>
      </w:r>
      <w:r w:rsidR="003C4B61" w:rsidRPr="000C1237">
        <w:t xml:space="preserve"> se n</w:t>
      </w:r>
      <w:r w:rsidR="00E660A1">
        <w:t>ena</w:t>
      </w:r>
      <w:r w:rsidR="003C4B61" w:rsidRPr="000C1237">
        <w:t xml:space="preserve">chází </w:t>
      </w:r>
      <w:r w:rsidR="00E660A1">
        <w:t>žádné cizí zařízení a na novém mostě rovněž nebude žádné cizí zařízení.</w:t>
      </w:r>
    </w:p>
    <w:p w14:paraId="4AAE7C04" w14:textId="77777777" w:rsidR="003C4B61" w:rsidRPr="000C1237" w:rsidRDefault="003C4B61" w:rsidP="003C4B61">
      <w:pPr>
        <w:ind w:left="709"/>
        <w:rPr>
          <w:b/>
          <w:bCs/>
        </w:rPr>
      </w:pPr>
      <w:r w:rsidRPr="000C1237">
        <w:t xml:space="preserve">Na mostě nebude žádné cizí zařízení. </w:t>
      </w:r>
    </w:p>
    <w:p w14:paraId="5D0C975B" w14:textId="49190038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řešení protikorozní ochrany, ochrany konstrukcí proti agresivnímu prostředí a bludným proudům</w:t>
      </w:r>
    </w:p>
    <w:p w14:paraId="701DDBA3" w14:textId="33C605F3" w:rsidR="004877C8" w:rsidRPr="000C1237" w:rsidRDefault="004877C8" w:rsidP="004877C8">
      <w:pPr>
        <w:pStyle w:val="Zhlav"/>
        <w:ind w:left="709"/>
        <w:rPr>
          <w:b/>
        </w:rPr>
      </w:pPr>
      <w:r w:rsidRPr="000C1237">
        <w:rPr>
          <w:b/>
        </w:rPr>
        <w:t xml:space="preserve">Protikorozní </w:t>
      </w:r>
      <w:proofErr w:type="gramStart"/>
      <w:r w:rsidRPr="000C1237">
        <w:rPr>
          <w:b/>
        </w:rPr>
        <w:t>ochrana - povrchové</w:t>
      </w:r>
      <w:proofErr w:type="gramEnd"/>
      <w:r w:rsidRPr="000C1237">
        <w:rPr>
          <w:b/>
        </w:rPr>
        <w:t xml:space="preserve"> úpravy a nátěry ocelových konstrukcí</w:t>
      </w:r>
    </w:p>
    <w:p w14:paraId="447FE08B" w14:textId="77777777" w:rsidR="004877C8" w:rsidRPr="000C1237" w:rsidRDefault="004877C8" w:rsidP="004877C8">
      <w:pPr>
        <w:tabs>
          <w:tab w:val="center" w:pos="4153"/>
          <w:tab w:val="right" w:pos="8306"/>
        </w:tabs>
        <w:ind w:left="709"/>
      </w:pPr>
      <w:r w:rsidRPr="000C1237">
        <w:t>Drobné ocelové konstrukce.</w:t>
      </w:r>
    </w:p>
    <w:p w14:paraId="78D616B9" w14:textId="77777777" w:rsidR="004877C8" w:rsidRPr="000C1237" w:rsidRDefault="004877C8" w:rsidP="004877C8">
      <w:pPr>
        <w:tabs>
          <w:tab w:val="center" w:pos="4153"/>
          <w:tab w:val="right" w:pos="8306"/>
        </w:tabs>
        <w:ind w:left="709"/>
      </w:pPr>
      <w:r w:rsidRPr="000C1237">
        <w:tab/>
        <w:t>Povrchová úprava všech kovových dílů a ostatních kovových konstrukčních prvků bude provedena kapitoly 19 TKP Ocelové mosty a konstrukce – část B pro stupeň korozní agresivity atmosféry C4 a životnost nátěru nad 15 let.</w:t>
      </w:r>
    </w:p>
    <w:p w14:paraId="4832BC6E" w14:textId="77777777" w:rsidR="004877C8" w:rsidRPr="000C1237" w:rsidRDefault="004877C8" w:rsidP="004877C8">
      <w:pPr>
        <w:ind w:left="709"/>
        <w:rPr>
          <w:b/>
        </w:rPr>
      </w:pPr>
      <w:r w:rsidRPr="000C1237">
        <w:rPr>
          <w:b/>
        </w:rPr>
        <w:lastRenderedPageBreak/>
        <w:t>Agresivní prostředí</w:t>
      </w:r>
    </w:p>
    <w:p w14:paraId="5D73A04D" w14:textId="57E0AC76" w:rsidR="004877C8" w:rsidRPr="000C1237" w:rsidRDefault="004877C8" w:rsidP="004877C8">
      <w:pPr>
        <w:ind w:left="709"/>
      </w:pPr>
      <w:r w:rsidRPr="000C1237">
        <w:t>Podzemní voda vytváří podle ČSN EN 206-1 s</w:t>
      </w:r>
      <w:r w:rsidR="00AC1C53">
        <w:t>tředně</w:t>
      </w:r>
      <w:r w:rsidRPr="000C1237">
        <w:t xml:space="preserve"> agresivní prostředí (XA</w:t>
      </w:r>
      <w:r w:rsidR="00AC1C53">
        <w:t>2</w:t>
      </w:r>
      <w:r w:rsidRPr="000C1237">
        <w:t xml:space="preserve">) na betonové konstrukce.  </w:t>
      </w:r>
    </w:p>
    <w:p w14:paraId="37D989BB" w14:textId="77777777" w:rsidR="004877C8" w:rsidRPr="000C1237" w:rsidRDefault="004877C8" w:rsidP="004877C8">
      <w:pPr>
        <w:ind w:left="709"/>
        <w:rPr>
          <w:b/>
        </w:rPr>
      </w:pPr>
      <w:r w:rsidRPr="000C1237">
        <w:rPr>
          <w:b/>
        </w:rPr>
        <w:t>Bludné proudy</w:t>
      </w:r>
    </w:p>
    <w:p w14:paraId="2F85AA05" w14:textId="77777777" w:rsidR="004877C8" w:rsidRPr="000C1237" w:rsidRDefault="004877C8" w:rsidP="004877C8">
      <w:pPr>
        <w:ind w:left="709"/>
      </w:pPr>
      <w:r w:rsidRPr="000C1237">
        <w:t>Mostní objekt je zařazen do 3. stupně základních ochranných opatření pro omezení vlivu bludných proudů dle TP 124 (primární a sekundární ochrana a konstrukční opatření bez propojování výztuže).</w:t>
      </w:r>
    </w:p>
    <w:p w14:paraId="35D8488D" w14:textId="509EB54D" w:rsidR="004877C8" w:rsidRDefault="004877C8" w:rsidP="004877C8">
      <w:pPr>
        <w:ind w:left="709"/>
        <w:rPr>
          <w:rFonts w:cs="Arial"/>
        </w:rPr>
      </w:pPr>
      <w:r w:rsidRPr="000C1237">
        <w:t xml:space="preserve">Budou tedy provedena primární a sekundární pasivní ochranná opatření a příslušná konstrukční opatření dle této směrnice bez provařování výztuže. Do primární ochrany patří </w:t>
      </w:r>
      <w:r w:rsidRPr="000C1237">
        <w:rPr>
          <w:rFonts w:cs="Arial"/>
        </w:rPr>
        <w:t xml:space="preserve">např. krytí výztuže betonem, nevodivé distanční vložky, vhodný druh cementu, kameniva, záměsové vody, </w:t>
      </w:r>
      <w:proofErr w:type="gramStart"/>
      <w:r w:rsidRPr="000C1237">
        <w:rPr>
          <w:rFonts w:cs="Arial"/>
        </w:rPr>
        <w:t>přísad,</w:t>
      </w:r>
      <w:proofErr w:type="gramEnd"/>
      <w:r w:rsidRPr="000C1237">
        <w:rPr>
          <w:rFonts w:cs="Arial"/>
        </w:rPr>
        <w:t xml:space="preserve"> atd. a do sekundární ochrany patří asfaltové izolační nátěry spodní stavby, elektroizolační oddělení nosné konstrukce a příslušenství, atd. Během výstavby není nutné provádět kontrolní korozní měření dle TP 124.</w:t>
      </w:r>
    </w:p>
    <w:p w14:paraId="471767EF" w14:textId="69ACE707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požadované podmínky a měření sedání a průhybů (měření a monitoring)</w:t>
      </w:r>
    </w:p>
    <w:p w14:paraId="2EDB9462" w14:textId="510FCA55" w:rsidR="004877C8" w:rsidRPr="000C1237" w:rsidRDefault="004877C8" w:rsidP="004877C8">
      <w:pPr>
        <w:ind w:left="709"/>
      </w:pPr>
      <w:r w:rsidRPr="000C1237">
        <w:t>Na stojkách mostu budou umístěny 4</w:t>
      </w:r>
      <w:r w:rsidR="00252C2B">
        <w:t>ks</w:t>
      </w:r>
      <w:r w:rsidRPr="000C1237">
        <w:t xml:space="preserve"> </w:t>
      </w:r>
      <w:r w:rsidR="00252C2B">
        <w:t xml:space="preserve">a na opěrné zdi 2ks </w:t>
      </w:r>
      <w:r w:rsidRPr="000C1237">
        <w:t>nivelační</w:t>
      </w:r>
      <w:r w:rsidR="00252C2B">
        <w:t>ch</w:t>
      </w:r>
      <w:r w:rsidRPr="000C1237">
        <w:t xml:space="preserve"> znač</w:t>
      </w:r>
      <w:r w:rsidR="00252C2B">
        <w:t>e</w:t>
      </w:r>
      <w:r w:rsidRPr="000C1237">
        <w:t>k pro geodetické sledování konstrukce.</w:t>
      </w:r>
    </w:p>
    <w:p w14:paraId="38D84580" w14:textId="1BE56BC2" w:rsidR="004877C8" w:rsidRPr="000C1237" w:rsidRDefault="004877C8" w:rsidP="004877C8">
      <w:pPr>
        <w:ind w:left="709"/>
      </w:pPr>
      <w:r w:rsidRPr="000C1237">
        <w:t>Požadavky na sledování mostní konstrukce:</w:t>
      </w:r>
    </w:p>
    <w:p w14:paraId="5BEF076E" w14:textId="5FA1BBCC" w:rsidR="004877C8" w:rsidRPr="000C1237" w:rsidRDefault="004877C8" w:rsidP="004877C8">
      <w:pPr>
        <w:ind w:left="709"/>
        <w:contextualSpacing/>
      </w:pPr>
      <w:r w:rsidRPr="000C1237">
        <w:t>1. po vybudování nosné konstrukce</w:t>
      </w:r>
      <w:r w:rsidR="00A00874" w:rsidRPr="000C1237">
        <w:t xml:space="preserve"> včetně křídel</w:t>
      </w:r>
      <w:r w:rsidR="00252C2B">
        <w:t xml:space="preserve"> a opěrné zdi</w:t>
      </w:r>
      <w:r w:rsidRPr="000C1237">
        <w:t xml:space="preserve"> – nulté měření</w:t>
      </w:r>
    </w:p>
    <w:p w14:paraId="2DDFBF68" w14:textId="77777777" w:rsidR="00252C2B" w:rsidRDefault="004877C8" w:rsidP="004877C8">
      <w:pPr>
        <w:ind w:left="709"/>
        <w:contextualSpacing/>
      </w:pPr>
      <w:r w:rsidRPr="000C1237">
        <w:t>2. po provedení přechodových oblastí za opěrami a zásypu za op. zd</w:t>
      </w:r>
      <w:r w:rsidR="00252C2B">
        <w:t>í</w:t>
      </w:r>
    </w:p>
    <w:p w14:paraId="3170D151" w14:textId="25F11C84" w:rsidR="004877C8" w:rsidRPr="000C1237" w:rsidRDefault="004877C8" w:rsidP="004877C8">
      <w:pPr>
        <w:ind w:left="709"/>
        <w:contextualSpacing/>
      </w:pPr>
      <w:r w:rsidRPr="000C1237">
        <w:t>3. po provedení říms a vozovky</w:t>
      </w:r>
    </w:p>
    <w:p w14:paraId="501AD1FD" w14:textId="77777777" w:rsidR="004877C8" w:rsidRPr="000C1237" w:rsidRDefault="004877C8" w:rsidP="004877C8">
      <w:pPr>
        <w:ind w:left="709"/>
        <w:contextualSpacing/>
      </w:pPr>
      <w:r w:rsidRPr="000C1237">
        <w:t>4. v době uvedení mostu do provozu</w:t>
      </w:r>
    </w:p>
    <w:p w14:paraId="2FF6AE47" w14:textId="3500D429" w:rsidR="004877C8" w:rsidRPr="000C1237" w:rsidRDefault="004877C8" w:rsidP="004877C8">
      <w:pPr>
        <w:ind w:left="709"/>
      </w:pPr>
      <w:r w:rsidRPr="000C1237">
        <w:t>Vyhodnocována bude časová křivka sedání</w:t>
      </w:r>
      <w:r w:rsidR="00252C2B">
        <w:t>.</w:t>
      </w:r>
      <w:r w:rsidRPr="000C1237">
        <w:t xml:space="preserve"> Požadovaná přesnost měření je ± 1 mm. Po vyhodnocení uvedených geodetických měření budou v případě </w:t>
      </w:r>
      <w:proofErr w:type="gramStart"/>
      <w:r w:rsidRPr="000C1237">
        <w:t>nadměrných  neočekávaných</w:t>
      </w:r>
      <w:proofErr w:type="gramEnd"/>
      <w:r w:rsidRPr="000C1237">
        <w:t xml:space="preserve"> deformací po dohodě investora s projektantem specifikovány eventuální další požadavky na sledování objektu.</w:t>
      </w:r>
    </w:p>
    <w:p w14:paraId="67FB088C" w14:textId="68527E5B" w:rsidR="00262A4E" w:rsidRPr="000C1237" w:rsidRDefault="00262A4E" w:rsidP="00A4495F">
      <w:pPr>
        <w:pStyle w:val="Odstavecseseznamem"/>
        <w:numPr>
          <w:ilvl w:val="0"/>
          <w:numId w:val="6"/>
        </w:numPr>
        <w:rPr>
          <w:u w:val="single"/>
        </w:rPr>
      </w:pPr>
      <w:r w:rsidRPr="000C1237">
        <w:rPr>
          <w:u w:val="single"/>
        </w:rPr>
        <w:t>požadované zatěžovací zkoušky</w:t>
      </w:r>
    </w:p>
    <w:p w14:paraId="409985E6" w14:textId="77777777" w:rsidR="004877C8" w:rsidRPr="000C1237" w:rsidRDefault="004877C8" w:rsidP="004877C8">
      <w:pPr>
        <w:pStyle w:val="Odstavecseseznamem"/>
      </w:pPr>
      <w:r w:rsidRPr="000C1237">
        <w:t>Vzhledem k tomu, že se nejedná o neobvyklou konstrukci, ani o most velkého rozpětí, projektant nepožaduje provedení zatěžovací zkoušky.</w:t>
      </w:r>
    </w:p>
    <w:p w14:paraId="2DD3294A" w14:textId="5DA7BF51" w:rsidR="004877C8" w:rsidRPr="000C1237" w:rsidRDefault="008923FC" w:rsidP="008923FC">
      <w:pPr>
        <w:pStyle w:val="Nadpis2"/>
      </w:pPr>
      <w:bookmarkStart w:id="17" w:name="_Toc73104853"/>
      <w:r w:rsidRPr="000C1237">
        <w:t>VÝSTAVBA MOSTU</w:t>
      </w:r>
      <w:bookmarkEnd w:id="17"/>
    </w:p>
    <w:p w14:paraId="1B5E7EDD" w14:textId="7BDD8D4B" w:rsidR="008923FC" w:rsidRPr="000C1237" w:rsidRDefault="008923FC" w:rsidP="00A4495F">
      <w:pPr>
        <w:pStyle w:val="Odstavecseseznamem"/>
        <w:numPr>
          <w:ilvl w:val="0"/>
          <w:numId w:val="9"/>
        </w:numPr>
        <w:rPr>
          <w:u w:val="single"/>
        </w:rPr>
      </w:pPr>
      <w:r w:rsidRPr="000C1237">
        <w:rPr>
          <w:u w:val="single"/>
        </w:rPr>
        <w:t>postup a technologie stavby mostu</w:t>
      </w:r>
    </w:p>
    <w:p w14:paraId="40E5A44F" w14:textId="77777777" w:rsidR="008923FC" w:rsidRPr="000C1237" w:rsidRDefault="008923FC" w:rsidP="008923FC">
      <w:pPr>
        <w:ind w:firstLine="720"/>
      </w:pPr>
      <w:r w:rsidRPr="000C1237">
        <w:t>Postup prací:</w:t>
      </w:r>
    </w:p>
    <w:p w14:paraId="38406633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bookmarkStart w:id="18" w:name="_Hlk23930636"/>
      <w:r w:rsidRPr="00013FBA">
        <w:rPr>
          <w:rFonts w:cs="Arial"/>
        </w:rPr>
        <w:t>příprava území včetně kácení náletových dřevin</w:t>
      </w:r>
    </w:p>
    <w:p w14:paraId="199D8E64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zřízení dopravní objížďky (Bohouňovice)</w:t>
      </w:r>
    </w:p>
    <w:p w14:paraId="4C6C6054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zřízení zařízení staveniště a příprava staveniště</w:t>
      </w:r>
    </w:p>
    <w:p w14:paraId="74B853B9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zřízení dočasného zahrázkování a zatrubnění potoka pod mostem</w:t>
      </w:r>
    </w:p>
    <w:p w14:paraId="5E70DEE9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odfrézování vozovkových vrstev na mostě a v předmostích </w:t>
      </w:r>
    </w:p>
    <w:p w14:paraId="2B24707B" w14:textId="7E42DF85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odstranění části plotu na parcele 1283/1</w:t>
      </w:r>
    </w:p>
    <w:p w14:paraId="2FFBDE60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demolice stávajícího mostu </w:t>
      </w:r>
    </w:p>
    <w:p w14:paraId="6C8ECB7C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provedení výkopových jam pro základy mostu i opěrné zdi</w:t>
      </w:r>
    </w:p>
    <w:p w14:paraId="3D21403E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provedení výkopových prací posunutého silničního příkopu</w:t>
      </w:r>
    </w:p>
    <w:p w14:paraId="3FAA6F74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realizace podkladních betonů </w:t>
      </w:r>
    </w:p>
    <w:p w14:paraId="08828252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betonáž základů mostu a opěrné zdi</w:t>
      </w:r>
    </w:p>
    <w:p w14:paraId="11CE3AB7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betonáž rámové nosné konstrukce mostu (vcelku bez pracovních spar) </w:t>
      </w:r>
    </w:p>
    <w:p w14:paraId="2FAF376D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betonáž dříků opěrné zdi</w:t>
      </w:r>
    </w:p>
    <w:p w14:paraId="6FEE2C3B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betonáž mostních křídel</w:t>
      </w:r>
    </w:p>
    <w:p w14:paraId="1F23D942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provedení hydroizolace</w:t>
      </w:r>
    </w:p>
    <w:p w14:paraId="3D527C56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realizace přechodových oblastí za mostem a zásypu za opěrnou zdí včetně přechodových klínů a drenáží</w:t>
      </w:r>
    </w:p>
    <w:p w14:paraId="2078D466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realizace násypu levé krajnice za opěrnou zdí</w:t>
      </w:r>
    </w:p>
    <w:p w14:paraId="567908C6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betonáž říms </w:t>
      </w:r>
    </w:p>
    <w:p w14:paraId="7C5264D9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provedení konstrukce vozovky před a za mostem</w:t>
      </w:r>
    </w:p>
    <w:p w14:paraId="7FF3DFA0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provedení vozovkových vrstev na mostě a předmostích</w:t>
      </w:r>
    </w:p>
    <w:p w14:paraId="49D6F4A3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lastRenderedPageBreak/>
        <w:t>osazení zábradlí</w:t>
      </w:r>
    </w:p>
    <w:p w14:paraId="5673E043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 xml:space="preserve">přídlažby za římsami, skluz </w:t>
      </w:r>
    </w:p>
    <w:p w14:paraId="366F5C62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zpevnění koryta pod mostem a vedle mostu, odstranění zatrubnění potoka</w:t>
      </w:r>
    </w:p>
    <w:p w14:paraId="6937E09C" w14:textId="3B69FF54" w:rsid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zpevnění silniční příkopy vlevo za mostem</w:t>
      </w:r>
    </w:p>
    <w:p w14:paraId="6C7506EA" w14:textId="24D1A7A8" w:rsidR="00BF620F" w:rsidRPr="00013FBA" w:rsidRDefault="00F33729" w:rsidP="00013FBA">
      <w:pPr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obnovení odstraněné části plotu na parcele 1283/1</w:t>
      </w:r>
    </w:p>
    <w:p w14:paraId="1FB0A5AD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obnovení vodorovného a svislého dopravního značení</w:t>
      </w:r>
    </w:p>
    <w:p w14:paraId="56D0B1FE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uvedení mostu do provozu</w:t>
      </w:r>
    </w:p>
    <w:p w14:paraId="1F493671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odstranění dopravního značení objížděk</w:t>
      </w:r>
    </w:p>
    <w:p w14:paraId="56BA465F" w14:textId="77777777" w:rsidR="00013FBA" w:rsidRPr="00013FBA" w:rsidRDefault="00013FBA" w:rsidP="00013FBA">
      <w:pPr>
        <w:numPr>
          <w:ilvl w:val="0"/>
          <w:numId w:val="4"/>
        </w:numPr>
        <w:spacing w:before="0"/>
        <w:rPr>
          <w:rFonts w:cs="Arial"/>
        </w:rPr>
      </w:pPr>
      <w:r w:rsidRPr="00013FBA">
        <w:rPr>
          <w:rFonts w:cs="Arial"/>
        </w:rPr>
        <w:t>dokončovací práce, úprava terénu do původního stavu, zatravnění</w:t>
      </w:r>
    </w:p>
    <w:p w14:paraId="4DD6D1AC" w14:textId="54D82815" w:rsidR="00F42CF5" w:rsidRPr="00F33729" w:rsidRDefault="00F42CF5" w:rsidP="00F42CF5">
      <w:pPr>
        <w:spacing w:before="0"/>
        <w:rPr>
          <w:rFonts w:cs="Arial"/>
          <w:sz w:val="16"/>
          <w:szCs w:val="16"/>
        </w:rPr>
      </w:pPr>
    </w:p>
    <w:p w14:paraId="060D6C05" w14:textId="77777777" w:rsidR="00F42CF5" w:rsidRPr="000C1237" w:rsidRDefault="00F42CF5" w:rsidP="00F42CF5">
      <w:pPr>
        <w:ind w:left="993"/>
      </w:pPr>
      <w:r w:rsidRPr="000C1237">
        <w:t xml:space="preserve">Některé výše uvedené činnosti se mohou provádět zároveň nebo v jiném </w:t>
      </w:r>
      <w:proofErr w:type="gramStart"/>
      <w:r w:rsidRPr="000C1237">
        <w:t>pořadí,</w:t>
      </w:r>
      <w:proofErr w:type="gramEnd"/>
      <w:r w:rsidRPr="000C1237">
        <w:t xml:space="preserve"> než zde uvedeném. </w:t>
      </w:r>
    </w:p>
    <w:p w14:paraId="4BF5A840" w14:textId="479EA679" w:rsidR="00F42CF5" w:rsidRPr="000C1237" w:rsidRDefault="00F42CF5" w:rsidP="00F42CF5">
      <w:pPr>
        <w:ind w:left="993"/>
      </w:pPr>
      <w:r w:rsidRPr="000C1237">
        <w:t xml:space="preserve">Rozhodující dílčí termíny </w:t>
      </w:r>
      <w:r w:rsidR="00AC5D3A" w:rsidRPr="000C1237">
        <w:t xml:space="preserve">stavby </w:t>
      </w:r>
      <w:r w:rsidRPr="000C1237">
        <w:t>budou:</w:t>
      </w:r>
    </w:p>
    <w:p w14:paraId="447D1861" w14:textId="77777777" w:rsidR="00013FBA" w:rsidRPr="00013FBA" w:rsidRDefault="00013FBA" w:rsidP="00013FBA">
      <w:pPr>
        <w:numPr>
          <w:ilvl w:val="0"/>
          <w:numId w:val="7"/>
        </w:numPr>
        <w:spacing w:before="0"/>
      </w:pPr>
      <w:bookmarkStart w:id="19" w:name="_Hlk23930667"/>
      <w:r w:rsidRPr="00013FBA">
        <w:t>Demolice starého mostu</w:t>
      </w:r>
    </w:p>
    <w:p w14:paraId="0E1D10AA" w14:textId="77777777" w:rsidR="00013FBA" w:rsidRPr="00013FBA" w:rsidRDefault="00013FBA" w:rsidP="00013FBA">
      <w:pPr>
        <w:numPr>
          <w:ilvl w:val="0"/>
          <w:numId w:val="7"/>
        </w:numPr>
        <w:spacing w:before="0"/>
      </w:pPr>
      <w:r w:rsidRPr="00013FBA">
        <w:t>Betonáž základů</w:t>
      </w:r>
    </w:p>
    <w:p w14:paraId="0C1511EB" w14:textId="77777777" w:rsidR="00013FBA" w:rsidRPr="00013FBA" w:rsidRDefault="00013FBA" w:rsidP="00013FBA">
      <w:pPr>
        <w:numPr>
          <w:ilvl w:val="0"/>
          <w:numId w:val="7"/>
        </w:numPr>
        <w:spacing w:before="0"/>
      </w:pPr>
      <w:r w:rsidRPr="00013FBA">
        <w:t>Dokončení nosné konstrukce mostu a dříků opěrné zdi</w:t>
      </w:r>
    </w:p>
    <w:p w14:paraId="1F5D14C7" w14:textId="77777777" w:rsidR="00013FBA" w:rsidRPr="00013FBA" w:rsidRDefault="00013FBA" w:rsidP="00013FBA">
      <w:pPr>
        <w:numPr>
          <w:ilvl w:val="0"/>
          <w:numId w:val="7"/>
        </w:numPr>
        <w:spacing w:before="0"/>
      </w:pPr>
      <w:r w:rsidRPr="00013FBA">
        <w:t>Dokončení stavby</w:t>
      </w:r>
      <w:bookmarkEnd w:id="19"/>
    </w:p>
    <w:p w14:paraId="16AD6D3C" w14:textId="77777777" w:rsidR="00F42CF5" w:rsidRPr="000C1237" w:rsidRDefault="00F42CF5" w:rsidP="00F42CF5">
      <w:pPr>
        <w:spacing w:before="0"/>
        <w:rPr>
          <w:rFonts w:cs="Arial"/>
        </w:rPr>
      </w:pPr>
    </w:p>
    <w:bookmarkEnd w:id="18"/>
    <w:p w14:paraId="13C9CD18" w14:textId="0E174979" w:rsidR="008923FC" w:rsidRPr="000C1237" w:rsidRDefault="009B3607" w:rsidP="009B3607">
      <w:pPr>
        <w:ind w:left="709"/>
        <w:rPr>
          <w:u w:val="single"/>
        </w:rPr>
      </w:pPr>
      <w:r w:rsidRPr="000C1237">
        <w:t>Nosná konstrukce mostu bude postavena technologií betonáže na pevné skruži.</w:t>
      </w:r>
    </w:p>
    <w:p w14:paraId="65784FC0" w14:textId="12C4778E" w:rsidR="008923FC" w:rsidRPr="000C1237" w:rsidRDefault="008923FC" w:rsidP="00A4495F">
      <w:pPr>
        <w:pStyle w:val="Odstavecseseznamem"/>
        <w:numPr>
          <w:ilvl w:val="0"/>
          <w:numId w:val="9"/>
        </w:numPr>
        <w:rPr>
          <w:u w:val="single"/>
        </w:rPr>
      </w:pPr>
      <w:r w:rsidRPr="000C1237">
        <w:rPr>
          <w:u w:val="single"/>
        </w:rPr>
        <w:t xml:space="preserve">specifické požadavky pro předpokládanou technologii </w:t>
      </w:r>
      <w:proofErr w:type="gramStart"/>
      <w:r w:rsidRPr="000C1237">
        <w:rPr>
          <w:u w:val="single"/>
        </w:rPr>
        <w:t>stavby - přístupy</w:t>
      </w:r>
      <w:proofErr w:type="gramEnd"/>
      <w:r w:rsidRPr="000C1237">
        <w:rPr>
          <w:u w:val="single"/>
        </w:rPr>
        <w:t>, přívody elektrické energie</w:t>
      </w:r>
    </w:p>
    <w:p w14:paraId="14EEABAD" w14:textId="3803B743" w:rsidR="009B3607" w:rsidRPr="000C1237" w:rsidRDefault="009B3607" w:rsidP="009B3607">
      <w:pPr>
        <w:tabs>
          <w:tab w:val="left" w:pos="284"/>
        </w:tabs>
        <w:ind w:left="567"/>
      </w:pPr>
      <w:r w:rsidRPr="000C1237">
        <w:t xml:space="preserve">Příjezd na staveniště mostu je uvažován po silnici </w:t>
      </w:r>
      <w:r w:rsidR="008E1F62" w:rsidRPr="000C1237">
        <w:t>II/334</w:t>
      </w:r>
      <w:r w:rsidRPr="000C1237">
        <w:t>. Příjezd je možný z obou stran.</w:t>
      </w:r>
    </w:p>
    <w:p w14:paraId="6D50BBA4" w14:textId="77777777" w:rsidR="009B3607" w:rsidRPr="000C1237" w:rsidRDefault="009B3607" w:rsidP="009B3607">
      <w:pPr>
        <w:tabs>
          <w:tab w:val="left" w:pos="284"/>
        </w:tabs>
        <w:ind w:left="567"/>
      </w:pPr>
      <w:r w:rsidRPr="000C1237">
        <w:t>Zhotovitel stavby si zajistí odběr vody a elektrické energie dohodou se správci připojením na jejich vedení na místech jimi určených nebo mobilními zdroji dle svých možností.</w:t>
      </w:r>
    </w:p>
    <w:p w14:paraId="1335AC12" w14:textId="162B510A" w:rsidR="008923FC" w:rsidRPr="000C1237" w:rsidRDefault="008923FC" w:rsidP="00A4495F">
      <w:pPr>
        <w:pStyle w:val="Odstavecseseznamem"/>
        <w:numPr>
          <w:ilvl w:val="0"/>
          <w:numId w:val="9"/>
        </w:numPr>
        <w:rPr>
          <w:u w:val="single"/>
        </w:rPr>
      </w:pPr>
      <w:r w:rsidRPr="000C1237">
        <w:rPr>
          <w:u w:val="single"/>
        </w:rPr>
        <w:t>skladovací plochy, montážní a pomocné konstrukce apod.</w:t>
      </w:r>
    </w:p>
    <w:p w14:paraId="569344C9" w14:textId="228015E5" w:rsidR="000D18CA" w:rsidRPr="000C1237" w:rsidRDefault="000D18CA" w:rsidP="000D18CA">
      <w:pPr>
        <w:pStyle w:val="Odstavecseseznamem"/>
        <w:tabs>
          <w:tab w:val="left" w:pos="284"/>
        </w:tabs>
      </w:pPr>
      <w:r w:rsidRPr="000C1237">
        <w:t xml:space="preserve">Možné umístění zařízení staveniště bude řešit zhotovitel po domluvě se správcem komunikace, popřípadě investorem. Předběžně projekt počítá s jeho umístěním v předmostí opěry </w:t>
      </w:r>
      <w:r w:rsidR="005571D7">
        <w:t>2</w:t>
      </w:r>
      <w:r w:rsidRPr="000C1237">
        <w:t>.</w:t>
      </w:r>
    </w:p>
    <w:p w14:paraId="0D16E278" w14:textId="16D0A6EE" w:rsidR="008923FC" w:rsidRPr="000C1237" w:rsidRDefault="008923FC" w:rsidP="00A4495F">
      <w:pPr>
        <w:pStyle w:val="Odstavecseseznamem"/>
        <w:numPr>
          <w:ilvl w:val="0"/>
          <w:numId w:val="9"/>
        </w:numPr>
        <w:rPr>
          <w:u w:val="single"/>
        </w:rPr>
      </w:pPr>
      <w:r w:rsidRPr="000C1237">
        <w:rPr>
          <w:u w:val="single"/>
        </w:rPr>
        <w:t>související (dotčené) objekty stavby</w:t>
      </w:r>
    </w:p>
    <w:p w14:paraId="5E8EAB2D" w14:textId="2425A842" w:rsidR="008923FC" w:rsidRPr="000C1237" w:rsidRDefault="000D18CA" w:rsidP="000D18CA">
      <w:pPr>
        <w:ind w:left="720"/>
      </w:pPr>
      <w:r w:rsidRPr="000C1237">
        <w:t>SO 201 je jediným stavebním objektem stavby.</w:t>
      </w:r>
    </w:p>
    <w:p w14:paraId="41FAC459" w14:textId="05B1BC3B" w:rsidR="008923FC" w:rsidRPr="000C1237" w:rsidRDefault="008923FC" w:rsidP="00A4495F">
      <w:pPr>
        <w:pStyle w:val="Odstavecseseznamem"/>
        <w:numPr>
          <w:ilvl w:val="0"/>
          <w:numId w:val="9"/>
        </w:numPr>
        <w:rPr>
          <w:u w:val="single"/>
        </w:rPr>
      </w:pPr>
      <w:r w:rsidRPr="000C1237">
        <w:rPr>
          <w:u w:val="single"/>
        </w:rPr>
        <w:t xml:space="preserve">vztah k </w:t>
      </w:r>
      <w:proofErr w:type="gramStart"/>
      <w:r w:rsidRPr="000C1237">
        <w:rPr>
          <w:u w:val="single"/>
        </w:rPr>
        <w:t>území - inženýrské</w:t>
      </w:r>
      <w:proofErr w:type="gramEnd"/>
      <w:r w:rsidRPr="000C1237">
        <w:rPr>
          <w:u w:val="single"/>
        </w:rPr>
        <w:t xml:space="preserve"> sítě, ochranná pásma, omezení provozu apod.</w:t>
      </w:r>
    </w:p>
    <w:p w14:paraId="54B5E0BB" w14:textId="1464BB34" w:rsidR="005571D7" w:rsidRDefault="000D18CA" w:rsidP="00F42CF5">
      <w:pPr>
        <w:ind w:left="709"/>
      </w:pPr>
      <w:r w:rsidRPr="000C1237">
        <w:t>Na stávajícím mostě se n</w:t>
      </w:r>
      <w:r w:rsidR="005571D7">
        <w:t>ena</w:t>
      </w:r>
      <w:r w:rsidRPr="000C1237">
        <w:t xml:space="preserve">chází </w:t>
      </w:r>
      <w:r w:rsidR="005571D7">
        <w:t xml:space="preserve">žádná inženýrská síť. </w:t>
      </w:r>
    </w:p>
    <w:p w14:paraId="776E82F1" w14:textId="64BD0CE2" w:rsidR="005571D7" w:rsidRDefault="005571D7" w:rsidP="00F42CF5">
      <w:pPr>
        <w:ind w:left="709"/>
      </w:pPr>
      <w:r>
        <w:t>Západní okraj staveniště se nachází v</w:t>
      </w:r>
      <w:r w:rsidR="002970AF">
        <w:t xml:space="preserve">e styku s venkovním vedením </w:t>
      </w:r>
      <w:r w:rsidR="00014943">
        <w:t xml:space="preserve">NN 0,4 kV, které nemá ve smyslu </w:t>
      </w:r>
      <w:r w:rsidR="00014943">
        <w:rPr>
          <w:lang w:val="en-GB"/>
        </w:rPr>
        <w:t>&amp;</w:t>
      </w:r>
      <w:r w:rsidR="00014943">
        <w:t xml:space="preserve"> 46 energetického zákona</w:t>
      </w:r>
      <w:r>
        <w:t xml:space="preserve"> ochranném pásmu </w:t>
      </w:r>
      <w:r w:rsidR="00326AE6">
        <w:t xml:space="preserve">nadzemního vedení NN společnosti ČEZ. </w:t>
      </w:r>
    </w:p>
    <w:p w14:paraId="7155ECB4" w14:textId="77777777" w:rsidR="00700061" w:rsidRPr="00700061" w:rsidRDefault="005571D7" w:rsidP="00700061">
      <w:pPr>
        <w:pStyle w:val="Odstavecseseznamem"/>
        <w:ind w:left="709"/>
      </w:pPr>
      <w:r w:rsidRPr="005571D7">
        <w:t>Bude provedeno dopravně-inženýrské opatření: objízdná trasa po silnicích 3. třídy III/33423 a III/33424 přes Bohouňovice</w:t>
      </w:r>
      <w:r w:rsidR="00C40A96">
        <w:t xml:space="preserve"> pro </w:t>
      </w:r>
      <w:r w:rsidR="00676BDD">
        <w:t>vozidla do 6 t a autobusy + objízdná trasa</w:t>
      </w:r>
      <w:r w:rsidR="00700061">
        <w:t xml:space="preserve"> </w:t>
      </w:r>
      <w:r w:rsidR="00700061" w:rsidRPr="00700061">
        <w:t xml:space="preserve">po silnicích 3. třídy III/3359 a III/33424 přes Smrk, Svrňov a Bohouňovice pro vozidla nad 6 t. </w:t>
      </w:r>
    </w:p>
    <w:p w14:paraId="661908CD" w14:textId="443E0F27" w:rsidR="00F42CF5" w:rsidRPr="000C1237" w:rsidRDefault="00F42CF5" w:rsidP="00F42CF5">
      <w:pPr>
        <w:ind w:left="709"/>
      </w:pPr>
      <w:r w:rsidRPr="000C1237">
        <w:t xml:space="preserve">V době výstavby mostu bude doprava </w:t>
      </w:r>
      <w:r w:rsidR="00AD7020">
        <w:t xml:space="preserve">vedena po </w:t>
      </w:r>
      <w:r w:rsidR="00700061">
        <w:t xml:space="preserve">výše uvedených </w:t>
      </w:r>
      <w:r w:rsidR="00AD7020">
        <w:t>objízdn</w:t>
      </w:r>
      <w:r w:rsidR="00700061">
        <w:t xml:space="preserve">ých </w:t>
      </w:r>
      <w:r w:rsidR="00AD7020">
        <w:t xml:space="preserve">é trase </w:t>
      </w:r>
      <w:r w:rsidR="00AD7020" w:rsidRPr="005571D7">
        <w:t>po silnicích 3. třídy III/33423 a III/33424 přes Bohouňovice</w:t>
      </w:r>
      <w:r w:rsidR="00AD7020">
        <w:t>.</w:t>
      </w:r>
    </w:p>
    <w:p w14:paraId="5480C1CB" w14:textId="181A554E" w:rsidR="004877C8" w:rsidRPr="000C1237" w:rsidRDefault="009B3607" w:rsidP="009B3607">
      <w:pPr>
        <w:pStyle w:val="Nadpis2"/>
      </w:pPr>
      <w:bookmarkStart w:id="20" w:name="_Toc73104854"/>
      <w:r w:rsidRPr="000C1237">
        <w:t xml:space="preserve">PŘEHLED </w:t>
      </w:r>
      <w:r w:rsidR="005442E6" w:rsidRPr="000C1237">
        <w:t>V</w:t>
      </w:r>
      <w:r w:rsidRPr="000C1237">
        <w:t>ÝPOČTŮ A KONSTATOVÁNÍ ROZHODUJÍCÍCH DIMENZÍ A PRŮŘEZŮ</w:t>
      </w:r>
      <w:bookmarkEnd w:id="20"/>
    </w:p>
    <w:p w14:paraId="64054A37" w14:textId="29400D10" w:rsidR="009B3607" w:rsidRPr="000C1237" w:rsidRDefault="009B3607" w:rsidP="00A4495F">
      <w:pPr>
        <w:pStyle w:val="Odstavecseseznamem"/>
        <w:numPr>
          <w:ilvl w:val="0"/>
          <w:numId w:val="10"/>
        </w:numPr>
        <w:rPr>
          <w:u w:val="single"/>
        </w:rPr>
      </w:pPr>
      <w:r w:rsidRPr="000C1237">
        <w:rPr>
          <w:u w:val="single"/>
        </w:rPr>
        <w:t>vytyčovací údaje</w:t>
      </w:r>
    </w:p>
    <w:p w14:paraId="0B126727" w14:textId="77777777" w:rsidR="00F42CF5" w:rsidRPr="000C1237" w:rsidRDefault="00F42CF5" w:rsidP="00AC5D3A">
      <w:pPr>
        <w:ind w:left="709"/>
        <w:rPr>
          <w:bCs/>
        </w:rPr>
      </w:pPr>
      <w:r w:rsidRPr="000C1237">
        <w:rPr>
          <w:bCs/>
        </w:rPr>
        <w:t xml:space="preserve">Souřadnice podrobných bodů jsou uvedeny v souřadnicovém systému JTSK, nadmořské výšky jsou uvedeny ve výškovém systému Balt po vyrovnání (BpV). </w:t>
      </w:r>
    </w:p>
    <w:p w14:paraId="5C0BEBDB" w14:textId="77777777" w:rsidR="00F42CF5" w:rsidRPr="000C1237" w:rsidRDefault="00F42CF5" w:rsidP="00AC5D3A">
      <w:pPr>
        <w:ind w:left="709"/>
        <w:rPr>
          <w:bCs/>
        </w:rPr>
      </w:pPr>
      <w:r w:rsidRPr="000C1237">
        <w:rPr>
          <w:bCs/>
        </w:rPr>
        <w:t>Mezní odchylky vytyčení vztažných přímek půdorysné osnovy nebo os jsou stanoveny podle:</w:t>
      </w:r>
    </w:p>
    <w:p w14:paraId="506407BD" w14:textId="77777777" w:rsidR="00F42CF5" w:rsidRPr="000C1237" w:rsidRDefault="00F42CF5" w:rsidP="00AC5D3A">
      <w:pPr>
        <w:ind w:left="709"/>
        <w:rPr>
          <w:bCs/>
        </w:rPr>
      </w:pPr>
      <w:r w:rsidRPr="000C1237">
        <w:rPr>
          <w:bCs/>
        </w:rPr>
        <w:t>ČSN 73 0420-1/2002 Přesnost.vytyčování staveb – Část 1: Základní požadavky</w:t>
      </w:r>
    </w:p>
    <w:p w14:paraId="2889B148" w14:textId="77777777" w:rsidR="00F42CF5" w:rsidRPr="000C1237" w:rsidRDefault="00F42CF5" w:rsidP="00AC5D3A">
      <w:pPr>
        <w:ind w:left="709"/>
        <w:rPr>
          <w:bCs/>
        </w:rPr>
      </w:pPr>
      <w:r w:rsidRPr="000C1237">
        <w:rPr>
          <w:bCs/>
        </w:rPr>
        <w:t>ČSN 73 0420-2/2002 Přesnost.vytyčování staveb – Část 2: Vytyčovací odchylky</w:t>
      </w:r>
    </w:p>
    <w:p w14:paraId="4562E5E8" w14:textId="77777777" w:rsidR="00F42CF5" w:rsidRPr="000C1237" w:rsidRDefault="00F42CF5" w:rsidP="00AC5D3A">
      <w:pPr>
        <w:ind w:left="709"/>
        <w:rPr>
          <w:bCs/>
        </w:rPr>
      </w:pPr>
      <w:r w:rsidRPr="000C1237">
        <w:rPr>
          <w:bCs/>
        </w:rPr>
        <w:lastRenderedPageBreak/>
        <w:t>Celá konstrukce bude provedena dle platných či doporučených norem ČSN, TKP a souvisejících předpisů. Podrobněji bude specifikováno v dalším stupni projektové dokumentace (RDS). Mezní odchylky vytyčení vztažných přímek půdorysné osnovy nebo os jsou stanoveny ČSN 73 0421.</w:t>
      </w:r>
    </w:p>
    <w:p w14:paraId="39FD18D7" w14:textId="03E5FDA3" w:rsidR="009B3607" w:rsidRPr="000C1237" w:rsidRDefault="009B3607" w:rsidP="00A4495F">
      <w:pPr>
        <w:pStyle w:val="Odstavecseseznamem"/>
        <w:numPr>
          <w:ilvl w:val="0"/>
          <w:numId w:val="10"/>
        </w:numPr>
        <w:rPr>
          <w:u w:val="single"/>
        </w:rPr>
      </w:pPr>
      <w:r w:rsidRPr="000C1237">
        <w:rPr>
          <w:u w:val="single"/>
        </w:rPr>
        <w:t>prostorové uspořádání a geometrie mostu</w:t>
      </w:r>
    </w:p>
    <w:p w14:paraId="4EC7A892" w14:textId="2EAB6096" w:rsidR="00F42CF5" w:rsidRPr="000C1237" w:rsidRDefault="00F42CF5" w:rsidP="00AC5D3A">
      <w:pPr>
        <w:ind w:left="709"/>
      </w:pPr>
      <w:r w:rsidRPr="000C1237">
        <w:t>Poloha základů, tvar nosné konstrukce a prostorové umístění říms a dalších prvků mostního svršku a vybavení jsou odvozeny z teoretického prostorového umístění osy a šířkového uspořádání převáděné komunikace.</w:t>
      </w:r>
    </w:p>
    <w:p w14:paraId="5C9AD888" w14:textId="77777777" w:rsidR="00F42CF5" w:rsidRPr="000C1237" w:rsidRDefault="00F42CF5" w:rsidP="00AC5D3A">
      <w:pPr>
        <w:ind w:left="709"/>
      </w:pPr>
      <w:r w:rsidRPr="000C1237">
        <w:t>Prostorové umístění je dáno navázáním nové konstrukce mostu na navazující komunikaci před a za mostem.</w:t>
      </w:r>
    </w:p>
    <w:p w14:paraId="3B71BE09" w14:textId="77777777" w:rsidR="00F42CF5" w:rsidRPr="000C1237" w:rsidRDefault="00F42CF5" w:rsidP="00AC5D3A">
      <w:pPr>
        <w:ind w:left="709"/>
      </w:pPr>
      <w:r w:rsidRPr="000C1237">
        <w:t>Prostorové uspořádání se neodchyluje od schválené projektové dokumentace pro umístění stavby.</w:t>
      </w:r>
    </w:p>
    <w:p w14:paraId="3DAEC96C" w14:textId="560AACA8" w:rsidR="009B3607" w:rsidRPr="000C1237" w:rsidRDefault="009B3607" w:rsidP="00A4495F">
      <w:pPr>
        <w:pStyle w:val="Odstavecseseznamem"/>
        <w:numPr>
          <w:ilvl w:val="0"/>
          <w:numId w:val="10"/>
        </w:numPr>
        <w:rPr>
          <w:u w:val="single"/>
        </w:rPr>
      </w:pPr>
      <w:r w:rsidRPr="000C1237">
        <w:rPr>
          <w:u w:val="single"/>
        </w:rPr>
        <w:t>statický výpočet základů, spodní stavby, nosné konstrukce</w:t>
      </w:r>
    </w:p>
    <w:p w14:paraId="5BB1A2CB" w14:textId="72C3A007" w:rsidR="00AC5D3A" w:rsidRPr="000C1237" w:rsidRDefault="00F42CF5" w:rsidP="00AC5D3A">
      <w:pPr>
        <w:ind w:left="720"/>
      </w:pPr>
      <w:r w:rsidRPr="000C1237">
        <w:t xml:space="preserve">Bylo provedeno statické posouzení rámové konstrukce a založení mostu v rozhodujících průřezech. </w:t>
      </w:r>
    </w:p>
    <w:p w14:paraId="7571FB7D" w14:textId="166CF449" w:rsidR="009B3607" w:rsidRPr="000C1237" w:rsidRDefault="009B3607" w:rsidP="00A4495F">
      <w:pPr>
        <w:pStyle w:val="Odstavecseseznamem"/>
        <w:numPr>
          <w:ilvl w:val="0"/>
          <w:numId w:val="10"/>
        </w:numPr>
        <w:rPr>
          <w:u w:val="single"/>
        </w:rPr>
      </w:pPr>
      <w:r w:rsidRPr="000C1237">
        <w:rPr>
          <w:u w:val="single"/>
        </w:rPr>
        <w:t>hydrotechnické výpočty</w:t>
      </w:r>
    </w:p>
    <w:p w14:paraId="7D53221F" w14:textId="4A009310" w:rsidR="00AC5D3A" w:rsidRPr="000C1237" w:rsidRDefault="00AC5D3A" w:rsidP="00AC5D3A">
      <w:pPr>
        <w:ind w:left="720"/>
      </w:pPr>
      <w:r w:rsidRPr="000C1237">
        <w:t>Hydrotechnické výpočty týkající se průtoku Velenického potoka mostním otvorem byly provedeny a jsou přílohou technické zprávy</w:t>
      </w:r>
      <w:r w:rsidR="005D04D9">
        <w:t xml:space="preserve"> stupně DSP</w:t>
      </w:r>
      <w:r w:rsidRPr="000C1237">
        <w:t xml:space="preserve">. </w:t>
      </w:r>
    </w:p>
    <w:p w14:paraId="0A889A77" w14:textId="5B62FB9C" w:rsidR="00597B41" w:rsidRPr="000C1237" w:rsidRDefault="005442E6" w:rsidP="009B3607">
      <w:pPr>
        <w:pStyle w:val="Nadpis2"/>
      </w:pPr>
      <w:bookmarkStart w:id="21" w:name="_Toc73104855"/>
      <w:bookmarkEnd w:id="14"/>
      <w:r w:rsidRPr="000C1237">
        <w:t>ŘEŠENÍ PŘÍSTUPU A UŽÍV. OSOBAMI S OMEZ. SCHOPNOSTÍ POHYBU ČI ORIENTACE</w:t>
      </w:r>
      <w:bookmarkEnd w:id="21"/>
    </w:p>
    <w:p w14:paraId="2CD46CCD" w14:textId="6587AE93" w:rsidR="00AC5D3A" w:rsidRPr="000C1237" w:rsidRDefault="00AC5D3A" w:rsidP="00AC5D3A">
      <w:pPr>
        <w:ind w:left="851"/>
      </w:pPr>
      <w:r w:rsidRPr="000C1237">
        <w:t>Pohyb nebo nutnost zajištění bezpečného přístupu pro osoby s omezenou schopností pohyblivosti a orientace ve smyslu vyhlášky č. 398/2009 Sb. O technických požadavcích zabezpečujících užívání staveb osobami s omezenou schopností pohybu a orientace není na upravované silnici požadován a žádná opatření na jeho zajištění nebudou prováděna.</w:t>
      </w:r>
    </w:p>
    <w:p w14:paraId="7B863E26" w14:textId="553FDCAF" w:rsidR="00AC5D3A" w:rsidRPr="000C1237" w:rsidRDefault="005442E6" w:rsidP="00AC5D3A">
      <w:pPr>
        <w:pStyle w:val="Nadpis2"/>
      </w:pPr>
      <w:bookmarkStart w:id="22" w:name="_Toc378833645"/>
      <w:bookmarkStart w:id="23" w:name="_Toc73104856"/>
      <w:r w:rsidRPr="000C1237">
        <w:t>ZÁVĚR</w:t>
      </w:r>
      <w:bookmarkEnd w:id="22"/>
      <w:bookmarkEnd w:id="23"/>
    </w:p>
    <w:p w14:paraId="680B3AA1" w14:textId="77777777" w:rsidR="00AC5D3A" w:rsidRPr="000C1237" w:rsidRDefault="00AC5D3A" w:rsidP="00AC5D3A">
      <w:pPr>
        <w:ind w:left="131" w:firstLine="720"/>
        <w:rPr>
          <w:b/>
        </w:rPr>
      </w:pPr>
      <w:r w:rsidRPr="000C1237">
        <w:rPr>
          <w:b/>
        </w:rPr>
        <w:t xml:space="preserve">Tato dokumentace (DSP) v žádném případě neslouží pro realizaci stavby. </w:t>
      </w:r>
    </w:p>
    <w:p w14:paraId="11D528F4" w14:textId="77777777" w:rsidR="00AC5D3A" w:rsidRDefault="00AC5D3A" w:rsidP="00AC5D3A">
      <w:pPr>
        <w:ind w:left="131" w:firstLine="720"/>
      </w:pPr>
      <w:r w:rsidRPr="000C1237">
        <w:t>Pro vlastní realizaci stavby je zhotovitel povinen vypracovat realizační dokumentaci stavby (RDS).</w:t>
      </w:r>
    </w:p>
    <w:p w14:paraId="03F34110" w14:textId="6245256D" w:rsidR="00AC5D3A" w:rsidRDefault="00AC5D3A" w:rsidP="00AC5D3A"/>
    <w:p w14:paraId="345D2C16" w14:textId="797FC301" w:rsidR="008054F0" w:rsidRPr="006B2802" w:rsidRDefault="00277E12" w:rsidP="00495360">
      <w:pPr>
        <w:ind w:left="5760" w:firstLine="720"/>
      </w:pPr>
      <w:r w:rsidRPr="006B2802">
        <w:rPr>
          <w:noProof/>
        </w:rPr>
        <w:drawing>
          <wp:inline distT="0" distB="0" distL="0" distR="0" wp14:anchorId="52603C4C" wp14:editId="50F610A4">
            <wp:extent cx="1343025" cy="466725"/>
            <wp:effectExtent l="0" t="0" r="9525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41C990" w14:textId="323FE6A5" w:rsidR="00922F08" w:rsidRPr="006B2802" w:rsidRDefault="007541B5" w:rsidP="00922F08">
      <w:r>
        <w:t>Praha</w:t>
      </w:r>
      <w:r w:rsidR="00922F08" w:rsidRPr="006B2802">
        <w:t xml:space="preserve">, </w:t>
      </w:r>
      <w:r w:rsidR="00324F2E">
        <w:t>květen</w:t>
      </w:r>
      <w:r w:rsidR="00522CE2" w:rsidRPr="006B2802">
        <w:t xml:space="preserve"> </w:t>
      </w:r>
      <w:r w:rsidR="00922F08" w:rsidRPr="006B2802">
        <w:t>20</w:t>
      </w:r>
      <w:r w:rsidR="00730921">
        <w:t>2</w:t>
      </w:r>
      <w:r w:rsidR="00BD22A0">
        <w:t>1</w:t>
      </w:r>
      <w:r w:rsidR="00922F08" w:rsidRPr="006B2802">
        <w:tab/>
      </w:r>
      <w:r w:rsidR="00922F08" w:rsidRPr="006B2802">
        <w:tab/>
      </w:r>
      <w:r w:rsidR="00922F08" w:rsidRPr="006B2802">
        <w:tab/>
      </w:r>
      <w:r w:rsidR="00922F08" w:rsidRPr="006B2802">
        <w:tab/>
      </w:r>
      <w:r w:rsidR="00922F08" w:rsidRPr="006B2802">
        <w:tab/>
      </w:r>
      <w:r w:rsidR="00922F08" w:rsidRPr="006B2802">
        <w:tab/>
      </w:r>
      <w:r w:rsidR="00922F08" w:rsidRPr="006B2802">
        <w:tab/>
      </w:r>
      <w:r w:rsidR="00730921">
        <w:t xml:space="preserve">     </w:t>
      </w:r>
      <w:r w:rsidR="00922F08" w:rsidRPr="006B2802">
        <w:t xml:space="preserve">Ing. </w:t>
      </w:r>
      <w:r w:rsidR="008054F0" w:rsidRPr="006B2802">
        <w:t>Petr Mojzík</w:t>
      </w:r>
    </w:p>
    <w:p w14:paraId="5E1A0013" w14:textId="77777777" w:rsidR="00042329" w:rsidRDefault="006B2802" w:rsidP="00922F08">
      <w:r w:rsidRPr="006B2802">
        <w:tab/>
      </w:r>
    </w:p>
    <w:p w14:paraId="3E5A62D9" w14:textId="4B1ACC3C" w:rsidR="006B2802" w:rsidRPr="006B2802" w:rsidRDefault="006B2802" w:rsidP="00922F08">
      <w:r w:rsidRPr="006B2802">
        <w:tab/>
      </w:r>
      <w:r w:rsidRPr="006B2802">
        <w:tab/>
      </w:r>
      <w:r w:rsidRPr="006B2802">
        <w:tab/>
      </w:r>
      <w:r w:rsidRPr="006B2802">
        <w:tab/>
      </w:r>
      <w:r w:rsidRPr="006B2802">
        <w:tab/>
      </w:r>
      <w:r w:rsidRPr="006B2802">
        <w:tab/>
      </w:r>
      <w:r w:rsidRPr="006B2802">
        <w:tab/>
      </w:r>
    </w:p>
    <w:sectPr w:rsidR="006B2802" w:rsidRPr="006B2802" w:rsidSect="008F242D">
      <w:headerReference w:type="default" r:id="rId14"/>
      <w:footerReference w:type="default" r:id="rId15"/>
      <w:pgSz w:w="11907" w:h="16840" w:code="9"/>
      <w:pgMar w:top="1247" w:right="1021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5282" w14:textId="77777777" w:rsidR="00915DEF" w:rsidRDefault="00915DEF" w:rsidP="007B0187">
      <w:r>
        <w:separator/>
      </w:r>
    </w:p>
    <w:p w14:paraId="5A670F1B" w14:textId="77777777" w:rsidR="00915DEF" w:rsidRDefault="00915DEF"/>
  </w:endnote>
  <w:endnote w:type="continuationSeparator" w:id="0">
    <w:p w14:paraId="34D46383" w14:textId="77777777" w:rsidR="00915DEF" w:rsidRDefault="00915DEF" w:rsidP="007B0187">
      <w:r>
        <w:continuationSeparator/>
      </w:r>
    </w:p>
    <w:p w14:paraId="52FA63BE" w14:textId="77777777" w:rsidR="00915DEF" w:rsidRDefault="00915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ED69" w14:textId="77777777" w:rsidR="003D7C87" w:rsidRDefault="003D7C87" w:rsidP="00844B3C">
    <w:pPr>
      <w:pStyle w:val="Zpat"/>
      <w:pBdr>
        <w:top w:val="single" w:sz="4" w:space="1" w:color="auto"/>
      </w:pBdr>
      <w:jc w:val="center"/>
      <w:rPr>
        <w:rFonts w:cs="Arial"/>
        <w:b/>
        <w:bCs/>
      </w:rPr>
    </w:pPr>
    <w:r>
      <w:rPr>
        <w:rFonts w:cs="Arial"/>
        <w:b/>
        <w:bCs/>
      </w:rPr>
      <w:t>Stráský, Hustý a partneři s.r.o</w:t>
    </w:r>
  </w:p>
  <w:p w14:paraId="445FC6F6" w14:textId="77777777" w:rsidR="003D7C87" w:rsidRDefault="003D7C87" w:rsidP="00844B3C">
    <w:pPr>
      <w:pStyle w:val="Zpat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Bohunická 50, 619 00 Brno, tel.: +420 547 101 811, fax: +420 547 101 881, mail: </w:t>
    </w:r>
    <w:hyperlink r:id="rId1" w:history="1">
      <w:r>
        <w:rPr>
          <w:rStyle w:val="Hypertextovodkaz"/>
          <w:rFonts w:cs="Arial"/>
          <w:sz w:val="18"/>
          <w:szCs w:val="18"/>
        </w:rPr>
        <w:t>shp@shp.eu</w:t>
      </w:r>
    </w:hyperlink>
    <w:r>
      <w:rPr>
        <w:rFonts w:cs="Arial"/>
        <w:sz w:val="18"/>
        <w:szCs w:val="18"/>
      </w:rPr>
      <w:t xml:space="preserve">, </w:t>
    </w:r>
    <w:hyperlink r:id="rId2" w:history="1">
      <w:r>
        <w:rPr>
          <w:rStyle w:val="Hypertextovodkaz"/>
          <w:rFonts w:cs="Arial"/>
          <w:sz w:val="18"/>
          <w:szCs w:val="18"/>
        </w:rPr>
        <w:t>www.shp.eu</w:t>
      </w:r>
    </w:hyperlink>
  </w:p>
  <w:p w14:paraId="2960A1D6" w14:textId="77777777" w:rsidR="003D7C87" w:rsidRDefault="003D7C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0E569A" wp14:editId="6A1D1D05">
              <wp:simplePos x="0" y="0"/>
              <wp:positionH relativeFrom="page">
                <wp:align>center</wp:align>
              </wp:positionH>
              <wp:positionV relativeFrom="page">
                <wp:posOffset>10128250</wp:posOffset>
              </wp:positionV>
              <wp:extent cx="215900" cy="215900"/>
              <wp:effectExtent l="0" t="0" r="0" b="0"/>
              <wp:wrapNone/>
              <wp:docPr id="2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0BDBEC" id="Rectangle 21" o:spid="_x0000_s1026" style="position:absolute;margin-left:0;margin-top:797.5pt;width:17pt;height:17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" fillcolor="red" strokecolor="red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EF492A" wp14:editId="6BD6D63A">
              <wp:simplePos x="0" y="0"/>
              <wp:positionH relativeFrom="page">
                <wp:align>center</wp:align>
              </wp:positionH>
              <wp:positionV relativeFrom="page">
                <wp:posOffset>10415905</wp:posOffset>
              </wp:positionV>
              <wp:extent cx="215900" cy="107950"/>
              <wp:effectExtent l="0" t="0" r="0" b="0"/>
              <wp:wrapNone/>
              <wp:docPr id="1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079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885785" id="Rectangle 22" o:spid="_x0000_s1026" style="position:absolute;margin-left:0;margin-top:820.15pt;width:17pt;height:8.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" fillcolor="gray" strokecolor="gray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A10E" w14:textId="390269EE" w:rsidR="003D7C87" w:rsidRPr="008F242D" w:rsidRDefault="003D7C87" w:rsidP="008F24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C3FD" w14:textId="77777777" w:rsidR="00915DEF" w:rsidRDefault="00915DEF" w:rsidP="007B0187">
      <w:r>
        <w:separator/>
      </w:r>
    </w:p>
    <w:p w14:paraId="35B0AC5C" w14:textId="77777777" w:rsidR="00915DEF" w:rsidRDefault="00915DEF"/>
  </w:footnote>
  <w:footnote w:type="continuationSeparator" w:id="0">
    <w:p w14:paraId="4FA6C1AC" w14:textId="77777777" w:rsidR="00915DEF" w:rsidRDefault="00915DEF" w:rsidP="007B0187">
      <w:r>
        <w:continuationSeparator/>
      </w:r>
    </w:p>
    <w:p w14:paraId="4B60B4C8" w14:textId="77777777" w:rsidR="00915DEF" w:rsidRDefault="00915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40E0" w14:textId="77777777" w:rsidR="00FC53CF" w:rsidRDefault="00FC53CF" w:rsidP="00CA6A72">
    <w:pPr>
      <w:pStyle w:val="Zhlav"/>
      <w:rPr>
        <w:rFonts w:cstheme="minorHAnsi"/>
        <w:sz w:val="18"/>
        <w:szCs w:val="18"/>
      </w:rPr>
    </w:pPr>
  </w:p>
  <w:p w14:paraId="65585B82" w14:textId="77777777" w:rsidR="002A0F67" w:rsidRDefault="002A0F67" w:rsidP="00CA6A72">
    <w:pPr>
      <w:pStyle w:val="Zhlav"/>
      <w:rPr>
        <w:rFonts w:cstheme="minorHAnsi"/>
        <w:sz w:val="18"/>
        <w:szCs w:val="18"/>
      </w:rPr>
    </w:pPr>
  </w:p>
  <w:p w14:paraId="797909CD" w14:textId="04059601" w:rsidR="003D7C87" w:rsidRDefault="003D7C87" w:rsidP="00CA6A72">
    <w:pPr>
      <w:pStyle w:val="Zhlav"/>
      <w:rPr>
        <w:rFonts w:cstheme="minorHAnsi"/>
        <w:sz w:val="18"/>
        <w:szCs w:val="18"/>
      </w:rPr>
    </w:pPr>
    <w:r w:rsidRPr="00AD15E1">
      <w:rPr>
        <w:rFonts w:cstheme="minorHAnsi"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379F06A" wp14:editId="3BC5C43E">
          <wp:simplePos x="0" y="0"/>
          <wp:positionH relativeFrom="margin">
            <wp:posOffset>2505075</wp:posOffset>
          </wp:positionH>
          <wp:positionV relativeFrom="paragraph">
            <wp:posOffset>-173355</wp:posOffset>
          </wp:positionV>
          <wp:extent cx="1466047" cy="516642"/>
          <wp:effectExtent l="0" t="0" r="1270" b="0"/>
          <wp:wrapNone/>
          <wp:docPr id="13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our logo he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66047" cy="5166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15E1">
      <w:rPr>
        <w:rFonts w:cstheme="minorHAnsi"/>
        <w:sz w:val="18"/>
        <w:szCs w:val="18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0E44" w14:textId="77777777" w:rsidR="003D7C87" w:rsidRPr="00846924" w:rsidRDefault="003D7C87" w:rsidP="00844B3C">
    <w:pPr>
      <w:pStyle w:val="Zhlav"/>
      <w:tabs>
        <w:tab w:val="clear" w:pos="4153"/>
        <w:tab w:val="clear" w:pos="8306"/>
        <w:tab w:val="left" w:pos="8080"/>
        <w:tab w:val="right" w:pos="9356"/>
      </w:tabs>
    </w:pPr>
    <w:r w:rsidRPr="00C8689B">
      <w:rPr>
        <w:noProof/>
      </w:rPr>
      <w:drawing>
        <wp:anchor distT="0" distB="0" distL="114300" distR="114300" simplePos="0" relativeHeight="251656192" behindDoc="0" locked="0" layoutInCell="1" allowOverlap="1" wp14:anchorId="22D69B84" wp14:editId="1E18EB7A">
          <wp:simplePos x="0" y="0"/>
          <wp:positionH relativeFrom="page">
            <wp:posOffset>3600450</wp:posOffset>
          </wp:positionH>
          <wp:positionV relativeFrom="page">
            <wp:posOffset>428625</wp:posOffset>
          </wp:positionV>
          <wp:extent cx="685800" cy="685800"/>
          <wp:effectExtent l="0" t="0" r="0" b="0"/>
          <wp:wrapNone/>
          <wp:docPr id="4" name="obrázek 20" descr="logo_shp_6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ogo_shp_6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Silnice II/478, ul. Mostní II. </w:t>
    </w:r>
    <w:proofErr w:type="gramStart"/>
    <w:r>
      <w:rPr>
        <w:noProof/>
      </w:rPr>
      <w:t>etapa</w:t>
    </w:r>
    <w:r>
      <w:t xml:space="preserve">  </w:t>
    </w:r>
    <w:r>
      <w:tab/>
    </w:r>
    <w:proofErr w:type="gramEnd"/>
    <w:r w:rsidRPr="00C8689B">
      <w:rPr>
        <w:iCs/>
      </w:rPr>
      <w:t>Stupeň:</w:t>
    </w:r>
    <w:r>
      <w:rPr>
        <w:iCs/>
      </w:rPr>
      <w:tab/>
      <w:t>DSP+ZVS</w:t>
    </w:r>
  </w:p>
  <w:p w14:paraId="435019E0" w14:textId="77777777" w:rsidR="003D7C87" w:rsidRDefault="003D7C87" w:rsidP="00844B3C">
    <w:pPr>
      <w:pStyle w:val="Zhlav"/>
      <w:tabs>
        <w:tab w:val="clear" w:pos="4153"/>
        <w:tab w:val="clear" w:pos="8306"/>
        <w:tab w:val="center" w:pos="426"/>
        <w:tab w:val="left" w:pos="8080"/>
        <w:tab w:val="right" w:pos="9356"/>
      </w:tabs>
    </w:pPr>
    <w:r>
      <w:t>201 – Most přes vodní tok Zyf</w:t>
    </w:r>
    <w:r>
      <w:rPr>
        <w:i/>
      </w:rPr>
      <w:tab/>
    </w:r>
  </w:p>
  <w:p w14:paraId="72FD71AD" w14:textId="77777777" w:rsidR="003D7C87" w:rsidRPr="001D708A" w:rsidRDefault="003D7C87" w:rsidP="001D708A">
    <w:pPr>
      <w:pStyle w:val="Zhlav"/>
      <w:tabs>
        <w:tab w:val="clear" w:pos="4153"/>
        <w:tab w:val="clear" w:pos="8306"/>
        <w:tab w:val="left" w:pos="567"/>
        <w:tab w:val="left" w:pos="8080"/>
        <w:tab w:val="right" w:pos="9356"/>
      </w:tabs>
    </w:pPr>
    <w:r>
      <w:t>Část: Statický výpočet</w:t>
    </w:r>
    <w:r>
      <w:rPr>
        <w:i/>
      </w:rPr>
      <w:tab/>
    </w:r>
    <w:r w:rsidRPr="00C8689B">
      <w:rPr>
        <w:iCs/>
      </w:rPr>
      <w:t>Strana:</w:t>
    </w:r>
    <w:r w:rsidRPr="00C8689B">
      <w:rPr>
        <w:iCs/>
      </w:rPr>
      <w:tab/>
    </w:r>
    <w:r w:rsidRPr="00C8689B">
      <w:rPr>
        <w:rStyle w:val="slostrnky"/>
        <w:iCs/>
      </w:rPr>
      <w:fldChar w:fldCharType="begin"/>
    </w:r>
    <w:r w:rsidRPr="00C8689B">
      <w:rPr>
        <w:rStyle w:val="slostrnky"/>
        <w:iCs/>
      </w:rPr>
      <w:instrText xml:space="preserve"> PAGE </w:instrText>
    </w:r>
    <w:r w:rsidRPr="00C8689B">
      <w:rPr>
        <w:rStyle w:val="slostrnky"/>
        <w:iCs/>
      </w:rPr>
      <w:fldChar w:fldCharType="separate"/>
    </w:r>
    <w:r>
      <w:rPr>
        <w:rStyle w:val="slostrnky"/>
        <w:iCs/>
        <w:noProof/>
      </w:rPr>
      <w:t>15</w:t>
    </w:r>
    <w:r w:rsidRPr="00C8689B">
      <w:rPr>
        <w:rStyle w:val="slostrnky"/>
        <w:iCs/>
      </w:rPr>
      <w:fldChar w:fldCharType="end"/>
    </w:r>
  </w:p>
  <w:p w14:paraId="7FFEE8BD" w14:textId="77777777" w:rsidR="003D7C87" w:rsidRDefault="003D7C87" w:rsidP="00DC15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3243" w14:textId="77777777" w:rsidR="00FC53CF" w:rsidRPr="007C05FC" w:rsidRDefault="00FC53CF" w:rsidP="00FC53CF">
    <w:pPr>
      <w:pStyle w:val="Zhlav"/>
      <w:tabs>
        <w:tab w:val="clear" w:pos="4153"/>
        <w:tab w:val="clear" w:pos="8306"/>
        <w:tab w:val="left" w:pos="5191"/>
        <w:tab w:val="right" w:pos="7938"/>
        <w:tab w:val="right" w:pos="9356"/>
      </w:tabs>
      <w:spacing w:after="60"/>
      <w:rPr>
        <w:b/>
      </w:rPr>
    </w:pPr>
    <w:r w:rsidRPr="00AD15E1">
      <w:rPr>
        <w:rFonts w:cstheme="minorHAnsi"/>
        <w:noProof/>
        <w:sz w:val="18"/>
        <w:szCs w:val="18"/>
      </w:rPr>
      <w:drawing>
        <wp:anchor distT="0" distB="0" distL="114300" distR="114300" simplePos="0" relativeHeight="251664384" behindDoc="1" locked="0" layoutInCell="1" allowOverlap="1" wp14:anchorId="364E9F32" wp14:editId="013E0A60">
          <wp:simplePos x="0" y="0"/>
          <wp:positionH relativeFrom="margin">
            <wp:posOffset>2344486</wp:posOffset>
          </wp:positionH>
          <wp:positionV relativeFrom="paragraph">
            <wp:posOffset>118110</wp:posOffset>
          </wp:positionV>
          <wp:extent cx="1466047" cy="516642"/>
          <wp:effectExtent l="0" t="0" r="1270" b="0"/>
          <wp:wrapNone/>
          <wp:docPr id="5" name="Picture 25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5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66047" cy="5166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MOST EV. Č. 334-011</w:t>
    </w:r>
    <w:r w:rsidRPr="007C05FC">
      <w:rPr>
        <w:b/>
      </w:rPr>
      <w:tab/>
    </w:r>
    <w:r w:rsidRPr="007C05FC">
      <w:rPr>
        <w:b/>
      </w:rPr>
      <w:tab/>
    </w:r>
  </w:p>
  <w:p w14:paraId="03160890" w14:textId="77777777" w:rsidR="00FC53CF" w:rsidRPr="00846924" w:rsidRDefault="00FC53CF" w:rsidP="00FC53CF">
    <w:pPr>
      <w:pStyle w:val="Zhlav"/>
      <w:tabs>
        <w:tab w:val="clear" w:pos="4153"/>
        <w:tab w:val="clear" w:pos="8306"/>
        <w:tab w:val="right" w:pos="7938"/>
        <w:tab w:val="right" w:pos="9356"/>
      </w:tabs>
      <w:spacing w:after="60"/>
    </w:pPr>
    <w:r>
      <w:rPr>
        <w:b/>
      </w:rPr>
      <w:t>PŘES PŘESTAVLCKÝ POTOK</w:t>
    </w:r>
    <w:r>
      <w:tab/>
    </w:r>
    <w:r>
      <w:rPr>
        <w:iCs/>
      </w:rPr>
      <w:t>Č. zakázky</w:t>
    </w:r>
    <w:r w:rsidRPr="00C8689B">
      <w:rPr>
        <w:iCs/>
      </w:rPr>
      <w:t>:</w:t>
    </w:r>
    <w:r>
      <w:rPr>
        <w:iCs/>
      </w:rPr>
      <w:tab/>
      <w:t>B19007DZS</w:t>
    </w:r>
  </w:p>
  <w:p w14:paraId="7F533614" w14:textId="77777777" w:rsidR="00FC53CF" w:rsidRDefault="00FC53CF" w:rsidP="00FC53CF">
    <w:pPr>
      <w:pStyle w:val="Zhlav"/>
      <w:tabs>
        <w:tab w:val="clear" w:pos="4153"/>
        <w:tab w:val="clear" w:pos="8306"/>
        <w:tab w:val="right" w:pos="7938"/>
        <w:tab w:val="right" w:pos="9356"/>
      </w:tabs>
      <w:spacing w:after="60"/>
    </w:pPr>
    <w:r>
      <w:rPr>
        <w:b/>
        <w:bCs/>
        <w:caps/>
      </w:rPr>
      <w:t>v OBCi přestavlky</w:t>
    </w:r>
    <w:r>
      <w:rPr>
        <w:i/>
      </w:rPr>
      <w:t xml:space="preserve">                                                                                       </w:t>
    </w:r>
    <w:r>
      <w:rPr>
        <w:iCs/>
      </w:rPr>
      <w:t>Strana</w:t>
    </w:r>
    <w:r w:rsidRPr="00C8689B">
      <w:rPr>
        <w:iCs/>
      </w:rPr>
      <w:t>:</w:t>
    </w:r>
    <w:r>
      <w:rPr>
        <w:iCs/>
      </w:rPr>
      <w:tab/>
    </w:r>
    <w:r w:rsidRPr="00C8689B">
      <w:rPr>
        <w:iCs/>
      </w:rPr>
      <w:tab/>
    </w:r>
    <w:r w:rsidRPr="00EA146C">
      <w:fldChar w:fldCharType="begin"/>
    </w:r>
    <w:r w:rsidRPr="00EA146C">
      <w:instrText xml:space="preserve"> PAGE </w:instrText>
    </w:r>
    <w:r w:rsidRPr="00EA146C">
      <w:fldChar w:fldCharType="separate"/>
    </w:r>
    <w:r>
      <w:t>2</w:t>
    </w:r>
    <w:r w:rsidRPr="00EA146C">
      <w:fldChar w:fldCharType="end"/>
    </w:r>
  </w:p>
  <w:p w14:paraId="5EE929F2" w14:textId="1FAFDB1A" w:rsidR="003D7C87" w:rsidRPr="008F242D" w:rsidRDefault="00D93D8C" w:rsidP="008F242D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3DA161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567" w:hanging="567"/>
      </w:pPr>
      <w:rPr>
        <w:rFonts w:ascii="Arial" w:eastAsia="Times New Roman" w:hAnsi="Arial"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426"/>
        </w:tabs>
        <w:ind w:left="1277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971" w:hanging="567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679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5387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6095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803" w:hanging="708"/>
      </w:pPr>
      <w:rPr>
        <w:rFonts w:hint="default"/>
      </w:rPr>
    </w:lvl>
  </w:abstractNum>
  <w:abstractNum w:abstractNumId="1" w15:restartNumberingAfterBreak="0">
    <w:nsid w:val="0F0029EE"/>
    <w:multiLevelType w:val="hybridMultilevel"/>
    <w:tmpl w:val="0F7ED0F2"/>
    <w:lvl w:ilvl="0" w:tplc="780E13E6">
      <w:start w:val="1"/>
      <w:numFmt w:val="lowerLetter"/>
      <w:lvlText w:val="%1)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50379"/>
    <w:multiLevelType w:val="multilevel"/>
    <w:tmpl w:val="609E01F0"/>
    <w:styleLink w:val="Stylslovn"/>
    <w:lvl w:ilvl="0">
      <w:start w:val="1"/>
      <w:numFmt w:val="decimal"/>
      <w:lvlText w:val="%1)"/>
      <w:lvlJc w:val="left"/>
      <w:pPr>
        <w:tabs>
          <w:tab w:val="num" w:pos="873"/>
        </w:tabs>
        <w:ind w:left="873" w:hanging="363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3" w15:restartNumberingAfterBreak="0">
    <w:nsid w:val="39BB6928"/>
    <w:multiLevelType w:val="hybridMultilevel"/>
    <w:tmpl w:val="BCA80FCA"/>
    <w:lvl w:ilvl="0" w:tplc="4DD8B7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9F320D"/>
    <w:multiLevelType w:val="hybridMultilevel"/>
    <w:tmpl w:val="C0E48256"/>
    <w:lvl w:ilvl="0" w:tplc="B06CCD8C">
      <w:start w:val="1"/>
      <w:numFmt w:val="bullet"/>
      <w:lvlText w:val="-"/>
      <w:lvlJc w:val="left"/>
      <w:pPr>
        <w:ind w:left="1791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5" w15:restartNumberingAfterBreak="0">
    <w:nsid w:val="54CF3F47"/>
    <w:multiLevelType w:val="hybridMultilevel"/>
    <w:tmpl w:val="286E68D2"/>
    <w:lvl w:ilvl="0" w:tplc="780E13E6">
      <w:start w:val="1"/>
      <w:numFmt w:val="lowerLetter"/>
      <w:lvlText w:val="%1)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E030C"/>
    <w:multiLevelType w:val="hybridMultilevel"/>
    <w:tmpl w:val="7C6CC8FE"/>
    <w:lvl w:ilvl="0" w:tplc="9F5C3250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B255409"/>
    <w:multiLevelType w:val="hybridMultilevel"/>
    <w:tmpl w:val="286E68D2"/>
    <w:lvl w:ilvl="0" w:tplc="780E13E6">
      <w:start w:val="1"/>
      <w:numFmt w:val="lowerLetter"/>
      <w:lvlText w:val="%1)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B13A5"/>
    <w:multiLevelType w:val="hybridMultilevel"/>
    <w:tmpl w:val="81A881FA"/>
    <w:lvl w:ilvl="0" w:tplc="B06CC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AC73024"/>
    <w:multiLevelType w:val="hybridMultilevel"/>
    <w:tmpl w:val="270C73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94F78"/>
    <w:multiLevelType w:val="hybridMultilevel"/>
    <w:tmpl w:val="0B3C6568"/>
    <w:lvl w:ilvl="0" w:tplc="C602DD3C">
      <w:start w:val="1"/>
      <w:numFmt w:val="upperRoman"/>
      <w:pStyle w:val="Nzevoddlu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GrammaticalErrors/>
  <w:proofState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F2"/>
    <w:rsid w:val="00001213"/>
    <w:rsid w:val="0000194F"/>
    <w:rsid w:val="00001CA6"/>
    <w:rsid w:val="0000274D"/>
    <w:rsid w:val="00002992"/>
    <w:rsid w:val="0000334B"/>
    <w:rsid w:val="0000382A"/>
    <w:rsid w:val="00003D16"/>
    <w:rsid w:val="00003ED6"/>
    <w:rsid w:val="000043CF"/>
    <w:rsid w:val="00004431"/>
    <w:rsid w:val="00004845"/>
    <w:rsid w:val="00004846"/>
    <w:rsid w:val="00004E90"/>
    <w:rsid w:val="000064D0"/>
    <w:rsid w:val="000064F8"/>
    <w:rsid w:val="000112C8"/>
    <w:rsid w:val="0001157D"/>
    <w:rsid w:val="00011A22"/>
    <w:rsid w:val="00011D95"/>
    <w:rsid w:val="00012649"/>
    <w:rsid w:val="000131BC"/>
    <w:rsid w:val="00013E0C"/>
    <w:rsid w:val="00013FBA"/>
    <w:rsid w:val="0001461C"/>
    <w:rsid w:val="00014943"/>
    <w:rsid w:val="00015055"/>
    <w:rsid w:val="00015B6A"/>
    <w:rsid w:val="00015E82"/>
    <w:rsid w:val="00016100"/>
    <w:rsid w:val="00016117"/>
    <w:rsid w:val="0001683B"/>
    <w:rsid w:val="00016B09"/>
    <w:rsid w:val="00020073"/>
    <w:rsid w:val="00020BB4"/>
    <w:rsid w:val="00020D48"/>
    <w:rsid w:val="000218A1"/>
    <w:rsid w:val="00022588"/>
    <w:rsid w:val="00022FA2"/>
    <w:rsid w:val="0002334B"/>
    <w:rsid w:val="00023384"/>
    <w:rsid w:val="000240F5"/>
    <w:rsid w:val="00024483"/>
    <w:rsid w:val="00024799"/>
    <w:rsid w:val="00024EE1"/>
    <w:rsid w:val="00025FFA"/>
    <w:rsid w:val="00026B3E"/>
    <w:rsid w:val="000306C0"/>
    <w:rsid w:val="00030ADD"/>
    <w:rsid w:val="00031ABF"/>
    <w:rsid w:val="000330B4"/>
    <w:rsid w:val="000332BF"/>
    <w:rsid w:val="00035336"/>
    <w:rsid w:val="000357A3"/>
    <w:rsid w:val="00035A45"/>
    <w:rsid w:val="00035E29"/>
    <w:rsid w:val="000365BD"/>
    <w:rsid w:val="000366E7"/>
    <w:rsid w:val="00036E79"/>
    <w:rsid w:val="00037F16"/>
    <w:rsid w:val="00040358"/>
    <w:rsid w:val="0004041D"/>
    <w:rsid w:val="0004067B"/>
    <w:rsid w:val="00040DD0"/>
    <w:rsid w:val="00041052"/>
    <w:rsid w:val="00042329"/>
    <w:rsid w:val="00042DE4"/>
    <w:rsid w:val="0004357F"/>
    <w:rsid w:val="0004416E"/>
    <w:rsid w:val="000451CB"/>
    <w:rsid w:val="00045639"/>
    <w:rsid w:val="00045879"/>
    <w:rsid w:val="000458EB"/>
    <w:rsid w:val="0004600A"/>
    <w:rsid w:val="000465AB"/>
    <w:rsid w:val="000469F8"/>
    <w:rsid w:val="00046A44"/>
    <w:rsid w:val="00046B54"/>
    <w:rsid w:val="00047A5E"/>
    <w:rsid w:val="00047DE4"/>
    <w:rsid w:val="00050374"/>
    <w:rsid w:val="00051F73"/>
    <w:rsid w:val="000529B6"/>
    <w:rsid w:val="00053278"/>
    <w:rsid w:val="00053782"/>
    <w:rsid w:val="00053C10"/>
    <w:rsid w:val="00054402"/>
    <w:rsid w:val="00054644"/>
    <w:rsid w:val="00054875"/>
    <w:rsid w:val="000548C2"/>
    <w:rsid w:val="00054BBB"/>
    <w:rsid w:val="00054DFB"/>
    <w:rsid w:val="0005579C"/>
    <w:rsid w:val="000557FB"/>
    <w:rsid w:val="000558F1"/>
    <w:rsid w:val="00055C72"/>
    <w:rsid w:val="00056719"/>
    <w:rsid w:val="00056C6A"/>
    <w:rsid w:val="000574D2"/>
    <w:rsid w:val="00057802"/>
    <w:rsid w:val="00057B1A"/>
    <w:rsid w:val="0006096A"/>
    <w:rsid w:val="00060AEB"/>
    <w:rsid w:val="00060BDD"/>
    <w:rsid w:val="00060ED1"/>
    <w:rsid w:val="00060F4F"/>
    <w:rsid w:val="00061207"/>
    <w:rsid w:val="00061D10"/>
    <w:rsid w:val="00063786"/>
    <w:rsid w:val="0006401A"/>
    <w:rsid w:val="000645BA"/>
    <w:rsid w:val="00064ED9"/>
    <w:rsid w:val="00065A59"/>
    <w:rsid w:val="00065D68"/>
    <w:rsid w:val="000662BB"/>
    <w:rsid w:val="00066388"/>
    <w:rsid w:val="0006745C"/>
    <w:rsid w:val="000707FF"/>
    <w:rsid w:val="000709A8"/>
    <w:rsid w:val="00070D3A"/>
    <w:rsid w:val="000725B9"/>
    <w:rsid w:val="00073020"/>
    <w:rsid w:val="000732F6"/>
    <w:rsid w:val="000734E7"/>
    <w:rsid w:val="0007396E"/>
    <w:rsid w:val="000743E4"/>
    <w:rsid w:val="00074980"/>
    <w:rsid w:val="0007523E"/>
    <w:rsid w:val="00075411"/>
    <w:rsid w:val="000756E6"/>
    <w:rsid w:val="000756F2"/>
    <w:rsid w:val="000757FA"/>
    <w:rsid w:val="00075D6B"/>
    <w:rsid w:val="00076363"/>
    <w:rsid w:val="000768FE"/>
    <w:rsid w:val="00076CD1"/>
    <w:rsid w:val="00077701"/>
    <w:rsid w:val="00080456"/>
    <w:rsid w:val="000807BD"/>
    <w:rsid w:val="00080D12"/>
    <w:rsid w:val="00081688"/>
    <w:rsid w:val="00081DA9"/>
    <w:rsid w:val="000821D5"/>
    <w:rsid w:val="000827C4"/>
    <w:rsid w:val="00083346"/>
    <w:rsid w:val="000837A2"/>
    <w:rsid w:val="00083893"/>
    <w:rsid w:val="00083ABF"/>
    <w:rsid w:val="00083F4F"/>
    <w:rsid w:val="000842DE"/>
    <w:rsid w:val="00084E49"/>
    <w:rsid w:val="00085173"/>
    <w:rsid w:val="000857C6"/>
    <w:rsid w:val="00085F95"/>
    <w:rsid w:val="000862F2"/>
    <w:rsid w:val="00087CF5"/>
    <w:rsid w:val="0009032F"/>
    <w:rsid w:val="000903D4"/>
    <w:rsid w:val="00090517"/>
    <w:rsid w:val="00090887"/>
    <w:rsid w:val="000911D4"/>
    <w:rsid w:val="00091627"/>
    <w:rsid w:val="00092783"/>
    <w:rsid w:val="00092A55"/>
    <w:rsid w:val="00092BDF"/>
    <w:rsid w:val="00093A8E"/>
    <w:rsid w:val="00093E98"/>
    <w:rsid w:val="00094DD4"/>
    <w:rsid w:val="000955EF"/>
    <w:rsid w:val="00095679"/>
    <w:rsid w:val="00095F50"/>
    <w:rsid w:val="00095FA7"/>
    <w:rsid w:val="000962B4"/>
    <w:rsid w:val="00096895"/>
    <w:rsid w:val="00096F84"/>
    <w:rsid w:val="0009729C"/>
    <w:rsid w:val="0009790E"/>
    <w:rsid w:val="00097A50"/>
    <w:rsid w:val="000A0DD3"/>
    <w:rsid w:val="000A1555"/>
    <w:rsid w:val="000A1AA4"/>
    <w:rsid w:val="000A1D57"/>
    <w:rsid w:val="000A236E"/>
    <w:rsid w:val="000A236F"/>
    <w:rsid w:val="000A2A53"/>
    <w:rsid w:val="000A37F8"/>
    <w:rsid w:val="000A3FAF"/>
    <w:rsid w:val="000A40BE"/>
    <w:rsid w:val="000A4290"/>
    <w:rsid w:val="000A44EA"/>
    <w:rsid w:val="000A49DF"/>
    <w:rsid w:val="000A4A59"/>
    <w:rsid w:val="000A4B59"/>
    <w:rsid w:val="000A4F76"/>
    <w:rsid w:val="000A57B9"/>
    <w:rsid w:val="000A5C4B"/>
    <w:rsid w:val="000A6CFB"/>
    <w:rsid w:val="000A6EE7"/>
    <w:rsid w:val="000A6EEF"/>
    <w:rsid w:val="000B050F"/>
    <w:rsid w:val="000B0BC6"/>
    <w:rsid w:val="000B10BC"/>
    <w:rsid w:val="000B158C"/>
    <w:rsid w:val="000B2176"/>
    <w:rsid w:val="000B28BE"/>
    <w:rsid w:val="000B2A2C"/>
    <w:rsid w:val="000B3247"/>
    <w:rsid w:val="000B3583"/>
    <w:rsid w:val="000B3909"/>
    <w:rsid w:val="000B4269"/>
    <w:rsid w:val="000B464C"/>
    <w:rsid w:val="000B53E8"/>
    <w:rsid w:val="000B6387"/>
    <w:rsid w:val="000B6A62"/>
    <w:rsid w:val="000B6F8E"/>
    <w:rsid w:val="000B7192"/>
    <w:rsid w:val="000B7302"/>
    <w:rsid w:val="000B780C"/>
    <w:rsid w:val="000B7A9C"/>
    <w:rsid w:val="000B7BE0"/>
    <w:rsid w:val="000C00EE"/>
    <w:rsid w:val="000C02F3"/>
    <w:rsid w:val="000C0515"/>
    <w:rsid w:val="000C1237"/>
    <w:rsid w:val="000C16BE"/>
    <w:rsid w:val="000C19F2"/>
    <w:rsid w:val="000C2513"/>
    <w:rsid w:val="000C282D"/>
    <w:rsid w:val="000C30F4"/>
    <w:rsid w:val="000C3428"/>
    <w:rsid w:val="000C3A82"/>
    <w:rsid w:val="000C3E21"/>
    <w:rsid w:val="000C4A96"/>
    <w:rsid w:val="000C6B64"/>
    <w:rsid w:val="000C72BE"/>
    <w:rsid w:val="000C7CDB"/>
    <w:rsid w:val="000D0071"/>
    <w:rsid w:val="000D058C"/>
    <w:rsid w:val="000D08D3"/>
    <w:rsid w:val="000D17A7"/>
    <w:rsid w:val="000D18CA"/>
    <w:rsid w:val="000D1B35"/>
    <w:rsid w:val="000D1DA4"/>
    <w:rsid w:val="000D2B1B"/>
    <w:rsid w:val="000D3858"/>
    <w:rsid w:val="000D3F3E"/>
    <w:rsid w:val="000D4A91"/>
    <w:rsid w:val="000D4D5D"/>
    <w:rsid w:val="000D5396"/>
    <w:rsid w:val="000D56E7"/>
    <w:rsid w:val="000D5E2D"/>
    <w:rsid w:val="000D78CC"/>
    <w:rsid w:val="000D79EC"/>
    <w:rsid w:val="000D7FF9"/>
    <w:rsid w:val="000E0641"/>
    <w:rsid w:val="000E18DC"/>
    <w:rsid w:val="000E1A89"/>
    <w:rsid w:val="000E333D"/>
    <w:rsid w:val="000E364B"/>
    <w:rsid w:val="000E3A6A"/>
    <w:rsid w:val="000E3AAC"/>
    <w:rsid w:val="000E3C00"/>
    <w:rsid w:val="000E3C3D"/>
    <w:rsid w:val="000E3E01"/>
    <w:rsid w:val="000E3FF0"/>
    <w:rsid w:val="000E41D2"/>
    <w:rsid w:val="000E4C1E"/>
    <w:rsid w:val="000E6620"/>
    <w:rsid w:val="000E6BE8"/>
    <w:rsid w:val="000E7293"/>
    <w:rsid w:val="000E74BB"/>
    <w:rsid w:val="000F15F1"/>
    <w:rsid w:val="000F1E01"/>
    <w:rsid w:val="000F23AC"/>
    <w:rsid w:val="000F2766"/>
    <w:rsid w:val="000F29E0"/>
    <w:rsid w:val="000F336E"/>
    <w:rsid w:val="000F3B3B"/>
    <w:rsid w:val="000F3E45"/>
    <w:rsid w:val="000F420B"/>
    <w:rsid w:val="000F5B36"/>
    <w:rsid w:val="000F5C6E"/>
    <w:rsid w:val="000F5F88"/>
    <w:rsid w:val="000F75AA"/>
    <w:rsid w:val="000F7CF4"/>
    <w:rsid w:val="000F7DBD"/>
    <w:rsid w:val="000F7ED7"/>
    <w:rsid w:val="00100B5D"/>
    <w:rsid w:val="00101257"/>
    <w:rsid w:val="00101490"/>
    <w:rsid w:val="00101C54"/>
    <w:rsid w:val="00101DF1"/>
    <w:rsid w:val="00102274"/>
    <w:rsid w:val="0010236F"/>
    <w:rsid w:val="00102713"/>
    <w:rsid w:val="0010318F"/>
    <w:rsid w:val="00104866"/>
    <w:rsid w:val="0010495B"/>
    <w:rsid w:val="0010506A"/>
    <w:rsid w:val="00105AA2"/>
    <w:rsid w:val="00105CAE"/>
    <w:rsid w:val="00107101"/>
    <w:rsid w:val="0010721D"/>
    <w:rsid w:val="001078BA"/>
    <w:rsid w:val="001101DC"/>
    <w:rsid w:val="0011065A"/>
    <w:rsid w:val="00110863"/>
    <w:rsid w:val="00110FE8"/>
    <w:rsid w:val="00111119"/>
    <w:rsid w:val="00112372"/>
    <w:rsid w:val="001126A5"/>
    <w:rsid w:val="00112F25"/>
    <w:rsid w:val="001140B6"/>
    <w:rsid w:val="00114440"/>
    <w:rsid w:val="0011528C"/>
    <w:rsid w:val="001156E8"/>
    <w:rsid w:val="00116541"/>
    <w:rsid w:val="00116566"/>
    <w:rsid w:val="00116ADD"/>
    <w:rsid w:val="00120379"/>
    <w:rsid w:val="001206B0"/>
    <w:rsid w:val="0012122F"/>
    <w:rsid w:val="001218AA"/>
    <w:rsid w:val="00122095"/>
    <w:rsid w:val="001223E7"/>
    <w:rsid w:val="0012293B"/>
    <w:rsid w:val="00123809"/>
    <w:rsid w:val="00123D4A"/>
    <w:rsid w:val="0012558B"/>
    <w:rsid w:val="00125C49"/>
    <w:rsid w:val="00126A47"/>
    <w:rsid w:val="00126CE2"/>
    <w:rsid w:val="00126E0B"/>
    <w:rsid w:val="001272CB"/>
    <w:rsid w:val="00127741"/>
    <w:rsid w:val="00127CC6"/>
    <w:rsid w:val="00127EDC"/>
    <w:rsid w:val="001313F3"/>
    <w:rsid w:val="001314FD"/>
    <w:rsid w:val="00131E39"/>
    <w:rsid w:val="00133EA3"/>
    <w:rsid w:val="00133F37"/>
    <w:rsid w:val="001340FF"/>
    <w:rsid w:val="0013488B"/>
    <w:rsid w:val="00134DA6"/>
    <w:rsid w:val="00135095"/>
    <w:rsid w:val="001354D4"/>
    <w:rsid w:val="00135795"/>
    <w:rsid w:val="00135B39"/>
    <w:rsid w:val="00136A99"/>
    <w:rsid w:val="00136F66"/>
    <w:rsid w:val="0013720B"/>
    <w:rsid w:val="00137434"/>
    <w:rsid w:val="00137906"/>
    <w:rsid w:val="00137FF8"/>
    <w:rsid w:val="00140241"/>
    <w:rsid w:val="00140C14"/>
    <w:rsid w:val="00140EF4"/>
    <w:rsid w:val="00142943"/>
    <w:rsid w:val="001429B7"/>
    <w:rsid w:val="00142F75"/>
    <w:rsid w:val="001431FF"/>
    <w:rsid w:val="0014331D"/>
    <w:rsid w:val="0014365C"/>
    <w:rsid w:val="00143C87"/>
    <w:rsid w:val="001440E5"/>
    <w:rsid w:val="0014433F"/>
    <w:rsid w:val="001444D5"/>
    <w:rsid w:val="00145250"/>
    <w:rsid w:val="00145420"/>
    <w:rsid w:val="00145501"/>
    <w:rsid w:val="001457CA"/>
    <w:rsid w:val="001462D8"/>
    <w:rsid w:val="00146501"/>
    <w:rsid w:val="00147228"/>
    <w:rsid w:val="001505E8"/>
    <w:rsid w:val="00150659"/>
    <w:rsid w:val="001509A0"/>
    <w:rsid w:val="00150C92"/>
    <w:rsid w:val="00150CC7"/>
    <w:rsid w:val="00151C8D"/>
    <w:rsid w:val="00151D77"/>
    <w:rsid w:val="0015200B"/>
    <w:rsid w:val="0015268E"/>
    <w:rsid w:val="0015270E"/>
    <w:rsid w:val="00152745"/>
    <w:rsid w:val="00152AB0"/>
    <w:rsid w:val="00152B20"/>
    <w:rsid w:val="001534BF"/>
    <w:rsid w:val="00153631"/>
    <w:rsid w:val="00153C1F"/>
    <w:rsid w:val="00153CC0"/>
    <w:rsid w:val="00153DF2"/>
    <w:rsid w:val="00154040"/>
    <w:rsid w:val="001544F0"/>
    <w:rsid w:val="001549F0"/>
    <w:rsid w:val="001553D7"/>
    <w:rsid w:val="0015571C"/>
    <w:rsid w:val="00155FBF"/>
    <w:rsid w:val="001566B2"/>
    <w:rsid w:val="001572BA"/>
    <w:rsid w:val="0016015C"/>
    <w:rsid w:val="0016057E"/>
    <w:rsid w:val="0016068F"/>
    <w:rsid w:val="00161B20"/>
    <w:rsid w:val="0016260E"/>
    <w:rsid w:val="001631A3"/>
    <w:rsid w:val="00163962"/>
    <w:rsid w:val="001642F1"/>
    <w:rsid w:val="00164768"/>
    <w:rsid w:val="00164D73"/>
    <w:rsid w:val="00164E43"/>
    <w:rsid w:val="00164E76"/>
    <w:rsid w:val="0016508B"/>
    <w:rsid w:val="00165372"/>
    <w:rsid w:val="00165EBA"/>
    <w:rsid w:val="0016604C"/>
    <w:rsid w:val="001665F8"/>
    <w:rsid w:val="0016695C"/>
    <w:rsid w:val="00166F1D"/>
    <w:rsid w:val="001679AD"/>
    <w:rsid w:val="00167B1B"/>
    <w:rsid w:val="00167B2E"/>
    <w:rsid w:val="00167B8A"/>
    <w:rsid w:val="00167D59"/>
    <w:rsid w:val="00171928"/>
    <w:rsid w:val="00171A8B"/>
    <w:rsid w:val="00172040"/>
    <w:rsid w:val="0017254D"/>
    <w:rsid w:val="00172686"/>
    <w:rsid w:val="00173248"/>
    <w:rsid w:val="0017380B"/>
    <w:rsid w:val="0017382A"/>
    <w:rsid w:val="00173ACD"/>
    <w:rsid w:val="00173E31"/>
    <w:rsid w:val="00174C8A"/>
    <w:rsid w:val="00175A2C"/>
    <w:rsid w:val="001765EF"/>
    <w:rsid w:val="00176825"/>
    <w:rsid w:val="00176E3B"/>
    <w:rsid w:val="0017753B"/>
    <w:rsid w:val="00177DF4"/>
    <w:rsid w:val="00180B54"/>
    <w:rsid w:val="001811A8"/>
    <w:rsid w:val="001811FE"/>
    <w:rsid w:val="00181F61"/>
    <w:rsid w:val="00182256"/>
    <w:rsid w:val="0018259A"/>
    <w:rsid w:val="001828C4"/>
    <w:rsid w:val="00183487"/>
    <w:rsid w:val="001835EF"/>
    <w:rsid w:val="0018363B"/>
    <w:rsid w:val="00184AEF"/>
    <w:rsid w:val="001855C6"/>
    <w:rsid w:val="0018585D"/>
    <w:rsid w:val="00185E2F"/>
    <w:rsid w:val="001869AA"/>
    <w:rsid w:val="001869E6"/>
    <w:rsid w:val="00186BA4"/>
    <w:rsid w:val="00186FE8"/>
    <w:rsid w:val="001875A3"/>
    <w:rsid w:val="001878D8"/>
    <w:rsid w:val="001879DF"/>
    <w:rsid w:val="00187B57"/>
    <w:rsid w:val="0019018B"/>
    <w:rsid w:val="00190691"/>
    <w:rsid w:val="0019111E"/>
    <w:rsid w:val="00191168"/>
    <w:rsid w:val="00191678"/>
    <w:rsid w:val="00192A61"/>
    <w:rsid w:val="00193B71"/>
    <w:rsid w:val="00194C45"/>
    <w:rsid w:val="00194D7A"/>
    <w:rsid w:val="001967BC"/>
    <w:rsid w:val="001968DD"/>
    <w:rsid w:val="00196E66"/>
    <w:rsid w:val="0019746D"/>
    <w:rsid w:val="00197D1D"/>
    <w:rsid w:val="00197D35"/>
    <w:rsid w:val="001A0375"/>
    <w:rsid w:val="001A11BE"/>
    <w:rsid w:val="001A13DF"/>
    <w:rsid w:val="001A15A3"/>
    <w:rsid w:val="001A17AB"/>
    <w:rsid w:val="001A1983"/>
    <w:rsid w:val="001A1AC2"/>
    <w:rsid w:val="001A258D"/>
    <w:rsid w:val="001A2E8F"/>
    <w:rsid w:val="001A38C8"/>
    <w:rsid w:val="001A4D3F"/>
    <w:rsid w:val="001A5036"/>
    <w:rsid w:val="001A54D0"/>
    <w:rsid w:val="001A5A31"/>
    <w:rsid w:val="001A63D3"/>
    <w:rsid w:val="001A6B65"/>
    <w:rsid w:val="001A6DE2"/>
    <w:rsid w:val="001A7565"/>
    <w:rsid w:val="001A7BB2"/>
    <w:rsid w:val="001B04EE"/>
    <w:rsid w:val="001B0C72"/>
    <w:rsid w:val="001B17C8"/>
    <w:rsid w:val="001B190C"/>
    <w:rsid w:val="001B233F"/>
    <w:rsid w:val="001B2F8E"/>
    <w:rsid w:val="001B3118"/>
    <w:rsid w:val="001B3225"/>
    <w:rsid w:val="001B40AD"/>
    <w:rsid w:val="001B4187"/>
    <w:rsid w:val="001B43BE"/>
    <w:rsid w:val="001B4E2B"/>
    <w:rsid w:val="001B5F70"/>
    <w:rsid w:val="001B61F5"/>
    <w:rsid w:val="001B61FE"/>
    <w:rsid w:val="001B629B"/>
    <w:rsid w:val="001B6809"/>
    <w:rsid w:val="001B6C7F"/>
    <w:rsid w:val="001B6E60"/>
    <w:rsid w:val="001B6ED6"/>
    <w:rsid w:val="001B706D"/>
    <w:rsid w:val="001B70E1"/>
    <w:rsid w:val="001B7245"/>
    <w:rsid w:val="001B751A"/>
    <w:rsid w:val="001B7536"/>
    <w:rsid w:val="001B7F2C"/>
    <w:rsid w:val="001C04D8"/>
    <w:rsid w:val="001C05A0"/>
    <w:rsid w:val="001C05E2"/>
    <w:rsid w:val="001C1577"/>
    <w:rsid w:val="001C1B02"/>
    <w:rsid w:val="001C2737"/>
    <w:rsid w:val="001C2ED1"/>
    <w:rsid w:val="001C3FAD"/>
    <w:rsid w:val="001C4B46"/>
    <w:rsid w:val="001C4EFE"/>
    <w:rsid w:val="001C53D8"/>
    <w:rsid w:val="001C5AD2"/>
    <w:rsid w:val="001C611B"/>
    <w:rsid w:val="001C6377"/>
    <w:rsid w:val="001C6E92"/>
    <w:rsid w:val="001C7190"/>
    <w:rsid w:val="001C7E25"/>
    <w:rsid w:val="001D0D51"/>
    <w:rsid w:val="001D18FA"/>
    <w:rsid w:val="001D1974"/>
    <w:rsid w:val="001D2C5F"/>
    <w:rsid w:val="001D370A"/>
    <w:rsid w:val="001D39BA"/>
    <w:rsid w:val="001D3B4F"/>
    <w:rsid w:val="001D43DD"/>
    <w:rsid w:val="001D47A5"/>
    <w:rsid w:val="001D47DA"/>
    <w:rsid w:val="001D49CF"/>
    <w:rsid w:val="001D545B"/>
    <w:rsid w:val="001D5916"/>
    <w:rsid w:val="001D5FC0"/>
    <w:rsid w:val="001D67A3"/>
    <w:rsid w:val="001D680C"/>
    <w:rsid w:val="001D6C6E"/>
    <w:rsid w:val="001D708A"/>
    <w:rsid w:val="001D76D0"/>
    <w:rsid w:val="001D7BE8"/>
    <w:rsid w:val="001D7CDD"/>
    <w:rsid w:val="001D7DDD"/>
    <w:rsid w:val="001E023E"/>
    <w:rsid w:val="001E0C2F"/>
    <w:rsid w:val="001E0E7C"/>
    <w:rsid w:val="001E153F"/>
    <w:rsid w:val="001E1B1D"/>
    <w:rsid w:val="001E1DAA"/>
    <w:rsid w:val="001E1E26"/>
    <w:rsid w:val="001E245B"/>
    <w:rsid w:val="001E2987"/>
    <w:rsid w:val="001E29CA"/>
    <w:rsid w:val="001E2EBB"/>
    <w:rsid w:val="001E3842"/>
    <w:rsid w:val="001E397E"/>
    <w:rsid w:val="001E4551"/>
    <w:rsid w:val="001E4C76"/>
    <w:rsid w:val="001E63EB"/>
    <w:rsid w:val="001E64AE"/>
    <w:rsid w:val="001E68A6"/>
    <w:rsid w:val="001E691F"/>
    <w:rsid w:val="001E75DA"/>
    <w:rsid w:val="001E7933"/>
    <w:rsid w:val="001F0367"/>
    <w:rsid w:val="001F1241"/>
    <w:rsid w:val="001F14E8"/>
    <w:rsid w:val="001F1CA6"/>
    <w:rsid w:val="001F21FA"/>
    <w:rsid w:val="001F28A2"/>
    <w:rsid w:val="001F3082"/>
    <w:rsid w:val="001F3912"/>
    <w:rsid w:val="001F3B88"/>
    <w:rsid w:val="001F48C2"/>
    <w:rsid w:val="001F4B61"/>
    <w:rsid w:val="001F4ED0"/>
    <w:rsid w:val="001F6E23"/>
    <w:rsid w:val="001F7392"/>
    <w:rsid w:val="001F7814"/>
    <w:rsid w:val="001F7921"/>
    <w:rsid w:val="002006A0"/>
    <w:rsid w:val="0020149C"/>
    <w:rsid w:val="00202449"/>
    <w:rsid w:val="002027AC"/>
    <w:rsid w:val="00203392"/>
    <w:rsid w:val="00203639"/>
    <w:rsid w:val="00203E85"/>
    <w:rsid w:val="00205417"/>
    <w:rsid w:val="00205599"/>
    <w:rsid w:val="00205AC1"/>
    <w:rsid w:val="00205D26"/>
    <w:rsid w:val="00206E55"/>
    <w:rsid w:val="00207221"/>
    <w:rsid w:val="002073A5"/>
    <w:rsid w:val="002073E0"/>
    <w:rsid w:val="0020753A"/>
    <w:rsid w:val="0021033D"/>
    <w:rsid w:val="002104B2"/>
    <w:rsid w:val="00211053"/>
    <w:rsid w:val="0021173E"/>
    <w:rsid w:val="002124AA"/>
    <w:rsid w:val="00212AC1"/>
    <w:rsid w:val="00212B56"/>
    <w:rsid w:val="00213019"/>
    <w:rsid w:val="002133DD"/>
    <w:rsid w:val="0021482E"/>
    <w:rsid w:val="00215A23"/>
    <w:rsid w:val="0021703C"/>
    <w:rsid w:val="00220F7D"/>
    <w:rsid w:val="00221536"/>
    <w:rsid w:val="00221825"/>
    <w:rsid w:val="00221F9A"/>
    <w:rsid w:val="00222E7B"/>
    <w:rsid w:val="002230FC"/>
    <w:rsid w:val="002234CC"/>
    <w:rsid w:val="002237AF"/>
    <w:rsid w:val="00224EE9"/>
    <w:rsid w:val="002256B6"/>
    <w:rsid w:val="002261EA"/>
    <w:rsid w:val="002268B8"/>
    <w:rsid w:val="00226E98"/>
    <w:rsid w:val="00227677"/>
    <w:rsid w:val="00230006"/>
    <w:rsid w:val="002305CF"/>
    <w:rsid w:val="00230636"/>
    <w:rsid w:val="00230BAB"/>
    <w:rsid w:val="002316D7"/>
    <w:rsid w:val="00231EB2"/>
    <w:rsid w:val="0023206D"/>
    <w:rsid w:val="002321E0"/>
    <w:rsid w:val="00232C21"/>
    <w:rsid w:val="0023314C"/>
    <w:rsid w:val="00233441"/>
    <w:rsid w:val="00233F1B"/>
    <w:rsid w:val="002349B5"/>
    <w:rsid w:val="00234C5E"/>
    <w:rsid w:val="00235FD0"/>
    <w:rsid w:val="00236035"/>
    <w:rsid w:val="0023641E"/>
    <w:rsid w:val="00237C24"/>
    <w:rsid w:val="00241E83"/>
    <w:rsid w:val="0024309C"/>
    <w:rsid w:val="00244CAA"/>
    <w:rsid w:val="00245993"/>
    <w:rsid w:val="00245B25"/>
    <w:rsid w:val="00246B42"/>
    <w:rsid w:val="002473CA"/>
    <w:rsid w:val="00247A72"/>
    <w:rsid w:val="00250E14"/>
    <w:rsid w:val="00250EE0"/>
    <w:rsid w:val="00251A1C"/>
    <w:rsid w:val="00251D1F"/>
    <w:rsid w:val="00251EAB"/>
    <w:rsid w:val="002524FE"/>
    <w:rsid w:val="002528E5"/>
    <w:rsid w:val="00252A66"/>
    <w:rsid w:val="00252C2B"/>
    <w:rsid w:val="00252D63"/>
    <w:rsid w:val="00253D77"/>
    <w:rsid w:val="00255439"/>
    <w:rsid w:val="002562F3"/>
    <w:rsid w:val="002577E4"/>
    <w:rsid w:val="002578D8"/>
    <w:rsid w:val="00257AD8"/>
    <w:rsid w:val="00257EEE"/>
    <w:rsid w:val="002606F4"/>
    <w:rsid w:val="002610A4"/>
    <w:rsid w:val="00261C61"/>
    <w:rsid w:val="002625BD"/>
    <w:rsid w:val="00262A4E"/>
    <w:rsid w:val="00262CA3"/>
    <w:rsid w:val="0026328C"/>
    <w:rsid w:val="00263CAF"/>
    <w:rsid w:val="002642C4"/>
    <w:rsid w:val="002644D4"/>
    <w:rsid w:val="00264576"/>
    <w:rsid w:val="0026468D"/>
    <w:rsid w:val="0026471B"/>
    <w:rsid w:val="002649B3"/>
    <w:rsid w:val="0026603E"/>
    <w:rsid w:val="00266712"/>
    <w:rsid w:val="002667D3"/>
    <w:rsid w:val="00266B57"/>
    <w:rsid w:val="00267A6A"/>
    <w:rsid w:val="00267D55"/>
    <w:rsid w:val="00267EFB"/>
    <w:rsid w:val="00267F4B"/>
    <w:rsid w:val="002704DB"/>
    <w:rsid w:val="00271C08"/>
    <w:rsid w:val="00271E8B"/>
    <w:rsid w:val="00272B79"/>
    <w:rsid w:val="00272E92"/>
    <w:rsid w:val="002734AB"/>
    <w:rsid w:val="00273822"/>
    <w:rsid w:val="00273E02"/>
    <w:rsid w:val="00273FE8"/>
    <w:rsid w:val="0027473D"/>
    <w:rsid w:val="0027489C"/>
    <w:rsid w:val="002758BA"/>
    <w:rsid w:val="00275B00"/>
    <w:rsid w:val="00276362"/>
    <w:rsid w:val="00276A02"/>
    <w:rsid w:val="00276AF7"/>
    <w:rsid w:val="00276BD8"/>
    <w:rsid w:val="002771EE"/>
    <w:rsid w:val="002772B7"/>
    <w:rsid w:val="00277791"/>
    <w:rsid w:val="00277CA6"/>
    <w:rsid w:val="00277CB2"/>
    <w:rsid w:val="00277E12"/>
    <w:rsid w:val="00277E3A"/>
    <w:rsid w:val="00280836"/>
    <w:rsid w:val="00281125"/>
    <w:rsid w:val="0028181F"/>
    <w:rsid w:val="002822B7"/>
    <w:rsid w:val="002825CB"/>
    <w:rsid w:val="00282F85"/>
    <w:rsid w:val="00283193"/>
    <w:rsid w:val="00284139"/>
    <w:rsid w:val="00284216"/>
    <w:rsid w:val="002856D2"/>
    <w:rsid w:val="00285B5F"/>
    <w:rsid w:val="002862EC"/>
    <w:rsid w:val="002863E0"/>
    <w:rsid w:val="0028643C"/>
    <w:rsid w:val="00286BBC"/>
    <w:rsid w:val="00286D01"/>
    <w:rsid w:val="00286F1B"/>
    <w:rsid w:val="002876FD"/>
    <w:rsid w:val="002910F2"/>
    <w:rsid w:val="00291335"/>
    <w:rsid w:val="0029139E"/>
    <w:rsid w:val="00292A01"/>
    <w:rsid w:val="00292AA3"/>
    <w:rsid w:val="00293263"/>
    <w:rsid w:val="00293740"/>
    <w:rsid w:val="00293971"/>
    <w:rsid w:val="00293CFD"/>
    <w:rsid w:val="00294325"/>
    <w:rsid w:val="00294E08"/>
    <w:rsid w:val="0029508F"/>
    <w:rsid w:val="002959F8"/>
    <w:rsid w:val="00295E2B"/>
    <w:rsid w:val="00297078"/>
    <w:rsid w:val="002970AF"/>
    <w:rsid w:val="00297858"/>
    <w:rsid w:val="002A0066"/>
    <w:rsid w:val="002A031F"/>
    <w:rsid w:val="002A039E"/>
    <w:rsid w:val="002A0731"/>
    <w:rsid w:val="002A0942"/>
    <w:rsid w:val="002A0BC3"/>
    <w:rsid w:val="002A0F67"/>
    <w:rsid w:val="002A181E"/>
    <w:rsid w:val="002A217D"/>
    <w:rsid w:val="002A21B3"/>
    <w:rsid w:val="002A22C2"/>
    <w:rsid w:val="002A256E"/>
    <w:rsid w:val="002A2D06"/>
    <w:rsid w:val="002A3330"/>
    <w:rsid w:val="002A3737"/>
    <w:rsid w:val="002A4AD4"/>
    <w:rsid w:val="002A5219"/>
    <w:rsid w:val="002A57AF"/>
    <w:rsid w:val="002A5D05"/>
    <w:rsid w:val="002A65FC"/>
    <w:rsid w:val="002A7B1B"/>
    <w:rsid w:val="002A7D47"/>
    <w:rsid w:val="002B0A84"/>
    <w:rsid w:val="002B1163"/>
    <w:rsid w:val="002B12EF"/>
    <w:rsid w:val="002B1474"/>
    <w:rsid w:val="002B1C43"/>
    <w:rsid w:val="002B1ECA"/>
    <w:rsid w:val="002B2359"/>
    <w:rsid w:val="002B2B80"/>
    <w:rsid w:val="002B324D"/>
    <w:rsid w:val="002B3B7A"/>
    <w:rsid w:val="002B43E6"/>
    <w:rsid w:val="002B491C"/>
    <w:rsid w:val="002B4D71"/>
    <w:rsid w:val="002B5B77"/>
    <w:rsid w:val="002B6107"/>
    <w:rsid w:val="002B66C8"/>
    <w:rsid w:val="002B67DD"/>
    <w:rsid w:val="002B6E07"/>
    <w:rsid w:val="002B71CA"/>
    <w:rsid w:val="002B7B5E"/>
    <w:rsid w:val="002C0840"/>
    <w:rsid w:val="002C08C0"/>
    <w:rsid w:val="002C2AE9"/>
    <w:rsid w:val="002C2C73"/>
    <w:rsid w:val="002C38B3"/>
    <w:rsid w:val="002C3EA0"/>
    <w:rsid w:val="002C3EA9"/>
    <w:rsid w:val="002C403F"/>
    <w:rsid w:val="002C4A90"/>
    <w:rsid w:val="002C4CC3"/>
    <w:rsid w:val="002C4D9C"/>
    <w:rsid w:val="002C5CA2"/>
    <w:rsid w:val="002C610E"/>
    <w:rsid w:val="002C6F88"/>
    <w:rsid w:val="002C7B69"/>
    <w:rsid w:val="002D02CD"/>
    <w:rsid w:val="002D0BCE"/>
    <w:rsid w:val="002D15FF"/>
    <w:rsid w:val="002D164F"/>
    <w:rsid w:val="002D4862"/>
    <w:rsid w:val="002D4906"/>
    <w:rsid w:val="002D49C8"/>
    <w:rsid w:val="002D4DBA"/>
    <w:rsid w:val="002D4EE5"/>
    <w:rsid w:val="002D675E"/>
    <w:rsid w:val="002D679D"/>
    <w:rsid w:val="002D68E7"/>
    <w:rsid w:val="002D6B78"/>
    <w:rsid w:val="002D6E26"/>
    <w:rsid w:val="002D7009"/>
    <w:rsid w:val="002D78FE"/>
    <w:rsid w:val="002E067C"/>
    <w:rsid w:val="002E0BE3"/>
    <w:rsid w:val="002E0C01"/>
    <w:rsid w:val="002E0DD8"/>
    <w:rsid w:val="002E142C"/>
    <w:rsid w:val="002E1EF0"/>
    <w:rsid w:val="002E2195"/>
    <w:rsid w:val="002E21F8"/>
    <w:rsid w:val="002E23B8"/>
    <w:rsid w:val="002E2E9E"/>
    <w:rsid w:val="002E3935"/>
    <w:rsid w:val="002E3C84"/>
    <w:rsid w:val="002E42AD"/>
    <w:rsid w:val="002E53F8"/>
    <w:rsid w:val="002E5A05"/>
    <w:rsid w:val="002E5CDC"/>
    <w:rsid w:val="002E736A"/>
    <w:rsid w:val="002E7805"/>
    <w:rsid w:val="002F0810"/>
    <w:rsid w:val="002F0A96"/>
    <w:rsid w:val="002F0E9A"/>
    <w:rsid w:val="002F147B"/>
    <w:rsid w:val="002F1E83"/>
    <w:rsid w:val="002F2425"/>
    <w:rsid w:val="002F317B"/>
    <w:rsid w:val="002F3921"/>
    <w:rsid w:val="002F3EF4"/>
    <w:rsid w:val="002F47B4"/>
    <w:rsid w:val="002F510F"/>
    <w:rsid w:val="002F52C4"/>
    <w:rsid w:val="002F5ABB"/>
    <w:rsid w:val="002F5D4A"/>
    <w:rsid w:val="002F74F8"/>
    <w:rsid w:val="002F7A77"/>
    <w:rsid w:val="00300B95"/>
    <w:rsid w:val="00300D3A"/>
    <w:rsid w:val="003010D8"/>
    <w:rsid w:val="0030142A"/>
    <w:rsid w:val="00303436"/>
    <w:rsid w:val="00303666"/>
    <w:rsid w:val="00303A32"/>
    <w:rsid w:val="00303F2E"/>
    <w:rsid w:val="00303F85"/>
    <w:rsid w:val="00304025"/>
    <w:rsid w:val="00304350"/>
    <w:rsid w:val="00304CB3"/>
    <w:rsid w:val="00304FFD"/>
    <w:rsid w:val="00305B2B"/>
    <w:rsid w:val="003061BE"/>
    <w:rsid w:val="0030620B"/>
    <w:rsid w:val="00306584"/>
    <w:rsid w:val="00306AA7"/>
    <w:rsid w:val="00306D60"/>
    <w:rsid w:val="00307EE0"/>
    <w:rsid w:val="003104C8"/>
    <w:rsid w:val="00311119"/>
    <w:rsid w:val="00311325"/>
    <w:rsid w:val="003119FA"/>
    <w:rsid w:val="0031203F"/>
    <w:rsid w:val="00312C77"/>
    <w:rsid w:val="00313C2D"/>
    <w:rsid w:val="003153AB"/>
    <w:rsid w:val="003154E5"/>
    <w:rsid w:val="0031565E"/>
    <w:rsid w:val="003168D8"/>
    <w:rsid w:val="00316998"/>
    <w:rsid w:val="003169F6"/>
    <w:rsid w:val="00316DB1"/>
    <w:rsid w:val="00317401"/>
    <w:rsid w:val="00317700"/>
    <w:rsid w:val="003211B4"/>
    <w:rsid w:val="00323A64"/>
    <w:rsid w:val="00324F2E"/>
    <w:rsid w:val="00324F90"/>
    <w:rsid w:val="00325354"/>
    <w:rsid w:val="003254A8"/>
    <w:rsid w:val="00325F93"/>
    <w:rsid w:val="00326AE6"/>
    <w:rsid w:val="00330130"/>
    <w:rsid w:val="00330366"/>
    <w:rsid w:val="00330B7E"/>
    <w:rsid w:val="00331597"/>
    <w:rsid w:val="00331B0E"/>
    <w:rsid w:val="00331E10"/>
    <w:rsid w:val="00332BB4"/>
    <w:rsid w:val="0033324A"/>
    <w:rsid w:val="00333712"/>
    <w:rsid w:val="00333D33"/>
    <w:rsid w:val="003343F1"/>
    <w:rsid w:val="00334400"/>
    <w:rsid w:val="00334882"/>
    <w:rsid w:val="00334E54"/>
    <w:rsid w:val="0033521A"/>
    <w:rsid w:val="003356C4"/>
    <w:rsid w:val="00335741"/>
    <w:rsid w:val="00335961"/>
    <w:rsid w:val="00335A43"/>
    <w:rsid w:val="003369B8"/>
    <w:rsid w:val="003370FC"/>
    <w:rsid w:val="003371B8"/>
    <w:rsid w:val="0033737C"/>
    <w:rsid w:val="00337491"/>
    <w:rsid w:val="003374C8"/>
    <w:rsid w:val="00337764"/>
    <w:rsid w:val="003407D8"/>
    <w:rsid w:val="00340ECC"/>
    <w:rsid w:val="0034180F"/>
    <w:rsid w:val="00341913"/>
    <w:rsid w:val="00341E1A"/>
    <w:rsid w:val="00343832"/>
    <w:rsid w:val="00343A74"/>
    <w:rsid w:val="00345A2C"/>
    <w:rsid w:val="00345FDA"/>
    <w:rsid w:val="0034636C"/>
    <w:rsid w:val="003464DE"/>
    <w:rsid w:val="00347304"/>
    <w:rsid w:val="00347B5C"/>
    <w:rsid w:val="003503AC"/>
    <w:rsid w:val="0035044F"/>
    <w:rsid w:val="003504B4"/>
    <w:rsid w:val="00350877"/>
    <w:rsid w:val="00350C3D"/>
    <w:rsid w:val="00350CD1"/>
    <w:rsid w:val="00351064"/>
    <w:rsid w:val="00351843"/>
    <w:rsid w:val="00351B80"/>
    <w:rsid w:val="003527BE"/>
    <w:rsid w:val="00353168"/>
    <w:rsid w:val="00353424"/>
    <w:rsid w:val="003546EF"/>
    <w:rsid w:val="00354E4A"/>
    <w:rsid w:val="00355C25"/>
    <w:rsid w:val="00355FA2"/>
    <w:rsid w:val="00356AF6"/>
    <w:rsid w:val="00357053"/>
    <w:rsid w:val="00357E02"/>
    <w:rsid w:val="00360058"/>
    <w:rsid w:val="003600EE"/>
    <w:rsid w:val="003605B6"/>
    <w:rsid w:val="00360B62"/>
    <w:rsid w:val="00363F73"/>
    <w:rsid w:val="0036403C"/>
    <w:rsid w:val="00364415"/>
    <w:rsid w:val="00364F1D"/>
    <w:rsid w:val="003653DE"/>
    <w:rsid w:val="0036545D"/>
    <w:rsid w:val="00365A9B"/>
    <w:rsid w:val="0036680F"/>
    <w:rsid w:val="00366B44"/>
    <w:rsid w:val="00367088"/>
    <w:rsid w:val="00367BDD"/>
    <w:rsid w:val="00370B1D"/>
    <w:rsid w:val="003710AB"/>
    <w:rsid w:val="00371E46"/>
    <w:rsid w:val="00372512"/>
    <w:rsid w:val="003726D8"/>
    <w:rsid w:val="00372C7D"/>
    <w:rsid w:val="00372CD6"/>
    <w:rsid w:val="00372E31"/>
    <w:rsid w:val="00373569"/>
    <w:rsid w:val="00373671"/>
    <w:rsid w:val="003737E4"/>
    <w:rsid w:val="003739CD"/>
    <w:rsid w:val="00373A2A"/>
    <w:rsid w:val="00373DD1"/>
    <w:rsid w:val="00374867"/>
    <w:rsid w:val="00374910"/>
    <w:rsid w:val="0037502B"/>
    <w:rsid w:val="00375166"/>
    <w:rsid w:val="00375517"/>
    <w:rsid w:val="003755A3"/>
    <w:rsid w:val="00375A24"/>
    <w:rsid w:val="00375C6E"/>
    <w:rsid w:val="003764F8"/>
    <w:rsid w:val="00377528"/>
    <w:rsid w:val="003775D1"/>
    <w:rsid w:val="003776B6"/>
    <w:rsid w:val="00377B21"/>
    <w:rsid w:val="00377D42"/>
    <w:rsid w:val="00377D49"/>
    <w:rsid w:val="00380277"/>
    <w:rsid w:val="00381936"/>
    <w:rsid w:val="00381C6C"/>
    <w:rsid w:val="00382AF6"/>
    <w:rsid w:val="00382D46"/>
    <w:rsid w:val="00382F41"/>
    <w:rsid w:val="00383455"/>
    <w:rsid w:val="00383B7F"/>
    <w:rsid w:val="0038434E"/>
    <w:rsid w:val="00384A85"/>
    <w:rsid w:val="00384DA3"/>
    <w:rsid w:val="0038520C"/>
    <w:rsid w:val="003853D3"/>
    <w:rsid w:val="003858C1"/>
    <w:rsid w:val="00385A4A"/>
    <w:rsid w:val="00385AA4"/>
    <w:rsid w:val="0038623D"/>
    <w:rsid w:val="003863E7"/>
    <w:rsid w:val="0038651F"/>
    <w:rsid w:val="0038668D"/>
    <w:rsid w:val="00386A2C"/>
    <w:rsid w:val="0038705D"/>
    <w:rsid w:val="003870A1"/>
    <w:rsid w:val="00387872"/>
    <w:rsid w:val="00390E60"/>
    <w:rsid w:val="00390F0C"/>
    <w:rsid w:val="003914D6"/>
    <w:rsid w:val="003916E1"/>
    <w:rsid w:val="0039177B"/>
    <w:rsid w:val="0039301C"/>
    <w:rsid w:val="00393557"/>
    <w:rsid w:val="0039453C"/>
    <w:rsid w:val="003945BA"/>
    <w:rsid w:val="003953A0"/>
    <w:rsid w:val="003958F6"/>
    <w:rsid w:val="00395DD3"/>
    <w:rsid w:val="00395F1A"/>
    <w:rsid w:val="00395FA7"/>
    <w:rsid w:val="003961D5"/>
    <w:rsid w:val="0039672A"/>
    <w:rsid w:val="00396B50"/>
    <w:rsid w:val="00396E8A"/>
    <w:rsid w:val="00397C99"/>
    <w:rsid w:val="003A0CF7"/>
    <w:rsid w:val="003A1B47"/>
    <w:rsid w:val="003A2346"/>
    <w:rsid w:val="003A35F4"/>
    <w:rsid w:val="003A3908"/>
    <w:rsid w:val="003A3984"/>
    <w:rsid w:val="003A4000"/>
    <w:rsid w:val="003A5667"/>
    <w:rsid w:val="003A591E"/>
    <w:rsid w:val="003A675A"/>
    <w:rsid w:val="003A7773"/>
    <w:rsid w:val="003A7F64"/>
    <w:rsid w:val="003B02AB"/>
    <w:rsid w:val="003B0A8B"/>
    <w:rsid w:val="003B0DCE"/>
    <w:rsid w:val="003B11B7"/>
    <w:rsid w:val="003B2279"/>
    <w:rsid w:val="003B240E"/>
    <w:rsid w:val="003B292D"/>
    <w:rsid w:val="003B335C"/>
    <w:rsid w:val="003B4353"/>
    <w:rsid w:val="003B4A05"/>
    <w:rsid w:val="003B55C2"/>
    <w:rsid w:val="003B56D5"/>
    <w:rsid w:val="003B5F56"/>
    <w:rsid w:val="003B63CD"/>
    <w:rsid w:val="003B6407"/>
    <w:rsid w:val="003B6700"/>
    <w:rsid w:val="003B6ACF"/>
    <w:rsid w:val="003B6B45"/>
    <w:rsid w:val="003B6DB2"/>
    <w:rsid w:val="003B72A5"/>
    <w:rsid w:val="003C0B66"/>
    <w:rsid w:val="003C0F6D"/>
    <w:rsid w:val="003C161A"/>
    <w:rsid w:val="003C1758"/>
    <w:rsid w:val="003C1BC6"/>
    <w:rsid w:val="003C283E"/>
    <w:rsid w:val="003C2D25"/>
    <w:rsid w:val="003C3386"/>
    <w:rsid w:val="003C378D"/>
    <w:rsid w:val="003C3A63"/>
    <w:rsid w:val="003C3F7C"/>
    <w:rsid w:val="003C4398"/>
    <w:rsid w:val="003C47A9"/>
    <w:rsid w:val="003C4962"/>
    <w:rsid w:val="003C4B61"/>
    <w:rsid w:val="003C4B9F"/>
    <w:rsid w:val="003C4BEA"/>
    <w:rsid w:val="003C54CE"/>
    <w:rsid w:val="003C5A79"/>
    <w:rsid w:val="003C5D7F"/>
    <w:rsid w:val="003C5F7C"/>
    <w:rsid w:val="003C60FF"/>
    <w:rsid w:val="003C6561"/>
    <w:rsid w:val="003C6B10"/>
    <w:rsid w:val="003C6BFD"/>
    <w:rsid w:val="003C7942"/>
    <w:rsid w:val="003C7D5E"/>
    <w:rsid w:val="003C7F7E"/>
    <w:rsid w:val="003D04B8"/>
    <w:rsid w:val="003D0661"/>
    <w:rsid w:val="003D0B16"/>
    <w:rsid w:val="003D0C99"/>
    <w:rsid w:val="003D0FA4"/>
    <w:rsid w:val="003D1048"/>
    <w:rsid w:val="003D104F"/>
    <w:rsid w:val="003D164A"/>
    <w:rsid w:val="003D1F5A"/>
    <w:rsid w:val="003D2003"/>
    <w:rsid w:val="003D27E5"/>
    <w:rsid w:val="003D2DA8"/>
    <w:rsid w:val="003D2E48"/>
    <w:rsid w:val="003D2F61"/>
    <w:rsid w:val="003D3F61"/>
    <w:rsid w:val="003D456E"/>
    <w:rsid w:val="003D4D4B"/>
    <w:rsid w:val="003D658B"/>
    <w:rsid w:val="003D6D9D"/>
    <w:rsid w:val="003D7C87"/>
    <w:rsid w:val="003D7ED6"/>
    <w:rsid w:val="003E13F5"/>
    <w:rsid w:val="003E1A91"/>
    <w:rsid w:val="003E1B5D"/>
    <w:rsid w:val="003E1CCB"/>
    <w:rsid w:val="003E1D35"/>
    <w:rsid w:val="003E25CB"/>
    <w:rsid w:val="003E3A78"/>
    <w:rsid w:val="003E3BD3"/>
    <w:rsid w:val="003E3D29"/>
    <w:rsid w:val="003E4152"/>
    <w:rsid w:val="003E41D4"/>
    <w:rsid w:val="003E4334"/>
    <w:rsid w:val="003E48C9"/>
    <w:rsid w:val="003E49B8"/>
    <w:rsid w:val="003E49C1"/>
    <w:rsid w:val="003E504F"/>
    <w:rsid w:val="003E52B0"/>
    <w:rsid w:val="003E549B"/>
    <w:rsid w:val="003E5898"/>
    <w:rsid w:val="003E63B3"/>
    <w:rsid w:val="003E6D77"/>
    <w:rsid w:val="003E7DB4"/>
    <w:rsid w:val="003F0685"/>
    <w:rsid w:val="003F1D76"/>
    <w:rsid w:val="003F1EE1"/>
    <w:rsid w:val="003F1F0E"/>
    <w:rsid w:val="003F246E"/>
    <w:rsid w:val="003F268A"/>
    <w:rsid w:val="003F28F1"/>
    <w:rsid w:val="003F3D93"/>
    <w:rsid w:val="003F42A6"/>
    <w:rsid w:val="003F44E1"/>
    <w:rsid w:val="003F475E"/>
    <w:rsid w:val="003F49B8"/>
    <w:rsid w:val="003F4BA4"/>
    <w:rsid w:val="003F5892"/>
    <w:rsid w:val="003F6AB9"/>
    <w:rsid w:val="003F6BA2"/>
    <w:rsid w:val="004001A5"/>
    <w:rsid w:val="004012BF"/>
    <w:rsid w:val="00402010"/>
    <w:rsid w:val="00402C4C"/>
    <w:rsid w:val="00403702"/>
    <w:rsid w:val="0040385A"/>
    <w:rsid w:val="004039B9"/>
    <w:rsid w:val="00403BF7"/>
    <w:rsid w:val="00405028"/>
    <w:rsid w:val="004050AD"/>
    <w:rsid w:val="00405AF7"/>
    <w:rsid w:val="00406F6A"/>
    <w:rsid w:val="004075FF"/>
    <w:rsid w:val="00407994"/>
    <w:rsid w:val="00407AA4"/>
    <w:rsid w:val="00410406"/>
    <w:rsid w:val="00410691"/>
    <w:rsid w:val="0041086F"/>
    <w:rsid w:val="00410F8C"/>
    <w:rsid w:val="00411741"/>
    <w:rsid w:val="0041196A"/>
    <w:rsid w:val="004119FF"/>
    <w:rsid w:val="00411A93"/>
    <w:rsid w:val="00411BE5"/>
    <w:rsid w:val="00411D34"/>
    <w:rsid w:val="00411E1E"/>
    <w:rsid w:val="00412FED"/>
    <w:rsid w:val="0041339E"/>
    <w:rsid w:val="00415528"/>
    <w:rsid w:val="00415AD1"/>
    <w:rsid w:val="00416264"/>
    <w:rsid w:val="004162E4"/>
    <w:rsid w:val="00417304"/>
    <w:rsid w:val="00417B11"/>
    <w:rsid w:val="00417B30"/>
    <w:rsid w:val="00417EC0"/>
    <w:rsid w:val="00420446"/>
    <w:rsid w:val="00420AD7"/>
    <w:rsid w:val="00420BE8"/>
    <w:rsid w:val="00421571"/>
    <w:rsid w:val="004219E6"/>
    <w:rsid w:val="00421E2B"/>
    <w:rsid w:val="00421EB7"/>
    <w:rsid w:val="00421ED0"/>
    <w:rsid w:val="004220AD"/>
    <w:rsid w:val="004224FF"/>
    <w:rsid w:val="00422F4B"/>
    <w:rsid w:val="00423A90"/>
    <w:rsid w:val="00423FCA"/>
    <w:rsid w:val="004246EF"/>
    <w:rsid w:val="00425213"/>
    <w:rsid w:val="00425BB2"/>
    <w:rsid w:val="00425F2E"/>
    <w:rsid w:val="00426250"/>
    <w:rsid w:val="0042652B"/>
    <w:rsid w:val="004269F2"/>
    <w:rsid w:val="00426F00"/>
    <w:rsid w:val="0042701E"/>
    <w:rsid w:val="00430510"/>
    <w:rsid w:val="00430FB2"/>
    <w:rsid w:val="004312B0"/>
    <w:rsid w:val="004315E8"/>
    <w:rsid w:val="00431710"/>
    <w:rsid w:val="00431CC6"/>
    <w:rsid w:val="00432011"/>
    <w:rsid w:val="0043218A"/>
    <w:rsid w:val="0043387F"/>
    <w:rsid w:val="00433AD0"/>
    <w:rsid w:val="00433DFD"/>
    <w:rsid w:val="00433F54"/>
    <w:rsid w:val="00434199"/>
    <w:rsid w:val="004342FB"/>
    <w:rsid w:val="00435081"/>
    <w:rsid w:val="004350A3"/>
    <w:rsid w:val="00435257"/>
    <w:rsid w:val="00435431"/>
    <w:rsid w:val="00435CEB"/>
    <w:rsid w:val="00435F4F"/>
    <w:rsid w:val="004364E1"/>
    <w:rsid w:val="00437055"/>
    <w:rsid w:val="0043788A"/>
    <w:rsid w:val="0044042D"/>
    <w:rsid w:val="004404DF"/>
    <w:rsid w:val="0044060D"/>
    <w:rsid w:val="00440A1F"/>
    <w:rsid w:val="004413AF"/>
    <w:rsid w:val="00441F34"/>
    <w:rsid w:val="0044301F"/>
    <w:rsid w:val="00444232"/>
    <w:rsid w:val="00445200"/>
    <w:rsid w:val="00445848"/>
    <w:rsid w:val="00445FF7"/>
    <w:rsid w:val="004461F4"/>
    <w:rsid w:val="0044624D"/>
    <w:rsid w:val="00446C9B"/>
    <w:rsid w:val="00447E7E"/>
    <w:rsid w:val="004500F7"/>
    <w:rsid w:val="0045056E"/>
    <w:rsid w:val="00450DFD"/>
    <w:rsid w:val="00452768"/>
    <w:rsid w:val="00452AB4"/>
    <w:rsid w:val="00452C38"/>
    <w:rsid w:val="00453593"/>
    <w:rsid w:val="004538AD"/>
    <w:rsid w:val="00454890"/>
    <w:rsid w:val="00454A1B"/>
    <w:rsid w:val="00454D6D"/>
    <w:rsid w:val="00454FF5"/>
    <w:rsid w:val="0045590F"/>
    <w:rsid w:val="00455EA2"/>
    <w:rsid w:val="00455FF9"/>
    <w:rsid w:val="0045629A"/>
    <w:rsid w:val="00456474"/>
    <w:rsid w:val="0045661A"/>
    <w:rsid w:val="00456D2C"/>
    <w:rsid w:val="00457D0D"/>
    <w:rsid w:val="00457D6A"/>
    <w:rsid w:val="00457DFA"/>
    <w:rsid w:val="004604AA"/>
    <w:rsid w:val="00460A1D"/>
    <w:rsid w:val="00460EC3"/>
    <w:rsid w:val="00461594"/>
    <w:rsid w:val="00461701"/>
    <w:rsid w:val="004623D5"/>
    <w:rsid w:val="004635DA"/>
    <w:rsid w:val="00464C08"/>
    <w:rsid w:val="004650FC"/>
    <w:rsid w:val="00466349"/>
    <w:rsid w:val="004667F8"/>
    <w:rsid w:val="00466CBC"/>
    <w:rsid w:val="00467AA7"/>
    <w:rsid w:val="00471257"/>
    <w:rsid w:val="00471F86"/>
    <w:rsid w:val="00472D5D"/>
    <w:rsid w:val="0047376D"/>
    <w:rsid w:val="00473983"/>
    <w:rsid w:val="00474140"/>
    <w:rsid w:val="00475415"/>
    <w:rsid w:val="00476250"/>
    <w:rsid w:val="00476C84"/>
    <w:rsid w:val="00477365"/>
    <w:rsid w:val="00477AD1"/>
    <w:rsid w:val="00477C24"/>
    <w:rsid w:val="00477D6F"/>
    <w:rsid w:val="00477FE2"/>
    <w:rsid w:val="0048092F"/>
    <w:rsid w:val="00481B42"/>
    <w:rsid w:val="00481B97"/>
    <w:rsid w:val="004829E0"/>
    <w:rsid w:val="00482E8A"/>
    <w:rsid w:val="00482EA5"/>
    <w:rsid w:val="00483259"/>
    <w:rsid w:val="00483446"/>
    <w:rsid w:val="00484A55"/>
    <w:rsid w:val="00484AA8"/>
    <w:rsid w:val="00485050"/>
    <w:rsid w:val="00485497"/>
    <w:rsid w:val="004857BB"/>
    <w:rsid w:val="00485CEA"/>
    <w:rsid w:val="00486065"/>
    <w:rsid w:val="0048706A"/>
    <w:rsid w:val="004877C8"/>
    <w:rsid w:val="00490740"/>
    <w:rsid w:val="00490759"/>
    <w:rsid w:val="00490C73"/>
    <w:rsid w:val="004910BA"/>
    <w:rsid w:val="00491620"/>
    <w:rsid w:val="0049185B"/>
    <w:rsid w:val="00491C7D"/>
    <w:rsid w:val="0049250C"/>
    <w:rsid w:val="00492915"/>
    <w:rsid w:val="004936F7"/>
    <w:rsid w:val="00495360"/>
    <w:rsid w:val="004953AB"/>
    <w:rsid w:val="00495C7B"/>
    <w:rsid w:val="00495FED"/>
    <w:rsid w:val="004963F6"/>
    <w:rsid w:val="00496B33"/>
    <w:rsid w:val="00496BF5"/>
    <w:rsid w:val="00496C89"/>
    <w:rsid w:val="004A06FF"/>
    <w:rsid w:val="004A07FA"/>
    <w:rsid w:val="004A0934"/>
    <w:rsid w:val="004A17C4"/>
    <w:rsid w:val="004A1B08"/>
    <w:rsid w:val="004A29F8"/>
    <w:rsid w:val="004A2E8B"/>
    <w:rsid w:val="004A3FA0"/>
    <w:rsid w:val="004A41A3"/>
    <w:rsid w:val="004A466E"/>
    <w:rsid w:val="004A4DF2"/>
    <w:rsid w:val="004A5AFC"/>
    <w:rsid w:val="004A5B9D"/>
    <w:rsid w:val="004A6506"/>
    <w:rsid w:val="004A66EB"/>
    <w:rsid w:val="004A7982"/>
    <w:rsid w:val="004A7AAF"/>
    <w:rsid w:val="004A7C42"/>
    <w:rsid w:val="004B0296"/>
    <w:rsid w:val="004B08FB"/>
    <w:rsid w:val="004B1BDF"/>
    <w:rsid w:val="004B1ECA"/>
    <w:rsid w:val="004B200E"/>
    <w:rsid w:val="004B2816"/>
    <w:rsid w:val="004B442C"/>
    <w:rsid w:val="004B476D"/>
    <w:rsid w:val="004B5424"/>
    <w:rsid w:val="004B5767"/>
    <w:rsid w:val="004B70E0"/>
    <w:rsid w:val="004B720A"/>
    <w:rsid w:val="004B7BE0"/>
    <w:rsid w:val="004C01D5"/>
    <w:rsid w:val="004C0CA0"/>
    <w:rsid w:val="004C22A8"/>
    <w:rsid w:val="004C25AF"/>
    <w:rsid w:val="004C29BD"/>
    <w:rsid w:val="004C2CE4"/>
    <w:rsid w:val="004C34F6"/>
    <w:rsid w:val="004C3BEC"/>
    <w:rsid w:val="004C56E2"/>
    <w:rsid w:val="004C61B6"/>
    <w:rsid w:val="004C6202"/>
    <w:rsid w:val="004C6854"/>
    <w:rsid w:val="004C6A59"/>
    <w:rsid w:val="004C6A5C"/>
    <w:rsid w:val="004D075C"/>
    <w:rsid w:val="004D1E2E"/>
    <w:rsid w:val="004D2193"/>
    <w:rsid w:val="004D274D"/>
    <w:rsid w:val="004D2C1D"/>
    <w:rsid w:val="004D4794"/>
    <w:rsid w:val="004D5B71"/>
    <w:rsid w:val="004D5C2A"/>
    <w:rsid w:val="004D60D2"/>
    <w:rsid w:val="004D634D"/>
    <w:rsid w:val="004D6651"/>
    <w:rsid w:val="004D6A46"/>
    <w:rsid w:val="004D6E0E"/>
    <w:rsid w:val="004D72E7"/>
    <w:rsid w:val="004D749D"/>
    <w:rsid w:val="004E044E"/>
    <w:rsid w:val="004E0B83"/>
    <w:rsid w:val="004E0DA5"/>
    <w:rsid w:val="004E10B9"/>
    <w:rsid w:val="004E10C7"/>
    <w:rsid w:val="004E127E"/>
    <w:rsid w:val="004E1575"/>
    <w:rsid w:val="004E1AEC"/>
    <w:rsid w:val="004E1F00"/>
    <w:rsid w:val="004E21E5"/>
    <w:rsid w:val="004E2462"/>
    <w:rsid w:val="004E2912"/>
    <w:rsid w:val="004E2EFA"/>
    <w:rsid w:val="004E3552"/>
    <w:rsid w:val="004E3D32"/>
    <w:rsid w:val="004E3E96"/>
    <w:rsid w:val="004E3F9C"/>
    <w:rsid w:val="004E3FA5"/>
    <w:rsid w:val="004E4905"/>
    <w:rsid w:val="004E4E66"/>
    <w:rsid w:val="004E4EEF"/>
    <w:rsid w:val="004E5E4C"/>
    <w:rsid w:val="004E610A"/>
    <w:rsid w:val="004E65DA"/>
    <w:rsid w:val="004E70C8"/>
    <w:rsid w:val="004E753B"/>
    <w:rsid w:val="004E778D"/>
    <w:rsid w:val="004E77A4"/>
    <w:rsid w:val="004E7865"/>
    <w:rsid w:val="004F0687"/>
    <w:rsid w:val="004F1341"/>
    <w:rsid w:val="004F1AB6"/>
    <w:rsid w:val="004F1C5F"/>
    <w:rsid w:val="004F205B"/>
    <w:rsid w:val="004F2A24"/>
    <w:rsid w:val="004F3C62"/>
    <w:rsid w:val="004F405E"/>
    <w:rsid w:val="004F4834"/>
    <w:rsid w:val="004F507F"/>
    <w:rsid w:val="004F53C1"/>
    <w:rsid w:val="004F571A"/>
    <w:rsid w:val="004F5BBB"/>
    <w:rsid w:val="004F6547"/>
    <w:rsid w:val="005008F1"/>
    <w:rsid w:val="00501BFD"/>
    <w:rsid w:val="005038F7"/>
    <w:rsid w:val="005039AA"/>
    <w:rsid w:val="005044E9"/>
    <w:rsid w:val="00505B8F"/>
    <w:rsid w:val="00506E7C"/>
    <w:rsid w:val="00506F61"/>
    <w:rsid w:val="00507FBD"/>
    <w:rsid w:val="00510AE6"/>
    <w:rsid w:val="0051176D"/>
    <w:rsid w:val="00512003"/>
    <w:rsid w:val="0051203C"/>
    <w:rsid w:val="00513D1E"/>
    <w:rsid w:val="005148DE"/>
    <w:rsid w:val="00514C1C"/>
    <w:rsid w:val="0051614E"/>
    <w:rsid w:val="00516228"/>
    <w:rsid w:val="00516F27"/>
    <w:rsid w:val="00517173"/>
    <w:rsid w:val="00517B75"/>
    <w:rsid w:val="005219EA"/>
    <w:rsid w:val="00521CBE"/>
    <w:rsid w:val="005220C6"/>
    <w:rsid w:val="0052232D"/>
    <w:rsid w:val="00522CE2"/>
    <w:rsid w:val="00523F9D"/>
    <w:rsid w:val="005247AE"/>
    <w:rsid w:val="00524CC8"/>
    <w:rsid w:val="005251CC"/>
    <w:rsid w:val="0052552A"/>
    <w:rsid w:val="0052557C"/>
    <w:rsid w:val="005258F9"/>
    <w:rsid w:val="00525F87"/>
    <w:rsid w:val="005262EA"/>
    <w:rsid w:val="0052693E"/>
    <w:rsid w:val="005275C1"/>
    <w:rsid w:val="005279CD"/>
    <w:rsid w:val="00527B50"/>
    <w:rsid w:val="005301F8"/>
    <w:rsid w:val="005302A8"/>
    <w:rsid w:val="0053099A"/>
    <w:rsid w:val="00530A83"/>
    <w:rsid w:val="0053130C"/>
    <w:rsid w:val="0053176C"/>
    <w:rsid w:val="00532275"/>
    <w:rsid w:val="005328C5"/>
    <w:rsid w:val="00532CEC"/>
    <w:rsid w:val="00533843"/>
    <w:rsid w:val="00534CBE"/>
    <w:rsid w:val="0053500C"/>
    <w:rsid w:val="005351B1"/>
    <w:rsid w:val="005356E9"/>
    <w:rsid w:val="005359DF"/>
    <w:rsid w:val="00535F2D"/>
    <w:rsid w:val="005360BB"/>
    <w:rsid w:val="00536391"/>
    <w:rsid w:val="00536EE9"/>
    <w:rsid w:val="00536F3D"/>
    <w:rsid w:val="005370D3"/>
    <w:rsid w:val="005378AF"/>
    <w:rsid w:val="005379C3"/>
    <w:rsid w:val="005403B9"/>
    <w:rsid w:val="00540887"/>
    <w:rsid w:val="00540996"/>
    <w:rsid w:val="00541193"/>
    <w:rsid w:val="00542511"/>
    <w:rsid w:val="00542DDA"/>
    <w:rsid w:val="00542FA9"/>
    <w:rsid w:val="005432E1"/>
    <w:rsid w:val="005433EA"/>
    <w:rsid w:val="00543936"/>
    <w:rsid w:val="0054423A"/>
    <w:rsid w:val="005442E6"/>
    <w:rsid w:val="00545A07"/>
    <w:rsid w:val="005471C1"/>
    <w:rsid w:val="005475B8"/>
    <w:rsid w:val="00550261"/>
    <w:rsid w:val="00550597"/>
    <w:rsid w:val="005505F1"/>
    <w:rsid w:val="00550EF4"/>
    <w:rsid w:val="0055151F"/>
    <w:rsid w:val="00551D83"/>
    <w:rsid w:val="00551D97"/>
    <w:rsid w:val="00551EE5"/>
    <w:rsid w:val="005524DC"/>
    <w:rsid w:val="005526E5"/>
    <w:rsid w:val="0055352F"/>
    <w:rsid w:val="00553895"/>
    <w:rsid w:val="00553B29"/>
    <w:rsid w:val="00553EFD"/>
    <w:rsid w:val="0055497D"/>
    <w:rsid w:val="005549DD"/>
    <w:rsid w:val="00554B61"/>
    <w:rsid w:val="005554E4"/>
    <w:rsid w:val="00555D6B"/>
    <w:rsid w:val="00556502"/>
    <w:rsid w:val="00556679"/>
    <w:rsid w:val="00556C48"/>
    <w:rsid w:val="005571D7"/>
    <w:rsid w:val="00557AB8"/>
    <w:rsid w:val="00560392"/>
    <w:rsid w:val="0056250A"/>
    <w:rsid w:val="00562C64"/>
    <w:rsid w:val="0056303B"/>
    <w:rsid w:val="00563175"/>
    <w:rsid w:val="0056338E"/>
    <w:rsid w:val="00563880"/>
    <w:rsid w:val="005648AF"/>
    <w:rsid w:val="00565761"/>
    <w:rsid w:val="00565EDE"/>
    <w:rsid w:val="005666D3"/>
    <w:rsid w:val="005670B8"/>
    <w:rsid w:val="00567746"/>
    <w:rsid w:val="0056778D"/>
    <w:rsid w:val="00567A07"/>
    <w:rsid w:val="00567B7C"/>
    <w:rsid w:val="00567F4F"/>
    <w:rsid w:val="00570576"/>
    <w:rsid w:val="00570AD7"/>
    <w:rsid w:val="00570F84"/>
    <w:rsid w:val="00571051"/>
    <w:rsid w:val="00571112"/>
    <w:rsid w:val="005714DC"/>
    <w:rsid w:val="00571BF8"/>
    <w:rsid w:val="005724F7"/>
    <w:rsid w:val="00572E5D"/>
    <w:rsid w:val="0057319E"/>
    <w:rsid w:val="00573AF4"/>
    <w:rsid w:val="00573FCA"/>
    <w:rsid w:val="00574932"/>
    <w:rsid w:val="00574BE6"/>
    <w:rsid w:val="00574D27"/>
    <w:rsid w:val="0057542D"/>
    <w:rsid w:val="00575698"/>
    <w:rsid w:val="00575890"/>
    <w:rsid w:val="00575A6C"/>
    <w:rsid w:val="00575D59"/>
    <w:rsid w:val="00575F89"/>
    <w:rsid w:val="005766A3"/>
    <w:rsid w:val="00576D63"/>
    <w:rsid w:val="00576D93"/>
    <w:rsid w:val="00577135"/>
    <w:rsid w:val="005772FD"/>
    <w:rsid w:val="00577A23"/>
    <w:rsid w:val="00580B08"/>
    <w:rsid w:val="00580D48"/>
    <w:rsid w:val="00580ECA"/>
    <w:rsid w:val="00581431"/>
    <w:rsid w:val="00581716"/>
    <w:rsid w:val="00582741"/>
    <w:rsid w:val="00582A0F"/>
    <w:rsid w:val="00582AE8"/>
    <w:rsid w:val="00582DA4"/>
    <w:rsid w:val="0058326F"/>
    <w:rsid w:val="0058337A"/>
    <w:rsid w:val="00583EEC"/>
    <w:rsid w:val="00584070"/>
    <w:rsid w:val="00584079"/>
    <w:rsid w:val="00584216"/>
    <w:rsid w:val="00584E74"/>
    <w:rsid w:val="00585C9D"/>
    <w:rsid w:val="00586387"/>
    <w:rsid w:val="0058650D"/>
    <w:rsid w:val="005865DA"/>
    <w:rsid w:val="005868B3"/>
    <w:rsid w:val="00586A66"/>
    <w:rsid w:val="0058723E"/>
    <w:rsid w:val="00590748"/>
    <w:rsid w:val="0059083A"/>
    <w:rsid w:val="00590A88"/>
    <w:rsid w:val="00590E99"/>
    <w:rsid w:val="005914D9"/>
    <w:rsid w:val="00591610"/>
    <w:rsid w:val="00591944"/>
    <w:rsid w:val="005920B2"/>
    <w:rsid w:val="00592934"/>
    <w:rsid w:val="00592A1C"/>
    <w:rsid w:val="00592B24"/>
    <w:rsid w:val="005932D7"/>
    <w:rsid w:val="005935D0"/>
    <w:rsid w:val="005937FB"/>
    <w:rsid w:val="005939D1"/>
    <w:rsid w:val="00594722"/>
    <w:rsid w:val="005948D5"/>
    <w:rsid w:val="00594C07"/>
    <w:rsid w:val="005953B6"/>
    <w:rsid w:val="00595796"/>
    <w:rsid w:val="005957DE"/>
    <w:rsid w:val="0059640B"/>
    <w:rsid w:val="005967AB"/>
    <w:rsid w:val="00596B72"/>
    <w:rsid w:val="00596D38"/>
    <w:rsid w:val="00597B41"/>
    <w:rsid w:val="00597DA8"/>
    <w:rsid w:val="005A05DE"/>
    <w:rsid w:val="005A093A"/>
    <w:rsid w:val="005A0CA2"/>
    <w:rsid w:val="005A1643"/>
    <w:rsid w:val="005A16AC"/>
    <w:rsid w:val="005A226F"/>
    <w:rsid w:val="005A2815"/>
    <w:rsid w:val="005A28B7"/>
    <w:rsid w:val="005A2C1E"/>
    <w:rsid w:val="005A4207"/>
    <w:rsid w:val="005A4783"/>
    <w:rsid w:val="005A4972"/>
    <w:rsid w:val="005A5F0B"/>
    <w:rsid w:val="005A5FBA"/>
    <w:rsid w:val="005A6749"/>
    <w:rsid w:val="005A6B71"/>
    <w:rsid w:val="005A7433"/>
    <w:rsid w:val="005A7ED1"/>
    <w:rsid w:val="005B0581"/>
    <w:rsid w:val="005B0F25"/>
    <w:rsid w:val="005B10C9"/>
    <w:rsid w:val="005B124B"/>
    <w:rsid w:val="005B1B6B"/>
    <w:rsid w:val="005B25C8"/>
    <w:rsid w:val="005B399D"/>
    <w:rsid w:val="005B3CED"/>
    <w:rsid w:val="005B3DB9"/>
    <w:rsid w:val="005B4012"/>
    <w:rsid w:val="005B49AD"/>
    <w:rsid w:val="005B5EE3"/>
    <w:rsid w:val="005B5F99"/>
    <w:rsid w:val="005B63B3"/>
    <w:rsid w:val="005B63E6"/>
    <w:rsid w:val="005B74A5"/>
    <w:rsid w:val="005B7804"/>
    <w:rsid w:val="005B7A32"/>
    <w:rsid w:val="005C0101"/>
    <w:rsid w:val="005C1967"/>
    <w:rsid w:val="005C1C28"/>
    <w:rsid w:val="005C1D66"/>
    <w:rsid w:val="005C30F0"/>
    <w:rsid w:val="005C32EF"/>
    <w:rsid w:val="005C34D8"/>
    <w:rsid w:val="005C39C7"/>
    <w:rsid w:val="005C4283"/>
    <w:rsid w:val="005C5D62"/>
    <w:rsid w:val="005C5FE6"/>
    <w:rsid w:val="005C6844"/>
    <w:rsid w:val="005C7B02"/>
    <w:rsid w:val="005C7DB4"/>
    <w:rsid w:val="005C7E6D"/>
    <w:rsid w:val="005C7F3C"/>
    <w:rsid w:val="005C7FEE"/>
    <w:rsid w:val="005D04D9"/>
    <w:rsid w:val="005D093B"/>
    <w:rsid w:val="005D0A62"/>
    <w:rsid w:val="005D1499"/>
    <w:rsid w:val="005D19B6"/>
    <w:rsid w:val="005D1B3D"/>
    <w:rsid w:val="005D1CA8"/>
    <w:rsid w:val="005D2CBA"/>
    <w:rsid w:val="005D3259"/>
    <w:rsid w:val="005D35F5"/>
    <w:rsid w:val="005D3A69"/>
    <w:rsid w:val="005D3DDD"/>
    <w:rsid w:val="005D41C1"/>
    <w:rsid w:val="005D44EC"/>
    <w:rsid w:val="005D480C"/>
    <w:rsid w:val="005D5853"/>
    <w:rsid w:val="005D5A72"/>
    <w:rsid w:val="005D5B8A"/>
    <w:rsid w:val="005D650B"/>
    <w:rsid w:val="005D6B90"/>
    <w:rsid w:val="005D6CAA"/>
    <w:rsid w:val="005D7095"/>
    <w:rsid w:val="005D7769"/>
    <w:rsid w:val="005E0B66"/>
    <w:rsid w:val="005E1ADB"/>
    <w:rsid w:val="005E1FC7"/>
    <w:rsid w:val="005E30A8"/>
    <w:rsid w:val="005E30DA"/>
    <w:rsid w:val="005E3109"/>
    <w:rsid w:val="005E329F"/>
    <w:rsid w:val="005E3970"/>
    <w:rsid w:val="005E4880"/>
    <w:rsid w:val="005E5489"/>
    <w:rsid w:val="005E6E87"/>
    <w:rsid w:val="005F02E1"/>
    <w:rsid w:val="005F044F"/>
    <w:rsid w:val="005F0F34"/>
    <w:rsid w:val="005F183B"/>
    <w:rsid w:val="005F2155"/>
    <w:rsid w:val="005F2435"/>
    <w:rsid w:val="005F30C2"/>
    <w:rsid w:val="005F4057"/>
    <w:rsid w:val="005F42FF"/>
    <w:rsid w:val="005F47A4"/>
    <w:rsid w:val="005F514D"/>
    <w:rsid w:val="005F5D53"/>
    <w:rsid w:val="005F6362"/>
    <w:rsid w:val="005F6A27"/>
    <w:rsid w:val="005F73B2"/>
    <w:rsid w:val="00600AE9"/>
    <w:rsid w:val="00600C29"/>
    <w:rsid w:val="00600D91"/>
    <w:rsid w:val="00601045"/>
    <w:rsid w:val="006017C0"/>
    <w:rsid w:val="00601C73"/>
    <w:rsid w:val="00601DF6"/>
    <w:rsid w:val="0060264A"/>
    <w:rsid w:val="006028BF"/>
    <w:rsid w:val="00603427"/>
    <w:rsid w:val="006038E7"/>
    <w:rsid w:val="00603976"/>
    <w:rsid w:val="00604573"/>
    <w:rsid w:val="006045BE"/>
    <w:rsid w:val="00605134"/>
    <w:rsid w:val="006053DD"/>
    <w:rsid w:val="00606499"/>
    <w:rsid w:val="006106A9"/>
    <w:rsid w:val="006106D8"/>
    <w:rsid w:val="006115BA"/>
    <w:rsid w:val="006116C0"/>
    <w:rsid w:val="0061176A"/>
    <w:rsid w:val="006117E8"/>
    <w:rsid w:val="00611892"/>
    <w:rsid w:val="00611A33"/>
    <w:rsid w:val="0061213B"/>
    <w:rsid w:val="006122C3"/>
    <w:rsid w:val="006124F3"/>
    <w:rsid w:val="0061270B"/>
    <w:rsid w:val="00612F96"/>
    <w:rsid w:val="00613635"/>
    <w:rsid w:val="00614009"/>
    <w:rsid w:val="00614042"/>
    <w:rsid w:val="00614434"/>
    <w:rsid w:val="006146AB"/>
    <w:rsid w:val="0061587F"/>
    <w:rsid w:val="00615920"/>
    <w:rsid w:val="00615BED"/>
    <w:rsid w:val="00615F64"/>
    <w:rsid w:val="0061644B"/>
    <w:rsid w:val="006166D4"/>
    <w:rsid w:val="00616A7B"/>
    <w:rsid w:val="00616E96"/>
    <w:rsid w:val="006171FA"/>
    <w:rsid w:val="0061734F"/>
    <w:rsid w:val="0061743B"/>
    <w:rsid w:val="00617E02"/>
    <w:rsid w:val="00617E3C"/>
    <w:rsid w:val="00617EA6"/>
    <w:rsid w:val="0062065E"/>
    <w:rsid w:val="006209EE"/>
    <w:rsid w:val="0062117D"/>
    <w:rsid w:val="00621486"/>
    <w:rsid w:val="0062247B"/>
    <w:rsid w:val="00622F01"/>
    <w:rsid w:val="00623AED"/>
    <w:rsid w:val="00623F5B"/>
    <w:rsid w:val="00624130"/>
    <w:rsid w:val="00624716"/>
    <w:rsid w:val="00624F93"/>
    <w:rsid w:val="00625D73"/>
    <w:rsid w:val="00626EEF"/>
    <w:rsid w:val="00627E3B"/>
    <w:rsid w:val="00627E67"/>
    <w:rsid w:val="00630300"/>
    <w:rsid w:val="00630811"/>
    <w:rsid w:val="006312C5"/>
    <w:rsid w:val="006318AD"/>
    <w:rsid w:val="00631BF1"/>
    <w:rsid w:val="00631F0D"/>
    <w:rsid w:val="00632378"/>
    <w:rsid w:val="00632649"/>
    <w:rsid w:val="00632908"/>
    <w:rsid w:val="006330CE"/>
    <w:rsid w:val="0063366E"/>
    <w:rsid w:val="00633EC4"/>
    <w:rsid w:val="00634653"/>
    <w:rsid w:val="0063558B"/>
    <w:rsid w:val="006357CA"/>
    <w:rsid w:val="00636047"/>
    <w:rsid w:val="006372EF"/>
    <w:rsid w:val="00637558"/>
    <w:rsid w:val="00637570"/>
    <w:rsid w:val="00637983"/>
    <w:rsid w:val="0064085F"/>
    <w:rsid w:val="00640C7A"/>
    <w:rsid w:val="00641656"/>
    <w:rsid w:val="00641854"/>
    <w:rsid w:val="006418DE"/>
    <w:rsid w:val="00641F2D"/>
    <w:rsid w:val="00642640"/>
    <w:rsid w:val="00642899"/>
    <w:rsid w:val="00642B54"/>
    <w:rsid w:val="0064316B"/>
    <w:rsid w:val="00643653"/>
    <w:rsid w:val="00643AE0"/>
    <w:rsid w:val="00643C7F"/>
    <w:rsid w:val="00644719"/>
    <w:rsid w:val="0064472B"/>
    <w:rsid w:val="00644CF7"/>
    <w:rsid w:val="00645422"/>
    <w:rsid w:val="0064638F"/>
    <w:rsid w:val="00647FD7"/>
    <w:rsid w:val="0065005E"/>
    <w:rsid w:val="00650C9B"/>
    <w:rsid w:val="00650CB0"/>
    <w:rsid w:val="00650D04"/>
    <w:rsid w:val="006517BD"/>
    <w:rsid w:val="00651978"/>
    <w:rsid w:val="00651B11"/>
    <w:rsid w:val="00651E4D"/>
    <w:rsid w:val="00652EEB"/>
    <w:rsid w:val="00652F64"/>
    <w:rsid w:val="0065391C"/>
    <w:rsid w:val="00654001"/>
    <w:rsid w:val="00654262"/>
    <w:rsid w:val="00654A8F"/>
    <w:rsid w:val="00654E58"/>
    <w:rsid w:val="006551E0"/>
    <w:rsid w:val="00656792"/>
    <w:rsid w:val="00660890"/>
    <w:rsid w:val="00660C7B"/>
    <w:rsid w:val="00661BE6"/>
    <w:rsid w:val="00662024"/>
    <w:rsid w:val="00662C32"/>
    <w:rsid w:val="0066377F"/>
    <w:rsid w:val="00664348"/>
    <w:rsid w:val="00664D7A"/>
    <w:rsid w:val="00664FE4"/>
    <w:rsid w:val="006655FC"/>
    <w:rsid w:val="006659B6"/>
    <w:rsid w:val="00665AA0"/>
    <w:rsid w:val="0066643F"/>
    <w:rsid w:val="00666A15"/>
    <w:rsid w:val="00666FC7"/>
    <w:rsid w:val="00667437"/>
    <w:rsid w:val="006675C2"/>
    <w:rsid w:val="00667DE9"/>
    <w:rsid w:val="0067058A"/>
    <w:rsid w:val="00670B14"/>
    <w:rsid w:val="0067100F"/>
    <w:rsid w:val="00671A5F"/>
    <w:rsid w:val="00671D10"/>
    <w:rsid w:val="00671DAF"/>
    <w:rsid w:val="006720FB"/>
    <w:rsid w:val="006723D3"/>
    <w:rsid w:val="006725A7"/>
    <w:rsid w:val="00673691"/>
    <w:rsid w:val="00673E6E"/>
    <w:rsid w:val="006744EC"/>
    <w:rsid w:val="0067469C"/>
    <w:rsid w:val="0067556C"/>
    <w:rsid w:val="00675809"/>
    <w:rsid w:val="00675C84"/>
    <w:rsid w:val="00676BDD"/>
    <w:rsid w:val="00677172"/>
    <w:rsid w:val="006804CC"/>
    <w:rsid w:val="00680690"/>
    <w:rsid w:val="006810B4"/>
    <w:rsid w:val="0068212D"/>
    <w:rsid w:val="00682370"/>
    <w:rsid w:val="00682EAC"/>
    <w:rsid w:val="00683288"/>
    <w:rsid w:val="006836E1"/>
    <w:rsid w:val="006837F8"/>
    <w:rsid w:val="00683C22"/>
    <w:rsid w:val="006857FA"/>
    <w:rsid w:val="006874BC"/>
    <w:rsid w:val="00690939"/>
    <w:rsid w:val="0069129D"/>
    <w:rsid w:val="006912ED"/>
    <w:rsid w:val="00691405"/>
    <w:rsid w:val="00691A3B"/>
    <w:rsid w:val="00691AEB"/>
    <w:rsid w:val="00691CDD"/>
    <w:rsid w:val="00692BCD"/>
    <w:rsid w:val="00692E3C"/>
    <w:rsid w:val="0069380F"/>
    <w:rsid w:val="00693AF9"/>
    <w:rsid w:val="00693BB1"/>
    <w:rsid w:val="00693F3E"/>
    <w:rsid w:val="00694479"/>
    <w:rsid w:val="006947B4"/>
    <w:rsid w:val="00694D88"/>
    <w:rsid w:val="00694DAE"/>
    <w:rsid w:val="00694F5A"/>
    <w:rsid w:val="006956A5"/>
    <w:rsid w:val="00695861"/>
    <w:rsid w:val="00695B3B"/>
    <w:rsid w:val="006961BC"/>
    <w:rsid w:val="0069666D"/>
    <w:rsid w:val="006966C4"/>
    <w:rsid w:val="00696D39"/>
    <w:rsid w:val="00696DE4"/>
    <w:rsid w:val="00697149"/>
    <w:rsid w:val="00697D8E"/>
    <w:rsid w:val="006A002E"/>
    <w:rsid w:val="006A014B"/>
    <w:rsid w:val="006A058A"/>
    <w:rsid w:val="006A0667"/>
    <w:rsid w:val="006A1027"/>
    <w:rsid w:val="006A1528"/>
    <w:rsid w:val="006A2387"/>
    <w:rsid w:val="006A26AC"/>
    <w:rsid w:val="006A31A8"/>
    <w:rsid w:val="006A3E19"/>
    <w:rsid w:val="006A5204"/>
    <w:rsid w:val="006A5E87"/>
    <w:rsid w:val="006A691F"/>
    <w:rsid w:val="006A744E"/>
    <w:rsid w:val="006A7A32"/>
    <w:rsid w:val="006A7B47"/>
    <w:rsid w:val="006B0001"/>
    <w:rsid w:val="006B0977"/>
    <w:rsid w:val="006B0E5D"/>
    <w:rsid w:val="006B13BF"/>
    <w:rsid w:val="006B1D50"/>
    <w:rsid w:val="006B2614"/>
    <w:rsid w:val="006B2802"/>
    <w:rsid w:val="006B2963"/>
    <w:rsid w:val="006B2A23"/>
    <w:rsid w:val="006B2BCE"/>
    <w:rsid w:val="006B2EF3"/>
    <w:rsid w:val="006B3268"/>
    <w:rsid w:val="006B32CC"/>
    <w:rsid w:val="006B3C8D"/>
    <w:rsid w:val="006B4596"/>
    <w:rsid w:val="006B4698"/>
    <w:rsid w:val="006B47E0"/>
    <w:rsid w:val="006B4F77"/>
    <w:rsid w:val="006B5569"/>
    <w:rsid w:val="006B669F"/>
    <w:rsid w:val="006B6ABA"/>
    <w:rsid w:val="006B6BBD"/>
    <w:rsid w:val="006B7F69"/>
    <w:rsid w:val="006C04EF"/>
    <w:rsid w:val="006C0D2E"/>
    <w:rsid w:val="006C1CC7"/>
    <w:rsid w:val="006C1D2C"/>
    <w:rsid w:val="006C23A7"/>
    <w:rsid w:val="006C2DF5"/>
    <w:rsid w:val="006C3198"/>
    <w:rsid w:val="006C35BF"/>
    <w:rsid w:val="006C35D0"/>
    <w:rsid w:val="006C3BB5"/>
    <w:rsid w:val="006C4B96"/>
    <w:rsid w:val="006C4FD8"/>
    <w:rsid w:val="006C5116"/>
    <w:rsid w:val="006C53BB"/>
    <w:rsid w:val="006C6929"/>
    <w:rsid w:val="006C7CF7"/>
    <w:rsid w:val="006D0C87"/>
    <w:rsid w:val="006D0E25"/>
    <w:rsid w:val="006D0E53"/>
    <w:rsid w:val="006D10DF"/>
    <w:rsid w:val="006D1A98"/>
    <w:rsid w:val="006D2057"/>
    <w:rsid w:val="006D273B"/>
    <w:rsid w:val="006D4751"/>
    <w:rsid w:val="006D4988"/>
    <w:rsid w:val="006D4ACA"/>
    <w:rsid w:val="006D4AED"/>
    <w:rsid w:val="006D54A7"/>
    <w:rsid w:val="006D5A0B"/>
    <w:rsid w:val="006D5B0E"/>
    <w:rsid w:val="006D5D0A"/>
    <w:rsid w:val="006D5D9A"/>
    <w:rsid w:val="006D6412"/>
    <w:rsid w:val="006D6A1F"/>
    <w:rsid w:val="006D72ED"/>
    <w:rsid w:val="006D77A0"/>
    <w:rsid w:val="006D7AFB"/>
    <w:rsid w:val="006D7F9F"/>
    <w:rsid w:val="006E0539"/>
    <w:rsid w:val="006E05F6"/>
    <w:rsid w:val="006E111B"/>
    <w:rsid w:val="006E1188"/>
    <w:rsid w:val="006E1754"/>
    <w:rsid w:val="006E194C"/>
    <w:rsid w:val="006E1B04"/>
    <w:rsid w:val="006E263C"/>
    <w:rsid w:val="006E2B33"/>
    <w:rsid w:val="006E2B9D"/>
    <w:rsid w:val="006E337E"/>
    <w:rsid w:val="006E33EC"/>
    <w:rsid w:val="006E46A9"/>
    <w:rsid w:val="006E58D8"/>
    <w:rsid w:val="006E6303"/>
    <w:rsid w:val="006E6F50"/>
    <w:rsid w:val="006E73EA"/>
    <w:rsid w:val="006F0D49"/>
    <w:rsid w:val="006F0D74"/>
    <w:rsid w:val="006F0E7A"/>
    <w:rsid w:val="006F24E4"/>
    <w:rsid w:val="006F28AB"/>
    <w:rsid w:val="006F2CCA"/>
    <w:rsid w:val="006F3AF6"/>
    <w:rsid w:val="006F42E7"/>
    <w:rsid w:val="006F4608"/>
    <w:rsid w:val="006F46DF"/>
    <w:rsid w:val="006F4968"/>
    <w:rsid w:val="006F4D65"/>
    <w:rsid w:val="006F4F5F"/>
    <w:rsid w:val="006F507F"/>
    <w:rsid w:val="006F50B5"/>
    <w:rsid w:val="006F5B0D"/>
    <w:rsid w:val="006F5C2C"/>
    <w:rsid w:val="006F6619"/>
    <w:rsid w:val="006F66F4"/>
    <w:rsid w:val="006F6857"/>
    <w:rsid w:val="0070000A"/>
    <w:rsid w:val="00700061"/>
    <w:rsid w:val="00700A78"/>
    <w:rsid w:val="0070159F"/>
    <w:rsid w:val="00701939"/>
    <w:rsid w:val="00701FD8"/>
    <w:rsid w:val="0070247B"/>
    <w:rsid w:val="00702D9D"/>
    <w:rsid w:val="00702F95"/>
    <w:rsid w:val="00703152"/>
    <w:rsid w:val="00703851"/>
    <w:rsid w:val="0070456D"/>
    <w:rsid w:val="00705586"/>
    <w:rsid w:val="00705F49"/>
    <w:rsid w:val="00706084"/>
    <w:rsid w:val="0070647B"/>
    <w:rsid w:val="00706D24"/>
    <w:rsid w:val="00706F6B"/>
    <w:rsid w:val="00707A82"/>
    <w:rsid w:val="00707C08"/>
    <w:rsid w:val="00710048"/>
    <w:rsid w:val="00710835"/>
    <w:rsid w:val="00710BE3"/>
    <w:rsid w:val="007110CC"/>
    <w:rsid w:val="00711501"/>
    <w:rsid w:val="00711677"/>
    <w:rsid w:val="00712387"/>
    <w:rsid w:val="007123DC"/>
    <w:rsid w:val="007139A4"/>
    <w:rsid w:val="00713E64"/>
    <w:rsid w:val="00714B53"/>
    <w:rsid w:val="007155CF"/>
    <w:rsid w:val="00716124"/>
    <w:rsid w:val="0071686B"/>
    <w:rsid w:val="00716C49"/>
    <w:rsid w:val="00716D8B"/>
    <w:rsid w:val="00716DDF"/>
    <w:rsid w:val="00716EEC"/>
    <w:rsid w:val="007172BD"/>
    <w:rsid w:val="00717FAF"/>
    <w:rsid w:val="00721092"/>
    <w:rsid w:val="007214B0"/>
    <w:rsid w:val="007240AC"/>
    <w:rsid w:val="0072437F"/>
    <w:rsid w:val="00724536"/>
    <w:rsid w:val="00724762"/>
    <w:rsid w:val="00724F22"/>
    <w:rsid w:val="00725A91"/>
    <w:rsid w:val="00726232"/>
    <w:rsid w:val="00726480"/>
    <w:rsid w:val="0073060C"/>
    <w:rsid w:val="007307D6"/>
    <w:rsid w:val="00730921"/>
    <w:rsid w:val="00730F32"/>
    <w:rsid w:val="00732553"/>
    <w:rsid w:val="00732A91"/>
    <w:rsid w:val="00732CCB"/>
    <w:rsid w:val="007330F6"/>
    <w:rsid w:val="00734392"/>
    <w:rsid w:val="00734D63"/>
    <w:rsid w:val="00734F1D"/>
    <w:rsid w:val="00735EAE"/>
    <w:rsid w:val="0073610C"/>
    <w:rsid w:val="00736191"/>
    <w:rsid w:val="007366B4"/>
    <w:rsid w:val="00737136"/>
    <w:rsid w:val="00737300"/>
    <w:rsid w:val="00740030"/>
    <w:rsid w:val="0074005B"/>
    <w:rsid w:val="007405CF"/>
    <w:rsid w:val="00740E63"/>
    <w:rsid w:val="007416B7"/>
    <w:rsid w:val="00741CC1"/>
    <w:rsid w:val="0074232F"/>
    <w:rsid w:val="00743546"/>
    <w:rsid w:val="007441FC"/>
    <w:rsid w:val="00744E6A"/>
    <w:rsid w:val="00745441"/>
    <w:rsid w:val="00746C21"/>
    <w:rsid w:val="00746FB5"/>
    <w:rsid w:val="00747A45"/>
    <w:rsid w:val="00747B9D"/>
    <w:rsid w:val="00747C30"/>
    <w:rsid w:val="00747C52"/>
    <w:rsid w:val="00750290"/>
    <w:rsid w:val="00750672"/>
    <w:rsid w:val="00750BCE"/>
    <w:rsid w:val="00750C53"/>
    <w:rsid w:val="00750EE8"/>
    <w:rsid w:val="00750F78"/>
    <w:rsid w:val="007515BD"/>
    <w:rsid w:val="00751A25"/>
    <w:rsid w:val="00752242"/>
    <w:rsid w:val="007527CD"/>
    <w:rsid w:val="0075285D"/>
    <w:rsid w:val="007529BA"/>
    <w:rsid w:val="00752C14"/>
    <w:rsid w:val="00752F93"/>
    <w:rsid w:val="00753A51"/>
    <w:rsid w:val="007541B5"/>
    <w:rsid w:val="00754C42"/>
    <w:rsid w:val="00755042"/>
    <w:rsid w:val="0075578B"/>
    <w:rsid w:val="00755A64"/>
    <w:rsid w:val="00755BE0"/>
    <w:rsid w:val="007560AB"/>
    <w:rsid w:val="00756DCC"/>
    <w:rsid w:val="007571E8"/>
    <w:rsid w:val="00757555"/>
    <w:rsid w:val="00757AE9"/>
    <w:rsid w:val="00757DA2"/>
    <w:rsid w:val="00760DED"/>
    <w:rsid w:val="007621E8"/>
    <w:rsid w:val="0076234E"/>
    <w:rsid w:val="00762754"/>
    <w:rsid w:val="007631C0"/>
    <w:rsid w:val="00763207"/>
    <w:rsid w:val="007633E6"/>
    <w:rsid w:val="007635C3"/>
    <w:rsid w:val="0076392B"/>
    <w:rsid w:val="00763C37"/>
    <w:rsid w:val="00764C8F"/>
    <w:rsid w:val="0076519D"/>
    <w:rsid w:val="007657E6"/>
    <w:rsid w:val="00765C7D"/>
    <w:rsid w:val="0076604D"/>
    <w:rsid w:val="0076687F"/>
    <w:rsid w:val="00766B19"/>
    <w:rsid w:val="00766E0E"/>
    <w:rsid w:val="0077030D"/>
    <w:rsid w:val="00771441"/>
    <w:rsid w:val="0077183C"/>
    <w:rsid w:val="007718FE"/>
    <w:rsid w:val="00771D53"/>
    <w:rsid w:val="00772EB9"/>
    <w:rsid w:val="007736B5"/>
    <w:rsid w:val="00774427"/>
    <w:rsid w:val="007745C5"/>
    <w:rsid w:val="00774EF4"/>
    <w:rsid w:val="007755D5"/>
    <w:rsid w:val="007760B1"/>
    <w:rsid w:val="007777C7"/>
    <w:rsid w:val="007801DF"/>
    <w:rsid w:val="0078083B"/>
    <w:rsid w:val="00780D41"/>
    <w:rsid w:val="00780ED8"/>
    <w:rsid w:val="007812D1"/>
    <w:rsid w:val="0078180B"/>
    <w:rsid w:val="00781D5E"/>
    <w:rsid w:val="007821AB"/>
    <w:rsid w:val="00782AE2"/>
    <w:rsid w:val="00782C18"/>
    <w:rsid w:val="00782C2B"/>
    <w:rsid w:val="0078307C"/>
    <w:rsid w:val="0078348C"/>
    <w:rsid w:val="007858CA"/>
    <w:rsid w:val="00787B7B"/>
    <w:rsid w:val="00787EB7"/>
    <w:rsid w:val="00787F25"/>
    <w:rsid w:val="0079001B"/>
    <w:rsid w:val="0079065B"/>
    <w:rsid w:val="007914A4"/>
    <w:rsid w:val="00791593"/>
    <w:rsid w:val="007918CC"/>
    <w:rsid w:val="007921A1"/>
    <w:rsid w:val="007921A6"/>
    <w:rsid w:val="007921BE"/>
    <w:rsid w:val="00792473"/>
    <w:rsid w:val="00793144"/>
    <w:rsid w:val="00793BC1"/>
    <w:rsid w:val="00794157"/>
    <w:rsid w:val="007941EC"/>
    <w:rsid w:val="0079454D"/>
    <w:rsid w:val="00795BE8"/>
    <w:rsid w:val="0079630A"/>
    <w:rsid w:val="00796361"/>
    <w:rsid w:val="007965B5"/>
    <w:rsid w:val="0079678A"/>
    <w:rsid w:val="0079693C"/>
    <w:rsid w:val="00796A83"/>
    <w:rsid w:val="00796B03"/>
    <w:rsid w:val="00797969"/>
    <w:rsid w:val="00797E83"/>
    <w:rsid w:val="007A21EB"/>
    <w:rsid w:val="007A253F"/>
    <w:rsid w:val="007A272D"/>
    <w:rsid w:val="007A27D9"/>
    <w:rsid w:val="007A37C0"/>
    <w:rsid w:val="007A3D9F"/>
    <w:rsid w:val="007A44C5"/>
    <w:rsid w:val="007A48BF"/>
    <w:rsid w:val="007A4F83"/>
    <w:rsid w:val="007A52AA"/>
    <w:rsid w:val="007A6296"/>
    <w:rsid w:val="007A71AC"/>
    <w:rsid w:val="007A7415"/>
    <w:rsid w:val="007A7932"/>
    <w:rsid w:val="007B0187"/>
    <w:rsid w:val="007B0E08"/>
    <w:rsid w:val="007B1813"/>
    <w:rsid w:val="007B186D"/>
    <w:rsid w:val="007B2453"/>
    <w:rsid w:val="007B29D8"/>
    <w:rsid w:val="007B2AF1"/>
    <w:rsid w:val="007B3254"/>
    <w:rsid w:val="007B45C3"/>
    <w:rsid w:val="007B45F1"/>
    <w:rsid w:val="007B4B81"/>
    <w:rsid w:val="007B4C29"/>
    <w:rsid w:val="007B5070"/>
    <w:rsid w:val="007B599A"/>
    <w:rsid w:val="007B6C54"/>
    <w:rsid w:val="007B7552"/>
    <w:rsid w:val="007B75CF"/>
    <w:rsid w:val="007C01D9"/>
    <w:rsid w:val="007C0216"/>
    <w:rsid w:val="007C0679"/>
    <w:rsid w:val="007C0843"/>
    <w:rsid w:val="007C1982"/>
    <w:rsid w:val="007C1BDF"/>
    <w:rsid w:val="007C1DA2"/>
    <w:rsid w:val="007C243A"/>
    <w:rsid w:val="007C42C3"/>
    <w:rsid w:val="007C5AD6"/>
    <w:rsid w:val="007C6CA4"/>
    <w:rsid w:val="007C6F14"/>
    <w:rsid w:val="007C6FDE"/>
    <w:rsid w:val="007C7174"/>
    <w:rsid w:val="007C71A6"/>
    <w:rsid w:val="007C731C"/>
    <w:rsid w:val="007C74BE"/>
    <w:rsid w:val="007C76B6"/>
    <w:rsid w:val="007C7F42"/>
    <w:rsid w:val="007D14BB"/>
    <w:rsid w:val="007D14BD"/>
    <w:rsid w:val="007D1DC7"/>
    <w:rsid w:val="007D23EB"/>
    <w:rsid w:val="007D3C80"/>
    <w:rsid w:val="007D4253"/>
    <w:rsid w:val="007D4507"/>
    <w:rsid w:val="007D4680"/>
    <w:rsid w:val="007D6925"/>
    <w:rsid w:val="007D7078"/>
    <w:rsid w:val="007D746C"/>
    <w:rsid w:val="007D7A69"/>
    <w:rsid w:val="007E039C"/>
    <w:rsid w:val="007E057F"/>
    <w:rsid w:val="007E0FBF"/>
    <w:rsid w:val="007E1C99"/>
    <w:rsid w:val="007E20FB"/>
    <w:rsid w:val="007E36C0"/>
    <w:rsid w:val="007E375C"/>
    <w:rsid w:val="007E518B"/>
    <w:rsid w:val="007E5219"/>
    <w:rsid w:val="007E5CCC"/>
    <w:rsid w:val="007E6A04"/>
    <w:rsid w:val="007E73DD"/>
    <w:rsid w:val="007F02B8"/>
    <w:rsid w:val="007F0477"/>
    <w:rsid w:val="007F0BD0"/>
    <w:rsid w:val="007F0C82"/>
    <w:rsid w:val="007F0ED1"/>
    <w:rsid w:val="007F15C3"/>
    <w:rsid w:val="007F1AA6"/>
    <w:rsid w:val="007F21EE"/>
    <w:rsid w:val="007F270B"/>
    <w:rsid w:val="007F2866"/>
    <w:rsid w:val="007F3319"/>
    <w:rsid w:val="007F3F00"/>
    <w:rsid w:val="007F4262"/>
    <w:rsid w:val="007F4D2F"/>
    <w:rsid w:val="007F5FC7"/>
    <w:rsid w:val="007F6194"/>
    <w:rsid w:val="007F6633"/>
    <w:rsid w:val="007F66E2"/>
    <w:rsid w:val="007F68FA"/>
    <w:rsid w:val="007F72CF"/>
    <w:rsid w:val="007F7587"/>
    <w:rsid w:val="007F759C"/>
    <w:rsid w:val="007F774D"/>
    <w:rsid w:val="007F7ADF"/>
    <w:rsid w:val="007F7E2E"/>
    <w:rsid w:val="00800C6F"/>
    <w:rsid w:val="00800D70"/>
    <w:rsid w:val="008014D1"/>
    <w:rsid w:val="00801F42"/>
    <w:rsid w:val="008022F5"/>
    <w:rsid w:val="00802E15"/>
    <w:rsid w:val="00802E44"/>
    <w:rsid w:val="00802E60"/>
    <w:rsid w:val="00803264"/>
    <w:rsid w:val="00803329"/>
    <w:rsid w:val="008034CF"/>
    <w:rsid w:val="00803EB7"/>
    <w:rsid w:val="00804115"/>
    <w:rsid w:val="00804A32"/>
    <w:rsid w:val="00804CBF"/>
    <w:rsid w:val="00804ED5"/>
    <w:rsid w:val="0080526F"/>
    <w:rsid w:val="008054F0"/>
    <w:rsid w:val="00805FDA"/>
    <w:rsid w:val="00806C92"/>
    <w:rsid w:val="00806F4B"/>
    <w:rsid w:val="008072AD"/>
    <w:rsid w:val="00807832"/>
    <w:rsid w:val="0081059F"/>
    <w:rsid w:val="00810D5C"/>
    <w:rsid w:val="00810E9B"/>
    <w:rsid w:val="00811264"/>
    <w:rsid w:val="00811633"/>
    <w:rsid w:val="008121B1"/>
    <w:rsid w:val="00812E56"/>
    <w:rsid w:val="00812F70"/>
    <w:rsid w:val="00812FA3"/>
    <w:rsid w:val="008131D0"/>
    <w:rsid w:val="00813337"/>
    <w:rsid w:val="00813B88"/>
    <w:rsid w:val="008146BB"/>
    <w:rsid w:val="00814F9D"/>
    <w:rsid w:val="00815522"/>
    <w:rsid w:val="00816345"/>
    <w:rsid w:val="0081669A"/>
    <w:rsid w:val="008210EB"/>
    <w:rsid w:val="0082153A"/>
    <w:rsid w:val="00821605"/>
    <w:rsid w:val="00821759"/>
    <w:rsid w:val="0082181F"/>
    <w:rsid w:val="0082186B"/>
    <w:rsid w:val="0082253E"/>
    <w:rsid w:val="00823629"/>
    <w:rsid w:val="008237EB"/>
    <w:rsid w:val="008243F1"/>
    <w:rsid w:val="00825021"/>
    <w:rsid w:val="008272EA"/>
    <w:rsid w:val="00827F30"/>
    <w:rsid w:val="008302DE"/>
    <w:rsid w:val="00830455"/>
    <w:rsid w:val="00830AD3"/>
    <w:rsid w:val="00831535"/>
    <w:rsid w:val="0083242B"/>
    <w:rsid w:val="0083252B"/>
    <w:rsid w:val="00832752"/>
    <w:rsid w:val="00833500"/>
    <w:rsid w:val="00833607"/>
    <w:rsid w:val="00833A4F"/>
    <w:rsid w:val="0083500D"/>
    <w:rsid w:val="00835572"/>
    <w:rsid w:val="0083566C"/>
    <w:rsid w:val="00835A3A"/>
    <w:rsid w:val="00835BA6"/>
    <w:rsid w:val="00836832"/>
    <w:rsid w:val="008368E2"/>
    <w:rsid w:val="00836FD9"/>
    <w:rsid w:val="0083717B"/>
    <w:rsid w:val="0083734C"/>
    <w:rsid w:val="0083780D"/>
    <w:rsid w:val="00837DC3"/>
    <w:rsid w:val="00840ED2"/>
    <w:rsid w:val="00841149"/>
    <w:rsid w:val="008428A4"/>
    <w:rsid w:val="0084293F"/>
    <w:rsid w:val="0084309A"/>
    <w:rsid w:val="008433C2"/>
    <w:rsid w:val="00843B69"/>
    <w:rsid w:val="00844110"/>
    <w:rsid w:val="0084411B"/>
    <w:rsid w:val="008443CF"/>
    <w:rsid w:val="00844663"/>
    <w:rsid w:val="00844AC2"/>
    <w:rsid w:val="00844B3C"/>
    <w:rsid w:val="00844B4C"/>
    <w:rsid w:val="00844E42"/>
    <w:rsid w:val="00845138"/>
    <w:rsid w:val="00846056"/>
    <w:rsid w:val="00846245"/>
    <w:rsid w:val="00846704"/>
    <w:rsid w:val="008467CB"/>
    <w:rsid w:val="008467D0"/>
    <w:rsid w:val="00846924"/>
    <w:rsid w:val="00846B1E"/>
    <w:rsid w:val="00847004"/>
    <w:rsid w:val="00847256"/>
    <w:rsid w:val="008476FF"/>
    <w:rsid w:val="00847A54"/>
    <w:rsid w:val="00847F68"/>
    <w:rsid w:val="008522D7"/>
    <w:rsid w:val="008539CD"/>
    <w:rsid w:val="00853BC2"/>
    <w:rsid w:val="00853E27"/>
    <w:rsid w:val="00854147"/>
    <w:rsid w:val="0085442B"/>
    <w:rsid w:val="0085443C"/>
    <w:rsid w:val="00854CC6"/>
    <w:rsid w:val="00855842"/>
    <w:rsid w:val="00856606"/>
    <w:rsid w:val="00856615"/>
    <w:rsid w:val="00857829"/>
    <w:rsid w:val="008578FC"/>
    <w:rsid w:val="00860912"/>
    <w:rsid w:val="0086123F"/>
    <w:rsid w:val="00861FA7"/>
    <w:rsid w:val="00862E9B"/>
    <w:rsid w:val="008636B7"/>
    <w:rsid w:val="00864E75"/>
    <w:rsid w:val="00864EA6"/>
    <w:rsid w:val="00866746"/>
    <w:rsid w:val="00866A33"/>
    <w:rsid w:val="008670EC"/>
    <w:rsid w:val="0086787C"/>
    <w:rsid w:val="00867CF6"/>
    <w:rsid w:val="00870005"/>
    <w:rsid w:val="008706E1"/>
    <w:rsid w:val="00870EB2"/>
    <w:rsid w:val="00870FCC"/>
    <w:rsid w:val="00871440"/>
    <w:rsid w:val="00872106"/>
    <w:rsid w:val="008723CB"/>
    <w:rsid w:val="0087276E"/>
    <w:rsid w:val="00872A08"/>
    <w:rsid w:val="00872EBA"/>
    <w:rsid w:val="008732D3"/>
    <w:rsid w:val="00873446"/>
    <w:rsid w:val="008734A9"/>
    <w:rsid w:val="00874740"/>
    <w:rsid w:val="00875239"/>
    <w:rsid w:val="00875709"/>
    <w:rsid w:val="0087587F"/>
    <w:rsid w:val="00876474"/>
    <w:rsid w:val="008807B6"/>
    <w:rsid w:val="0088215D"/>
    <w:rsid w:val="008823B9"/>
    <w:rsid w:val="0088259E"/>
    <w:rsid w:val="0088279C"/>
    <w:rsid w:val="00883288"/>
    <w:rsid w:val="00883527"/>
    <w:rsid w:val="00883C56"/>
    <w:rsid w:val="00883D45"/>
    <w:rsid w:val="00883E56"/>
    <w:rsid w:val="008840E4"/>
    <w:rsid w:val="00884A92"/>
    <w:rsid w:val="00885BE1"/>
    <w:rsid w:val="00885E56"/>
    <w:rsid w:val="00886377"/>
    <w:rsid w:val="00886A70"/>
    <w:rsid w:val="00886D25"/>
    <w:rsid w:val="00886E5C"/>
    <w:rsid w:val="0088779D"/>
    <w:rsid w:val="0088799A"/>
    <w:rsid w:val="0089017F"/>
    <w:rsid w:val="0089021C"/>
    <w:rsid w:val="008912D5"/>
    <w:rsid w:val="0089165A"/>
    <w:rsid w:val="00891B6C"/>
    <w:rsid w:val="00891CE1"/>
    <w:rsid w:val="008923FC"/>
    <w:rsid w:val="00892483"/>
    <w:rsid w:val="0089297C"/>
    <w:rsid w:val="008935AF"/>
    <w:rsid w:val="00893A85"/>
    <w:rsid w:val="00893B9D"/>
    <w:rsid w:val="00893CED"/>
    <w:rsid w:val="008943D7"/>
    <w:rsid w:val="00894ED7"/>
    <w:rsid w:val="00894FC9"/>
    <w:rsid w:val="0089602C"/>
    <w:rsid w:val="00896DB7"/>
    <w:rsid w:val="00897769"/>
    <w:rsid w:val="008978D0"/>
    <w:rsid w:val="00897FA7"/>
    <w:rsid w:val="008A00CA"/>
    <w:rsid w:val="008A0F7E"/>
    <w:rsid w:val="008A0FF4"/>
    <w:rsid w:val="008A1730"/>
    <w:rsid w:val="008A17B3"/>
    <w:rsid w:val="008A2476"/>
    <w:rsid w:val="008A338B"/>
    <w:rsid w:val="008A35AF"/>
    <w:rsid w:val="008A389B"/>
    <w:rsid w:val="008A3E94"/>
    <w:rsid w:val="008A420E"/>
    <w:rsid w:val="008A431E"/>
    <w:rsid w:val="008A43C9"/>
    <w:rsid w:val="008A4D98"/>
    <w:rsid w:val="008A5354"/>
    <w:rsid w:val="008A7328"/>
    <w:rsid w:val="008B0085"/>
    <w:rsid w:val="008B0728"/>
    <w:rsid w:val="008B1305"/>
    <w:rsid w:val="008B1405"/>
    <w:rsid w:val="008B14A4"/>
    <w:rsid w:val="008B1C67"/>
    <w:rsid w:val="008B24E3"/>
    <w:rsid w:val="008B29C6"/>
    <w:rsid w:val="008B2B2F"/>
    <w:rsid w:val="008B2D28"/>
    <w:rsid w:val="008B4ACF"/>
    <w:rsid w:val="008B53C6"/>
    <w:rsid w:val="008B74AA"/>
    <w:rsid w:val="008B75A9"/>
    <w:rsid w:val="008B75C3"/>
    <w:rsid w:val="008C009C"/>
    <w:rsid w:val="008C1675"/>
    <w:rsid w:val="008C1ACC"/>
    <w:rsid w:val="008C1CDC"/>
    <w:rsid w:val="008C22B3"/>
    <w:rsid w:val="008C328F"/>
    <w:rsid w:val="008C36D8"/>
    <w:rsid w:val="008C4115"/>
    <w:rsid w:val="008C4430"/>
    <w:rsid w:val="008C485A"/>
    <w:rsid w:val="008C4966"/>
    <w:rsid w:val="008C4AC1"/>
    <w:rsid w:val="008C500D"/>
    <w:rsid w:val="008C5E49"/>
    <w:rsid w:val="008C6108"/>
    <w:rsid w:val="008C69AC"/>
    <w:rsid w:val="008C69AE"/>
    <w:rsid w:val="008C6D44"/>
    <w:rsid w:val="008C74F7"/>
    <w:rsid w:val="008C76B0"/>
    <w:rsid w:val="008C7B12"/>
    <w:rsid w:val="008C7EB6"/>
    <w:rsid w:val="008C7F5E"/>
    <w:rsid w:val="008D0533"/>
    <w:rsid w:val="008D0850"/>
    <w:rsid w:val="008D0FEA"/>
    <w:rsid w:val="008D1B6C"/>
    <w:rsid w:val="008D1DC5"/>
    <w:rsid w:val="008D28A4"/>
    <w:rsid w:val="008D3832"/>
    <w:rsid w:val="008D4521"/>
    <w:rsid w:val="008D48D7"/>
    <w:rsid w:val="008D49D4"/>
    <w:rsid w:val="008D4D93"/>
    <w:rsid w:val="008D586A"/>
    <w:rsid w:val="008D61D7"/>
    <w:rsid w:val="008D64EB"/>
    <w:rsid w:val="008D684B"/>
    <w:rsid w:val="008D6F8C"/>
    <w:rsid w:val="008E0838"/>
    <w:rsid w:val="008E0F80"/>
    <w:rsid w:val="008E1689"/>
    <w:rsid w:val="008E1F62"/>
    <w:rsid w:val="008E2741"/>
    <w:rsid w:val="008E27CA"/>
    <w:rsid w:val="008E27FC"/>
    <w:rsid w:val="008E32FB"/>
    <w:rsid w:val="008E37DD"/>
    <w:rsid w:val="008E44DE"/>
    <w:rsid w:val="008E4720"/>
    <w:rsid w:val="008E4AA7"/>
    <w:rsid w:val="008E5C0A"/>
    <w:rsid w:val="008E5D6B"/>
    <w:rsid w:val="008E5F0D"/>
    <w:rsid w:val="008E659A"/>
    <w:rsid w:val="008E6CA3"/>
    <w:rsid w:val="008E6EE5"/>
    <w:rsid w:val="008E71C4"/>
    <w:rsid w:val="008E768C"/>
    <w:rsid w:val="008E7D13"/>
    <w:rsid w:val="008F0A43"/>
    <w:rsid w:val="008F0E06"/>
    <w:rsid w:val="008F13D9"/>
    <w:rsid w:val="008F17A5"/>
    <w:rsid w:val="008F1A02"/>
    <w:rsid w:val="008F2422"/>
    <w:rsid w:val="008F242D"/>
    <w:rsid w:val="008F2A64"/>
    <w:rsid w:val="008F2F2C"/>
    <w:rsid w:val="008F4850"/>
    <w:rsid w:val="008F51FE"/>
    <w:rsid w:val="008F53C7"/>
    <w:rsid w:val="008F54DA"/>
    <w:rsid w:val="008F5FB6"/>
    <w:rsid w:val="008F67CC"/>
    <w:rsid w:val="008F682B"/>
    <w:rsid w:val="008F688B"/>
    <w:rsid w:val="008F71E1"/>
    <w:rsid w:val="008F76BD"/>
    <w:rsid w:val="008F7FD0"/>
    <w:rsid w:val="009006F0"/>
    <w:rsid w:val="00900BDD"/>
    <w:rsid w:val="00900CBE"/>
    <w:rsid w:val="00901B83"/>
    <w:rsid w:val="00902459"/>
    <w:rsid w:val="00903792"/>
    <w:rsid w:val="00903AE6"/>
    <w:rsid w:val="00904260"/>
    <w:rsid w:val="009049D6"/>
    <w:rsid w:val="009059CB"/>
    <w:rsid w:val="00905C7B"/>
    <w:rsid w:val="00906313"/>
    <w:rsid w:val="00906369"/>
    <w:rsid w:val="00906509"/>
    <w:rsid w:val="009067B2"/>
    <w:rsid w:val="009079A6"/>
    <w:rsid w:val="0091087B"/>
    <w:rsid w:val="00910A1C"/>
    <w:rsid w:val="00910D64"/>
    <w:rsid w:val="00910DC0"/>
    <w:rsid w:val="0091117A"/>
    <w:rsid w:val="00911C3B"/>
    <w:rsid w:val="00911DD1"/>
    <w:rsid w:val="00912143"/>
    <w:rsid w:val="0091218A"/>
    <w:rsid w:val="009133D7"/>
    <w:rsid w:val="00913463"/>
    <w:rsid w:val="009134BB"/>
    <w:rsid w:val="00913524"/>
    <w:rsid w:val="009139AB"/>
    <w:rsid w:val="00913ACC"/>
    <w:rsid w:val="00914433"/>
    <w:rsid w:val="00914546"/>
    <w:rsid w:val="0091458E"/>
    <w:rsid w:val="0091492B"/>
    <w:rsid w:val="00914E75"/>
    <w:rsid w:val="009158B4"/>
    <w:rsid w:val="00915920"/>
    <w:rsid w:val="00915A6D"/>
    <w:rsid w:val="00915C8A"/>
    <w:rsid w:val="00915DEF"/>
    <w:rsid w:val="00915EAB"/>
    <w:rsid w:val="00916886"/>
    <w:rsid w:val="009168D1"/>
    <w:rsid w:val="00916A2A"/>
    <w:rsid w:val="00916B9F"/>
    <w:rsid w:val="009171AF"/>
    <w:rsid w:val="00917590"/>
    <w:rsid w:val="00920AE8"/>
    <w:rsid w:val="00920B9E"/>
    <w:rsid w:val="00920D2A"/>
    <w:rsid w:val="00920F94"/>
    <w:rsid w:val="00921419"/>
    <w:rsid w:val="0092183F"/>
    <w:rsid w:val="00921A07"/>
    <w:rsid w:val="00921C91"/>
    <w:rsid w:val="00921CC2"/>
    <w:rsid w:val="00921D08"/>
    <w:rsid w:val="009224AE"/>
    <w:rsid w:val="00922DB2"/>
    <w:rsid w:val="00922E48"/>
    <w:rsid w:val="00922EB8"/>
    <w:rsid w:val="00922F08"/>
    <w:rsid w:val="00923028"/>
    <w:rsid w:val="0092329A"/>
    <w:rsid w:val="00923F50"/>
    <w:rsid w:val="00924B85"/>
    <w:rsid w:val="00924D62"/>
    <w:rsid w:val="00925964"/>
    <w:rsid w:val="00925D95"/>
    <w:rsid w:val="00925EB1"/>
    <w:rsid w:val="0092600E"/>
    <w:rsid w:val="0092616F"/>
    <w:rsid w:val="009267A5"/>
    <w:rsid w:val="00926F97"/>
    <w:rsid w:val="00927798"/>
    <w:rsid w:val="00927C2A"/>
    <w:rsid w:val="00927DF2"/>
    <w:rsid w:val="00930541"/>
    <w:rsid w:val="00930608"/>
    <w:rsid w:val="00930E6B"/>
    <w:rsid w:val="00930E72"/>
    <w:rsid w:val="00932069"/>
    <w:rsid w:val="00932273"/>
    <w:rsid w:val="0093259E"/>
    <w:rsid w:val="0093318D"/>
    <w:rsid w:val="00933790"/>
    <w:rsid w:val="00934496"/>
    <w:rsid w:val="00935604"/>
    <w:rsid w:val="00935B13"/>
    <w:rsid w:val="0093669C"/>
    <w:rsid w:val="00936951"/>
    <w:rsid w:val="00940E13"/>
    <w:rsid w:val="00941574"/>
    <w:rsid w:val="00941637"/>
    <w:rsid w:val="009434E9"/>
    <w:rsid w:val="00943E47"/>
    <w:rsid w:val="00943F9F"/>
    <w:rsid w:val="009451D2"/>
    <w:rsid w:val="009452AB"/>
    <w:rsid w:val="00946976"/>
    <w:rsid w:val="00946EC5"/>
    <w:rsid w:val="00946F80"/>
    <w:rsid w:val="00947E2A"/>
    <w:rsid w:val="009508C8"/>
    <w:rsid w:val="00951056"/>
    <w:rsid w:val="0095231B"/>
    <w:rsid w:val="00952982"/>
    <w:rsid w:val="00953D0D"/>
    <w:rsid w:val="00953FF9"/>
    <w:rsid w:val="009540C9"/>
    <w:rsid w:val="00954133"/>
    <w:rsid w:val="0095548E"/>
    <w:rsid w:val="00955ADE"/>
    <w:rsid w:val="00955C02"/>
    <w:rsid w:val="00957B5A"/>
    <w:rsid w:val="00960069"/>
    <w:rsid w:val="0096077C"/>
    <w:rsid w:val="009610B7"/>
    <w:rsid w:val="009618AC"/>
    <w:rsid w:val="0096223E"/>
    <w:rsid w:val="00962728"/>
    <w:rsid w:val="00962DD1"/>
    <w:rsid w:val="009630A6"/>
    <w:rsid w:val="0096310B"/>
    <w:rsid w:val="0096379C"/>
    <w:rsid w:val="00964AA0"/>
    <w:rsid w:val="00964FDC"/>
    <w:rsid w:val="00966B94"/>
    <w:rsid w:val="00967105"/>
    <w:rsid w:val="00967C04"/>
    <w:rsid w:val="00967E79"/>
    <w:rsid w:val="00970362"/>
    <w:rsid w:val="009711B9"/>
    <w:rsid w:val="00971814"/>
    <w:rsid w:val="00972165"/>
    <w:rsid w:val="009725D6"/>
    <w:rsid w:val="00972CB4"/>
    <w:rsid w:val="00973286"/>
    <w:rsid w:val="009745F4"/>
    <w:rsid w:val="00974874"/>
    <w:rsid w:val="009748A8"/>
    <w:rsid w:val="009759E0"/>
    <w:rsid w:val="00975A64"/>
    <w:rsid w:val="00976817"/>
    <w:rsid w:val="00976E77"/>
    <w:rsid w:val="009778DD"/>
    <w:rsid w:val="00977D97"/>
    <w:rsid w:val="0098021C"/>
    <w:rsid w:val="0098085B"/>
    <w:rsid w:val="00980A42"/>
    <w:rsid w:val="0098104C"/>
    <w:rsid w:val="00981733"/>
    <w:rsid w:val="009817D8"/>
    <w:rsid w:val="00981B11"/>
    <w:rsid w:val="00982094"/>
    <w:rsid w:val="0098232E"/>
    <w:rsid w:val="00982648"/>
    <w:rsid w:val="00982908"/>
    <w:rsid w:val="0098326A"/>
    <w:rsid w:val="00983C03"/>
    <w:rsid w:val="00983F7E"/>
    <w:rsid w:val="00984116"/>
    <w:rsid w:val="0098486A"/>
    <w:rsid w:val="009848BE"/>
    <w:rsid w:val="00984EFD"/>
    <w:rsid w:val="00987356"/>
    <w:rsid w:val="00990DA9"/>
    <w:rsid w:val="00990E3E"/>
    <w:rsid w:val="00991238"/>
    <w:rsid w:val="00992548"/>
    <w:rsid w:val="00992A77"/>
    <w:rsid w:val="00992DFC"/>
    <w:rsid w:val="009933EA"/>
    <w:rsid w:val="00994032"/>
    <w:rsid w:val="009947D5"/>
    <w:rsid w:val="00995133"/>
    <w:rsid w:val="009951AA"/>
    <w:rsid w:val="009967AB"/>
    <w:rsid w:val="0099714D"/>
    <w:rsid w:val="009A076C"/>
    <w:rsid w:val="009A085F"/>
    <w:rsid w:val="009A0AC0"/>
    <w:rsid w:val="009A0B4D"/>
    <w:rsid w:val="009A139E"/>
    <w:rsid w:val="009A1B84"/>
    <w:rsid w:val="009A1E2A"/>
    <w:rsid w:val="009A249C"/>
    <w:rsid w:val="009A27E5"/>
    <w:rsid w:val="009A28F8"/>
    <w:rsid w:val="009A2948"/>
    <w:rsid w:val="009A2CFC"/>
    <w:rsid w:val="009A357F"/>
    <w:rsid w:val="009A3B5A"/>
    <w:rsid w:val="009A3DCA"/>
    <w:rsid w:val="009A4206"/>
    <w:rsid w:val="009A474A"/>
    <w:rsid w:val="009A5982"/>
    <w:rsid w:val="009A5DA1"/>
    <w:rsid w:val="009A62B9"/>
    <w:rsid w:val="009A65F6"/>
    <w:rsid w:val="009B05D3"/>
    <w:rsid w:val="009B0B6F"/>
    <w:rsid w:val="009B11AD"/>
    <w:rsid w:val="009B26D4"/>
    <w:rsid w:val="009B2E19"/>
    <w:rsid w:val="009B3607"/>
    <w:rsid w:val="009B39D7"/>
    <w:rsid w:val="009B5E5E"/>
    <w:rsid w:val="009B6397"/>
    <w:rsid w:val="009B6A72"/>
    <w:rsid w:val="009B73D6"/>
    <w:rsid w:val="009B7572"/>
    <w:rsid w:val="009B757A"/>
    <w:rsid w:val="009B7EEB"/>
    <w:rsid w:val="009C0C94"/>
    <w:rsid w:val="009C1473"/>
    <w:rsid w:val="009C28A5"/>
    <w:rsid w:val="009C29BD"/>
    <w:rsid w:val="009C2C1F"/>
    <w:rsid w:val="009C3B28"/>
    <w:rsid w:val="009C3E66"/>
    <w:rsid w:val="009C3F8D"/>
    <w:rsid w:val="009C45D7"/>
    <w:rsid w:val="009C4A6A"/>
    <w:rsid w:val="009C4F91"/>
    <w:rsid w:val="009C5138"/>
    <w:rsid w:val="009C5299"/>
    <w:rsid w:val="009C6908"/>
    <w:rsid w:val="009D1262"/>
    <w:rsid w:val="009D15EA"/>
    <w:rsid w:val="009D212F"/>
    <w:rsid w:val="009D2158"/>
    <w:rsid w:val="009D243A"/>
    <w:rsid w:val="009D2F76"/>
    <w:rsid w:val="009D34BD"/>
    <w:rsid w:val="009D3742"/>
    <w:rsid w:val="009D3854"/>
    <w:rsid w:val="009D496E"/>
    <w:rsid w:val="009D5985"/>
    <w:rsid w:val="009D5D71"/>
    <w:rsid w:val="009D5E3B"/>
    <w:rsid w:val="009D63C4"/>
    <w:rsid w:val="009D6962"/>
    <w:rsid w:val="009D6B3A"/>
    <w:rsid w:val="009D6CD2"/>
    <w:rsid w:val="009D6F7C"/>
    <w:rsid w:val="009D6FBD"/>
    <w:rsid w:val="009D7217"/>
    <w:rsid w:val="009D7FF4"/>
    <w:rsid w:val="009E0937"/>
    <w:rsid w:val="009E17D6"/>
    <w:rsid w:val="009E1A18"/>
    <w:rsid w:val="009E1CB0"/>
    <w:rsid w:val="009E294E"/>
    <w:rsid w:val="009E320D"/>
    <w:rsid w:val="009E3428"/>
    <w:rsid w:val="009E342F"/>
    <w:rsid w:val="009E3450"/>
    <w:rsid w:val="009E4214"/>
    <w:rsid w:val="009E46C5"/>
    <w:rsid w:val="009E4A08"/>
    <w:rsid w:val="009E4C92"/>
    <w:rsid w:val="009E5DCC"/>
    <w:rsid w:val="009E616A"/>
    <w:rsid w:val="009E61AB"/>
    <w:rsid w:val="009E65ED"/>
    <w:rsid w:val="009E6CB5"/>
    <w:rsid w:val="009E6FCF"/>
    <w:rsid w:val="009E7A34"/>
    <w:rsid w:val="009F0FC3"/>
    <w:rsid w:val="009F1589"/>
    <w:rsid w:val="009F1AEF"/>
    <w:rsid w:val="009F34D6"/>
    <w:rsid w:val="009F3586"/>
    <w:rsid w:val="009F3597"/>
    <w:rsid w:val="009F396C"/>
    <w:rsid w:val="009F3A56"/>
    <w:rsid w:val="009F3E23"/>
    <w:rsid w:val="009F4106"/>
    <w:rsid w:val="009F4660"/>
    <w:rsid w:val="009F4742"/>
    <w:rsid w:val="009F4E63"/>
    <w:rsid w:val="009F5953"/>
    <w:rsid w:val="009F5A9A"/>
    <w:rsid w:val="009F5E5B"/>
    <w:rsid w:val="009F6156"/>
    <w:rsid w:val="009F7480"/>
    <w:rsid w:val="009F79FE"/>
    <w:rsid w:val="00A006EF"/>
    <w:rsid w:val="00A00874"/>
    <w:rsid w:val="00A01261"/>
    <w:rsid w:val="00A014A3"/>
    <w:rsid w:val="00A01F31"/>
    <w:rsid w:val="00A02D60"/>
    <w:rsid w:val="00A0346A"/>
    <w:rsid w:val="00A03628"/>
    <w:rsid w:val="00A041BC"/>
    <w:rsid w:val="00A044C8"/>
    <w:rsid w:val="00A0458A"/>
    <w:rsid w:val="00A0484B"/>
    <w:rsid w:val="00A05428"/>
    <w:rsid w:val="00A05D86"/>
    <w:rsid w:val="00A062BD"/>
    <w:rsid w:val="00A06A43"/>
    <w:rsid w:val="00A06EB6"/>
    <w:rsid w:val="00A06EB8"/>
    <w:rsid w:val="00A07354"/>
    <w:rsid w:val="00A07E0E"/>
    <w:rsid w:val="00A07F07"/>
    <w:rsid w:val="00A10CDC"/>
    <w:rsid w:val="00A10E5E"/>
    <w:rsid w:val="00A11AB6"/>
    <w:rsid w:val="00A121FA"/>
    <w:rsid w:val="00A1233B"/>
    <w:rsid w:val="00A12F8D"/>
    <w:rsid w:val="00A13515"/>
    <w:rsid w:val="00A13644"/>
    <w:rsid w:val="00A13732"/>
    <w:rsid w:val="00A13C5F"/>
    <w:rsid w:val="00A15157"/>
    <w:rsid w:val="00A151AB"/>
    <w:rsid w:val="00A15483"/>
    <w:rsid w:val="00A1580D"/>
    <w:rsid w:val="00A159EF"/>
    <w:rsid w:val="00A15C04"/>
    <w:rsid w:val="00A16759"/>
    <w:rsid w:val="00A16DE7"/>
    <w:rsid w:val="00A16E5E"/>
    <w:rsid w:val="00A16FB7"/>
    <w:rsid w:val="00A176E9"/>
    <w:rsid w:val="00A179EA"/>
    <w:rsid w:val="00A20D62"/>
    <w:rsid w:val="00A21543"/>
    <w:rsid w:val="00A21F65"/>
    <w:rsid w:val="00A21FEB"/>
    <w:rsid w:val="00A2238B"/>
    <w:rsid w:val="00A231CC"/>
    <w:rsid w:val="00A231DD"/>
    <w:rsid w:val="00A232F4"/>
    <w:rsid w:val="00A23AC5"/>
    <w:rsid w:val="00A23D93"/>
    <w:rsid w:val="00A23E9A"/>
    <w:rsid w:val="00A24549"/>
    <w:rsid w:val="00A25943"/>
    <w:rsid w:val="00A25CD3"/>
    <w:rsid w:val="00A2616F"/>
    <w:rsid w:val="00A261CD"/>
    <w:rsid w:val="00A2629E"/>
    <w:rsid w:val="00A2689C"/>
    <w:rsid w:val="00A26FFC"/>
    <w:rsid w:val="00A27275"/>
    <w:rsid w:val="00A27942"/>
    <w:rsid w:val="00A27B31"/>
    <w:rsid w:val="00A27FAC"/>
    <w:rsid w:val="00A3230C"/>
    <w:rsid w:val="00A323DD"/>
    <w:rsid w:val="00A32A55"/>
    <w:rsid w:val="00A33D68"/>
    <w:rsid w:val="00A3598A"/>
    <w:rsid w:val="00A35ACF"/>
    <w:rsid w:val="00A36625"/>
    <w:rsid w:val="00A36D56"/>
    <w:rsid w:val="00A36DEB"/>
    <w:rsid w:val="00A3760F"/>
    <w:rsid w:val="00A3762B"/>
    <w:rsid w:val="00A4069A"/>
    <w:rsid w:val="00A41B8D"/>
    <w:rsid w:val="00A41BA7"/>
    <w:rsid w:val="00A42743"/>
    <w:rsid w:val="00A428F2"/>
    <w:rsid w:val="00A42C15"/>
    <w:rsid w:val="00A43BB3"/>
    <w:rsid w:val="00A43FB4"/>
    <w:rsid w:val="00A445D3"/>
    <w:rsid w:val="00A446A7"/>
    <w:rsid w:val="00A4495F"/>
    <w:rsid w:val="00A44D5F"/>
    <w:rsid w:val="00A44D81"/>
    <w:rsid w:val="00A4500C"/>
    <w:rsid w:val="00A45233"/>
    <w:rsid w:val="00A46098"/>
    <w:rsid w:val="00A460EF"/>
    <w:rsid w:val="00A46116"/>
    <w:rsid w:val="00A469D9"/>
    <w:rsid w:val="00A46B96"/>
    <w:rsid w:val="00A4706A"/>
    <w:rsid w:val="00A4730D"/>
    <w:rsid w:val="00A506CD"/>
    <w:rsid w:val="00A508D5"/>
    <w:rsid w:val="00A50E60"/>
    <w:rsid w:val="00A51D25"/>
    <w:rsid w:val="00A51F65"/>
    <w:rsid w:val="00A51FAC"/>
    <w:rsid w:val="00A522EC"/>
    <w:rsid w:val="00A52E8A"/>
    <w:rsid w:val="00A52FBC"/>
    <w:rsid w:val="00A5434B"/>
    <w:rsid w:val="00A544D3"/>
    <w:rsid w:val="00A5454F"/>
    <w:rsid w:val="00A54783"/>
    <w:rsid w:val="00A54B8B"/>
    <w:rsid w:val="00A54E96"/>
    <w:rsid w:val="00A5545F"/>
    <w:rsid w:val="00A55DC2"/>
    <w:rsid w:val="00A55F5D"/>
    <w:rsid w:val="00A560CE"/>
    <w:rsid w:val="00A56F03"/>
    <w:rsid w:val="00A578E7"/>
    <w:rsid w:val="00A57CBE"/>
    <w:rsid w:val="00A600A5"/>
    <w:rsid w:val="00A603D0"/>
    <w:rsid w:val="00A60752"/>
    <w:rsid w:val="00A61268"/>
    <w:rsid w:val="00A6137C"/>
    <w:rsid w:val="00A61550"/>
    <w:rsid w:val="00A628A6"/>
    <w:rsid w:val="00A62B8B"/>
    <w:rsid w:val="00A62E4C"/>
    <w:rsid w:val="00A63374"/>
    <w:rsid w:val="00A63638"/>
    <w:rsid w:val="00A63B23"/>
    <w:rsid w:val="00A642A3"/>
    <w:rsid w:val="00A64EB2"/>
    <w:rsid w:val="00A653E7"/>
    <w:rsid w:val="00A65CD4"/>
    <w:rsid w:val="00A66520"/>
    <w:rsid w:val="00A66585"/>
    <w:rsid w:val="00A6684D"/>
    <w:rsid w:val="00A672F0"/>
    <w:rsid w:val="00A67325"/>
    <w:rsid w:val="00A6734A"/>
    <w:rsid w:val="00A675BD"/>
    <w:rsid w:val="00A7065A"/>
    <w:rsid w:val="00A70DB0"/>
    <w:rsid w:val="00A713F3"/>
    <w:rsid w:val="00A7186E"/>
    <w:rsid w:val="00A719D6"/>
    <w:rsid w:val="00A721A1"/>
    <w:rsid w:val="00A7285A"/>
    <w:rsid w:val="00A72CB7"/>
    <w:rsid w:val="00A733CD"/>
    <w:rsid w:val="00A7346C"/>
    <w:rsid w:val="00A7351B"/>
    <w:rsid w:val="00A73E76"/>
    <w:rsid w:val="00A73EA4"/>
    <w:rsid w:val="00A73EDF"/>
    <w:rsid w:val="00A74FED"/>
    <w:rsid w:val="00A75A12"/>
    <w:rsid w:val="00A75AF0"/>
    <w:rsid w:val="00A75B00"/>
    <w:rsid w:val="00A7663D"/>
    <w:rsid w:val="00A76941"/>
    <w:rsid w:val="00A76E0F"/>
    <w:rsid w:val="00A771F5"/>
    <w:rsid w:val="00A77ADC"/>
    <w:rsid w:val="00A800FB"/>
    <w:rsid w:val="00A80526"/>
    <w:rsid w:val="00A80690"/>
    <w:rsid w:val="00A80705"/>
    <w:rsid w:val="00A808B4"/>
    <w:rsid w:val="00A80E81"/>
    <w:rsid w:val="00A81541"/>
    <w:rsid w:val="00A824BC"/>
    <w:rsid w:val="00A82724"/>
    <w:rsid w:val="00A8278A"/>
    <w:rsid w:val="00A8288C"/>
    <w:rsid w:val="00A82A4F"/>
    <w:rsid w:val="00A82B9E"/>
    <w:rsid w:val="00A844C4"/>
    <w:rsid w:val="00A8458B"/>
    <w:rsid w:val="00A8489B"/>
    <w:rsid w:val="00A851D8"/>
    <w:rsid w:val="00A85C6E"/>
    <w:rsid w:val="00A85E8F"/>
    <w:rsid w:val="00A86540"/>
    <w:rsid w:val="00A867D4"/>
    <w:rsid w:val="00A86CB7"/>
    <w:rsid w:val="00A874CF"/>
    <w:rsid w:val="00A87596"/>
    <w:rsid w:val="00A87793"/>
    <w:rsid w:val="00A8786B"/>
    <w:rsid w:val="00A87E30"/>
    <w:rsid w:val="00A903C2"/>
    <w:rsid w:val="00A9048E"/>
    <w:rsid w:val="00A9130D"/>
    <w:rsid w:val="00A91972"/>
    <w:rsid w:val="00A91E61"/>
    <w:rsid w:val="00A91F0A"/>
    <w:rsid w:val="00A926D7"/>
    <w:rsid w:val="00A93296"/>
    <w:rsid w:val="00A938AC"/>
    <w:rsid w:val="00A93929"/>
    <w:rsid w:val="00A93BE8"/>
    <w:rsid w:val="00A94536"/>
    <w:rsid w:val="00A94822"/>
    <w:rsid w:val="00A956AB"/>
    <w:rsid w:val="00A9588A"/>
    <w:rsid w:val="00A9637D"/>
    <w:rsid w:val="00A964BF"/>
    <w:rsid w:val="00A964C2"/>
    <w:rsid w:val="00A96D2D"/>
    <w:rsid w:val="00A973A6"/>
    <w:rsid w:val="00A979C3"/>
    <w:rsid w:val="00A97DB5"/>
    <w:rsid w:val="00AA05C1"/>
    <w:rsid w:val="00AA0DC4"/>
    <w:rsid w:val="00AA0DDA"/>
    <w:rsid w:val="00AA10BE"/>
    <w:rsid w:val="00AA2A20"/>
    <w:rsid w:val="00AA3180"/>
    <w:rsid w:val="00AA36F6"/>
    <w:rsid w:val="00AA3C87"/>
    <w:rsid w:val="00AA4D0F"/>
    <w:rsid w:val="00AA4ED2"/>
    <w:rsid w:val="00AA56CD"/>
    <w:rsid w:val="00AA5CC8"/>
    <w:rsid w:val="00AA60FB"/>
    <w:rsid w:val="00AA611E"/>
    <w:rsid w:val="00AA6E31"/>
    <w:rsid w:val="00AA798E"/>
    <w:rsid w:val="00AA7C2C"/>
    <w:rsid w:val="00AB0256"/>
    <w:rsid w:val="00AB09AF"/>
    <w:rsid w:val="00AB0CE2"/>
    <w:rsid w:val="00AB1328"/>
    <w:rsid w:val="00AB1E9D"/>
    <w:rsid w:val="00AB2644"/>
    <w:rsid w:val="00AB3C8F"/>
    <w:rsid w:val="00AB3D91"/>
    <w:rsid w:val="00AB3EE9"/>
    <w:rsid w:val="00AB43CC"/>
    <w:rsid w:val="00AB4749"/>
    <w:rsid w:val="00AB4C25"/>
    <w:rsid w:val="00AB5146"/>
    <w:rsid w:val="00AB5DDB"/>
    <w:rsid w:val="00AB668C"/>
    <w:rsid w:val="00AB6A50"/>
    <w:rsid w:val="00AB6FE1"/>
    <w:rsid w:val="00AB7A38"/>
    <w:rsid w:val="00AB7BCF"/>
    <w:rsid w:val="00AB7FB2"/>
    <w:rsid w:val="00AC0197"/>
    <w:rsid w:val="00AC06C7"/>
    <w:rsid w:val="00AC1753"/>
    <w:rsid w:val="00AC1C53"/>
    <w:rsid w:val="00AC2149"/>
    <w:rsid w:val="00AC295E"/>
    <w:rsid w:val="00AC2EFC"/>
    <w:rsid w:val="00AC3A87"/>
    <w:rsid w:val="00AC400B"/>
    <w:rsid w:val="00AC4357"/>
    <w:rsid w:val="00AC455F"/>
    <w:rsid w:val="00AC45BF"/>
    <w:rsid w:val="00AC45F8"/>
    <w:rsid w:val="00AC4686"/>
    <w:rsid w:val="00AC4E11"/>
    <w:rsid w:val="00AC5D3A"/>
    <w:rsid w:val="00AC7F6F"/>
    <w:rsid w:val="00AD052C"/>
    <w:rsid w:val="00AD0DE7"/>
    <w:rsid w:val="00AD105F"/>
    <w:rsid w:val="00AD16CD"/>
    <w:rsid w:val="00AD1B86"/>
    <w:rsid w:val="00AD2198"/>
    <w:rsid w:val="00AD2F08"/>
    <w:rsid w:val="00AD2F79"/>
    <w:rsid w:val="00AD3897"/>
    <w:rsid w:val="00AD45AE"/>
    <w:rsid w:val="00AD50B1"/>
    <w:rsid w:val="00AD536A"/>
    <w:rsid w:val="00AD5B3A"/>
    <w:rsid w:val="00AD5F9E"/>
    <w:rsid w:val="00AD7020"/>
    <w:rsid w:val="00AD7887"/>
    <w:rsid w:val="00AD79F1"/>
    <w:rsid w:val="00AE08B8"/>
    <w:rsid w:val="00AE0B10"/>
    <w:rsid w:val="00AE15B1"/>
    <w:rsid w:val="00AE16B9"/>
    <w:rsid w:val="00AE2450"/>
    <w:rsid w:val="00AE246B"/>
    <w:rsid w:val="00AE2DC7"/>
    <w:rsid w:val="00AE32C0"/>
    <w:rsid w:val="00AE37EB"/>
    <w:rsid w:val="00AE499B"/>
    <w:rsid w:val="00AE5680"/>
    <w:rsid w:val="00AE6622"/>
    <w:rsid w:val="00AE6C2D"/>
    <w:rsid w:val="00AE6F1E"/>
    <w:rsid w:val="00AE734F"/>
    <w:rsid w:val="00AE7377"/>
    <w:rsid w:val="00AE7428"/>
    <w:rsid w:val="00AE7B2E"/>
    <w:rsid w:val="00AE7E35"/>
    <w:rsid w:val="00AF03F8"/>
    <w:rsid w:val="00AF0FB3"/>
    <w:rsid w:val="00AF192A"/>
    <w:rsid w:val="00AF2AA6"/>
    <w:rsid w:val="00AF3A9E"/>
    <w:rsid w:val="00AF4363"/>
    <w:rsid w:val="00AF437E"/>
    <w:rsid w:val="00AF4956"/>
    <w:rsid w:val="00AF49A5"/>
    <w:rsid w:val="00AF4DB8"/>
    <w:rsid w:val="00AF4EFA"/>
    <w:rsid w:val="00AF529D"/>
    <w:rsid w:val="00AF568A"/>
    <w:rsid w:val="00AF578A"/>
    <w:rsid w:val="00AF6296"/>
    <w:rsid w:val="00AF6FDE"/>
    <w:rsid w:val="00AF7643"/>
    <w:rsid w:val="00AF7811"/>
    <w:rsid w:val="00AF799C"/>
    <w:rsid w:val="00AF7EB0"/>
    <w:rsid w:val="00B0031B"/>
    <w:rsid w:val="00B00C45"/>
    <w:rsid w:val="00B0103F"/>
    <w:rsid w:val="00B0139D"/>
    <w:rsid w:val="00B01621"/>
    <w:rsid w:val="00B016A1"/>
    <w:rsid w:val="00B01F55"/>
    <w:rsid w:val="00B02475"/>
    <w:rsid w:val="00B024B1"/>
    <w:rsid w:val="00B028DB"/>
    <w:rsid w:val="00B02B45"/>
    <w:rsid w:val="00B042A8"/>
    <w:rsid w:val="00B044BD"/>
    <w:rsid w:val="00B04AB6"/>
    <w:rsid w:val="00B0547C"/>
    <w:rsid w:val="00B05A05"/>
    <w:rsid w:val="00B064F4"/>
    <w:rsid w:val="00B06EAA"/>
    <w:rsid w:val="00B07025"/>
    <w:rsid w:val="00B071B9"/>
    <w:rsid w:val="00B07207"/>
    <w:rsid w:val="00B10551"/>
    <w:rsid w:val="00B1125E"/>
    <w:rsid w:val="00B115BB"/>
    <w:rsid w:val="00B11B9C"/>
    <w:rsid w:val="00B11EC5"/>
    <w:rsid w:val="00B126A2"/>
    <w:rsid w:val="00B126C1"/>
    <w:rsid w:val="00B12811"/>
    <w:rsid w:val="00B129AC"/>
    <w:rsid w:val="00B12F4D"/>
    <w:rsid w:val="00B135C1"/>
    <w:rsid w:val="00B14EDC"/>
    <w:rsid w:val="00B14F42"/>
    <w:rsid w:val="00B1504F"/>
    <w:rsid w:val="00B151E7"/>
    <w:rsid w:val="00B15686"/>
    <w:rsid w:val="00B15C55"/>
    <w:rsid w:val="00B16247"/>
    <w:rsid w:val="00B16296"/>
    <w:rsid w:val="00B176E8"/>
    <w:rsid w:val="00B1799C"/>
    <w:rsid w:val="00B17E3E"/>
    <w:rsid w:val="00B20664"/>
    <w:rsid w:val="00B21434"/>
    <w:rsid w:val="00B218E1"/>
    <w:rsid w:val="00B21E11"/>
    <w:rsid w:val="00B22266"/>
    <w:rsid w:val="00B22715"/>
    <w:rsid w:val="00B234A6"/>
    <w:rsid w:val="00B24187"/>
    <w:rsid w:val="00B244B3"/>
    <w:rsid w:val="00B246B8"/>
    <w:rsid w:val="00B2482A"/>
    <w:rsid w:val="00B257FF"/>
    <w:rsid w:val="00B25A71"/>
    <w:rsid w:val="00B2635C"/>
    <w:rsid w:val="00B26C22"/>
    <w:rsid w:val="00B27412"/>
    <w:rsid w:val="00B302FC"/>
    <w:rsid w:val="00B31560"/>
    <w:rsid w:val="00B32637"/>
    <w:rsid w:val="00B32C41"/>
    <w:rsid w:val="00B32C95"/>
    <w:rsid w:val="00B3355D"/>
    <w:rsid w:val="00B337B4"/>
    <w:rsid w:val="00B33CBA"/>
    <w:rsid w:val="00B3489B"/>
    <w:rsid w:val="00B349BB"/>
    <w:rsid w:val="00B357B3"/>
    <w:rsid w:val="00B35F18"/>
    <w:rsid w:val="00B369F0"/>
    <w:rsid w:val="00B375CB"/>
    <w:rsid w:val="00B37731"/>
    <w:rsid w:val="00B37929"/>
    <w:rsid w:val="00B37E7A"/>
    <w:rsid w:val="00B41003"/>
    <w:rsid w:val="00B41567"/>
    <w:rsid w:val="00B41606"/>
    <w:rsid w:val="00B41943"/>
    <w:rsid w:val="00B41A80"/>
    <w:rsid w:val="00B41BEE"/>
    <w:rsid w:val="00B41EE8"/>
    <w:rsid w:val="00B43679"/>
    <w:rsid w:val="00B43CE7"/>
    <w:rsid w:val="00B43DFC"/>
    <w:rsid w:val="00B43FA4"/>
    <w:rsid w:val="00B45A05"/>
    <w:rsid w:val="00B45BC2"/>
    <w:rsid w:val="00B45BFC"/>
    <w:rsid w:val="00B46921"/>
    <w:rsid w:val="00B46952"/>
    <w:rsid w:val="00B46F89"/>
    <w:rsid w:val="00B47216"/>
    <w:rsid w:val="00B472D2"/>
    <w:rsid w:val="00B477DA"/>
    <w:rsid w:val="00B5022C"/>
    <w:rsid w:val="00B50847"/>
    <w:rsid w:val="00B520D7"/>
    <w:rsid w:val="00B52BB7"/>
    <w:rsid w:val="00B52DB7"/>
    <w:rsid w:val="00B52FF7"/>
    <w:rsid w:val="00B531F4"/>
    <w:rsid w:val="00B534CA"/>
    <w:rsid w:val="00B548E1"/>
    <w:rsid w:val="00B54A2D"/>
    <w:rsid w:val="00B54E26"/>
    <w:rsid w:val="00B561D5"/>
    <w:rsid w:val="00B56C59"/>
    <w:rsid w:val="00B57FDA"/>
    <w:rsid w:val="00B60550"/>
    <w:rsid w:val="00B609EB"/>
    <w:rsid w:val="00B6141A"/>
    <w:rsid w:val="00B614AE"/>
    <w:rsid w:val="00B61868"/>
    <w:rsid w:val="00B61D29"/>
    <w:rsid w:val="00B61D47"/>
    <w:rsid w:val="00B61F28"/>
    <w:rsid w:val="00B62312"/>
    <w:rsid w:val="00B638A3"/>
    <w:rsid w:val="00B63EAB"/>
    <w:rsid w:val="00B64693"/>
    <w:rsid w:val="00B649BD"/>
    <w:rsid w:val="00B64C29"/>
    <w:rsid w:val="00B64E1B"/>
    <w:rsid w:val="00B66258"/>
    <w:rsid w:val="00B66AB7"/>
    <w:rsid w:val="00B67972"/>
    <w:rsid w:val="00B708B6"/>
    <w:rsid w:val="00B70CA4"/>
    <w:rsid w:val="00B71167"/>
    <w:rsid w:val="00B714C7"/>
    <w:rsid w:val="00B71774"/>
    <w:rsid w:val="00B71D03"/>
    <w:rsid w:val="00B71F05"/>
    <w:rsid w:val="00B727CE"/>
    <w:rsid w:val="00B72FA5"/>
    <w:rsid w:val="00B73032"/>
    <w:rsid w:val="00B73882"/>
    <w:rsid w:val="00B738C8"/>
    <w:rsid w:val="00B744C9"/>
    <w:rsid w:val="00B744E1"/>
    <w:rsid w:val="00B755A4"/>
    <w:rsid w:val="00B75827"/>
    <w:rsid w:val="00B75884"/>
    <w:rsid w:val="00B77982"/>
    <w:rsid w:val="00B77EEF"/>
    <w:rsid w:val="00B80300"/>
    <w:rsid w:val="00B80EC2"/>
    <w:rsid w:val="00B813F3"/>
    <w:rsid w:val="00B8174D"/>
    <w:rsid w:val="00B8234F"/>
    <w:rsid w:val="00B82612"/>
    <w:rsid w:val="00B82A9A"/>
    <w:rsid w:val="00B835FD"/>
    <w:rsid w:val="00B83A7A"/>
    <w:rsid w:val="00B83BF9"/>
    <w:rsid w:val="00B83D00"/>
    <w:rsid w:val="00B849DE"/>
    <w:rsid w:val="00B85166"/>
    <w:rsid w:val="00B85275"/>
    <w:rsid w:val="00B866E2"/>
    <w:rsid w:val="00B870F2"/>
    <w:rsid w:val="00B8749F"/>
    <w:rsid w:val="00B87578"/>
    <w:rsid w:val="00B87B2A"/>
    <w:rsid w:val="00B87B4C"/>
    <w:rsid w:val="00B902B3"/>
    <w:rsid w:val="00B90441"/>
    <w:rsid w:val="00B90505"/>
    <w:rsid w:val="00B907F2"/>
    <w:rsid w:val="00B91D35"/>
    <w:rsid w:val="00B92004"/>
    <w:rsid w:val="00B9267F"/>
    <w:rsid w:val="00B92729"/>
    <w:rsid w:val="00B92AD6"/>
    <w:rsid w:val="00B92CC5"/>
    <w:rsid w:val="00B939E7"/>
    <w:rsid w:val="00B93DA9"/>
    <w:rsid w:val="00B93DEA"/>
    <w:rsid w:val="00B93F9F"/>
    <w:rsid w:val="00B943A2"/>
    <w:rsid w:val="00B945BB"/>
    <w:rsid w:val="00B94F6C"/>
    <w:rsid w:val="00B95012"/>
    <w:rsid w:val="00B962B1"/>
    <w:rsid w:val="00B978B5"/>
    <w:rsid w:val="00B97D7F"/>
    <w:rsid w:val="00BA0409"/>
    <w:rsid w:val="00BA0E0E"/>
    <w:rsid w:val="00BA1456"/>
    <w:rsid w:val="00BA322E"/>
    <w:rsid w:val="00BA3DEF"/>
    <w:rsid w:val="00BA4576"/>
    <w:rsid w:val="00BA466F"/>
    <w:rsid w:val="00BA596B"/>
    <w:rsid w:val="00BA6621"/>
    <w:rsid w:val="00BA7544"/>
    <w:rsid w:val="00BB02B5"/>
    <w:rsid w:val="00BB072E"/>
    <w:rsid w:val="00BB090A"/>
    <w:rsid w:val="00BB14D2"/>
    <w:rsid w:val="00BB1C62"/>
    <w:rsid w:val="00BB3100"/>
    <w:rsid w:val="00BB316A"/>
    <w:rsid w:val="00BB325C"/>
    <w:rsid w:val="00BB398C"/>
    <w:rsid w:val="00BB40BB"/>
    <w:rsid w:val="00BB4823"/>
    <w:rsid w:val="00BB4DAC"/>
    <w:rsid w:val="00BB5986"/>
    <w:rsid w:val="00BB5E19"/>
    <w:rsid w:val="00BB5F0C"/>
    <w:rsid w:val="00BB6E5D"/>
    <w:rsid w:val="00BB7803"/>
    <w:rsid w:val="00BB7B42"/>
    <w:rsid w:val="00BC0902"/>
    <w:rsid w:val="00BC0AD0"/>
    <w:rsid w:val="00BC0CAE"/>
    <w:rsid w:val="00BC0FDF"/>
    <w:rsid w:val="00BC1389"/>
    <w:rsid w:val="00BC1AF9"/>
    <w:rsid w:val="00BC3101"/>
    <w:rsid w:val="00BC3419"/>
    <w:rsid w:val="00BC35B6"/>
    <w:rsid w:val="00BC399D"/>
    <w:rsid w:val="00BC4231"/>
    <w:rsid w:val="00BC4A76"/>
    <w:rsid w:val="00BC583F"/>
    <w:rsid w:val="00BC5E59"/>
    <w:rsid w:val="00BC6882"/>
    <w:rsid w:val="00BC7B61"/>
    <w:rsid w:val="00BC7CFD"/>
    <w:rsid w:val="00BD0D89"/>
    <w:rsid w:val="00BD141C"/>
    <w:rsid w:val="00BD159D"/>
    <w:rsid w:val="00BD22A0"/>
    <w:rsid w:val="00BD22B1"/>
    <w:rsid w:val="00BD2513"/>
    <w:rsid w:val="00BD396B"/>
    <w:rsid w:val="00BD3A11"/>
    <w:rsid w:val="00BD3B34"/>
    <w:rsid w:val="00BD3C08"/>
    <w:rsid w:val="00BD3F2E"/>
    <w:rsid w:val="00BD419C"/>
    <w:rsid w:val="00BD48EE"/>
    <w:rsid w:val="00BD4A83"/>
    <w:rsid w:val="00BD4AAF"/>
    <w:rsid w:val="00BD4F14"/>
    <w:rsid w:val="00BD54D5"/>
    <w:rsid w:val="00BD5A37"/>
    <w:rsid w:val="00BD67B9"/>
    <w:rsid w:val="00BD69B6"/>
    <w:rsid w:val="00BD6E03"/>
    <w:rsid w:val="00BD6FD5"/>
    <w:rsid w:val="00BD7502"/>
    <w:rsid w:val="00BD7638"/>
    <w:rsid w:val="00BE0D88"/>
    <w:rsid w:val="00BE1733"/>
    <w:rsid w:val="00BE19CE"/>
    <w:rsid w:val="00BE2195"/>
    <w:rsid w:val="00BE241E"/>
    <w:rsid w:val="00BE249B"/>
    <w:rsid w:val="00BE2A97"/>
    <w:rsid w:val="00BE2D47"/>
    <w:rsid w:val="00BE31BD"/>
    <w:rsid w:val="00BE3DEF"/>
    <w:rsid w:val="00BE4C3D"/>
    <w:rsid w:val="00BE5556"/>
    <w:rsid w:val="00BE5703"/>
    <w:rsid w:val="00BE5922"/>
    <w:rsid w:val="00BE593E"/>
    <w:rsid w:val="00BE6121"/>
    <w:rsid w:val="00BE6289"/>
    <w:rsid w:val="00BE7373"/>
    <w:rsid w:val="00BF07B0"/>
    <w:rsid w:val="00BF27C9"/>
    <w:rsid w:val="00BF302C"/>
    <w:rsid w:val="00BF396D"/>
    <w:rsid w:val="00BF4D05"/>
    <w:rsid w:val="00BF53BE"/>
    <w:rsid w:val="00BF61EF"/>
    <w:rsid w:val="00BF620F"/>
    <w:rsid w:val="00BF7923"/>
    <w:rsid w:val="00BF7CB9"/>
    <w:rsid w:val="00C00676"/>
    <w:rsid w:val="00C0067A"/>
    <w:rsid w:val="00C00A10"/>
    <w:rsid w:val="00C016FD"/>
    <w:rsid w:val="00C01F09"/>
    <w:rsid w:val="00C02A08"/>
    <w:rsid w:val="00C03942"/>
    <w:rsid w:val="00C046D5"/>
    <w:rsid w:val="00C04C57"/>
    <w:rsid w:val="00C04D02"/>
    <w:rsid w:val="00C0542B"/>
    <w:rsid w:val="00C05648"/>
    <w:rsid w:val="00C06051"/>
    <w:rsid w:val="00C06157"/>
    <w:rsid w:val="00C07797"/>
    <w:rsid w:val="00C10618"/>
    <w:rsid w:val="00C10DC9"/>
    <w:rsid w:val="00C11559"/>
    <w:rsid w:val="00C11BEB"/>
    <w:rsid w:val="00C12E0D"/>
    <w:rsid w:val="00C13AF1"/>
    <w:rsid w:val="00C13C33"/>
    <w:rsid w:val="00C144B0"/>
    <w:rsid w:val="00C14FF2"/>
    <w:rsid w:val="00C15102"/>
    <w:rsid w:val="00C1569A"/>
    <w:rsid w:val="00C15E0A"/>
    <w:rsid w:val="00C16EC0"/>
    <w:rsid w:val="00C1740B"/>
    <w:rsid w:val="00C17FF3"/>
    <w:rsid w:val="00C2052A"/>
    <w:rsid w:val="00C20B96"/>
    <w:rsid w:val="00C21D84"/>
    <w:rsid w:val="00C220A8"/>
    <w:rsid w:val="00C2283F"/>
    <w:rsid w:val="00C22BEF"/>
    <w:rsid w:val="00C22E67"/>
    <w:rsid w:val="00C231A9"/>
    <w:rsid w:val="00C23C4B"/>
    <w:rsid w:val="00C240E6"/>
    <w:rsid w:val="00C25856"/>
    <w:rsid w:val="00C25DB0"/>
    <w:rsid w:val="00C264FE"/>
    <w:rsid w:val="00C26DE3"/>
    <w:rsid w:val="00C26FD0"/>
    <w:rsid w:val="00C270C8"/>
    <w:rsid w:val="00C2736F"/>
    <w:rsid w:val="00C3009E"/>
    <w:rsid w:val="00C30F55"/>
    <w:rsid w:val="00C31155"/>
    <w:rsid w:val="00C311C1"/>
    <w:rsid w:val="00C311E4"/>
    <w:rsid w:val="00C31981"/>
    <w:rsid w:val="00C31E68"/>
    <w:rsid w:val="00C32316"/>
    <w:rsid w:val="00C32ADF"/>
    <w:rsid w:val="00C3398A"/>
    <w:rsid w:val="00C33DBB"/>
    <w:rsid w:val="00C34489"/>
    <w:rsid w:val="00C352C6"/>
    <w:rsid w:val="00C35508"/>
    <w:rsid w:val="00C35812"/>
    <w:rsid w:val="00C3649A"/>
    <w:rsid w:val="00C370DA"/>
    <w:rsid w:val="00C3792B"/>
    <w:rsid w:val="00C4032A"/>
    <w:rsid w:val="00C40A96"/>
    <w:rsid w:val="00C40C5C"/>
    <w:rsid w:val="00C416FA"/>
    <w:rsid w:val="00C4320B"/>
    <w:rsid w:val="00C43248"/>
    <w:rsid w:val="00C43B9C"/>
    <w:rsid w:val="00C445D0"/>
    <w:rsid w:val="00C447EC"/>
    <w:rsid w:val="00C47072"/>
    <w:rsid w:val="00C47549"/>
    <w:rsid w:val="00C507B0"/>
    <w:rsid w:val="00C510D0"/>
    <w:rsid w:val="00C521A2"/>
    <w:rsid w:val="00C52965"/>
    <w:rsid w:val="00C52A9F"/>
    <w:rsid w:val="00C52C57"/>
    <w:rsid w:val="00C548E0"/>
    <w:rsid w:val="00C555BF"/>
    <w:rsid w:val="00C55A22"/>
    <w:rsid w:val="00C55C36"/>
    <w:rsid w:val="00C56528"/>
    <w:rsid w:val="00C57D9E"/>
    <w:rsid w:val="00C57EB2"/>
    <w:rsid w:val="00C6042C"/>
    <w:rsid w:val="00C60DD3"/>
    <w:rsid w:val="00C60E10"/>
    <w:rsid w:val="00C61B54"/>
    <w:rsid w:val="00C61D77"/>
    <w:rsid w:val="00C61E30"/>
    <w:rsid w:val="00C61F4F"/>
    <w:rsid w:val="00C62259"/>
    <w:rsid w:val="00C628F5"/>
    <w:rsid w:val="00C630A7"/>
    <w:rsid w:val="00C64238"/>
    <w:rsid w:val="00C653BC"/>
    <w:rsid w:val="00C65483"/>
    <w:rsid w:val="00C654D1"/>
    <w:rsid w:val="00C657B5"/>
    <w:rsid w:val="00C65CB1"/>
    <w:rsid w:val="00C663C8"/>
    <w:rsid w:val="00C66BDB"/>
    <w:rsid w:val="00C66D88"/>
    <w:rsid w:val="00C671C5"/>
    <w:rsid w:val="00C6730A"/>
    <w:rsid w:val="00C67CD1"/>
    <w:rsid w:val="00C67F80"/>
    <w:rsid w:val="00C707C9"/>
    <w:rsid w:val="00C70897"/>
    <w:rsid w:val="00C708A8"/>
    <w:rsid w:val="00C70B68"/>
    <w:rsid w:val="00C70FA2"/>
    <w:rsid w:val="00C714CE"/>
    <w:rsid w:val="00C71A0E"/>
    <w:rsid w:val="00C722E0"/>
    <w:rsid w:val="00C73221"/>
    <w:rsid w:val="00C73604"/>
    <w:rsid w:val="00C73956"/>
    <w:rsid w:val="00C741D3"/>
    <w:rsid w:val="00C74299"/>
    <w:rsid w:val="00C745DC"/>
    <w:rsid w:val="00C74E85"/>
    <w:rsid w:val="00C753E0"/>
    <w:rsid w:val="00C75423"/>
    <w:rsid w:val="00C75AAB"/>
    <w:rsid w:val="00C75D47"/>
    <w:rsid w:val="00C76283"/>
    <w:rsid w:val="00C76A8F"/>
    <w:rsid w:val="00C7769F"/>
    <w:rsid w:val="00C777E3"/>
    <w:rsid w:val="00C77B25"/>
    <w:rsid w:val="00C8176D"/>
    <w:rsid w:val="00C82B2D"/>
    <w:rsid w:val="00C83169"/>
    <w:rsid w:val="00C83ADE"/>
    <w:rsid w:val="00C83E5F"/>
    <w:rsid w:val="00C8452D"/>
    <w:rsid w:val="00C84930"/>
    <w:rsid w:val="00C84F60"/>
    <w:rsid w:val="00C8511E"/>
    <w:rsid w:val="00C859FD"/>
    <w:rsid w:val="00C8689B"/>
    <w:rsid w:val="00C86AE1"/>
    <w:rsid w:val="00C86D44"/>
    <w:rsid w:val="00C87313"/>
    <w:rsid w:val="00C87EF3"/>
    <w:rsid w:val="00C9099D"/>
    <w:rsid w:val="00C91989"/>
    <w:rsid w:val="00C91A01"/>
    <w:rsid w:val="00C91A3A"/>
    <w:rsid w:val="00C91FE9"/>
    <w:rsid w:val="00C9215C"/>
    <w:rsid w:val="00C932A4"/>
    <w:rsid w:val="00C933DD"/>
    <w:rsid w:val="00C93759"/>
    <w:rsid w:val="00C9428D"/>
    <w:rsid w:val="00C96051"/>
    <w:rsid w:val="00C97031"/>
    <w:rsid w:val="00C97C7D"/>
    <w:rsid w:val="00CA00B5"/>
    <w:rsid w:val="00CA049C"/>
    <w:rsid w:val="00CA322D"/>
    <w:rsid w:val="00CA361C"/>
    <w:rsid w:val="00CA376C"/>
    <w:rsid w:val="00CA3FD5"/>
    <w:rsid w:val="00CA4164"/>
    <w:rsid w:val="00CA4185"/>
    <w:rsid w:val="00CA4FF2"/>
    <w:rsid w:val="00CA5816"/>
    <w:rsid w:val="00CA60F7"/>
    <w:rsid w:val="00CA65E1"/>
    <w:rsid w:val="00CA678A"/>
    <w:rsid w:val="00CA6A72"/>
    <w:rsid w:val="00CA6B5F"/>
    <w:rsid w:val="00CA6DD2"/>
    <w:rsid w:val="00CA7D59"/>
    <w:rsid w:val="00CB0BDE"/>
    <w:rsid w:val="00CB1A54"/>
    <w:rsid w:val="00CB1C99"/>
    <w:rsid w:val="00CB1EF4"/>
    <w:rsid w:val="00CB21D0"/>
    <w:rsid w:val="00CB2225"/>
    <w:rsid w:val="00CB2678"/>
    <w:rsid w:val="00CB2A1F"/>
    <w:rsid w:val="00CB3261"/>
    <w:rsid w:val="00CB35E2"/>
    <w:rsid w:val="00CB372A"/>
    <w:rsid w:val="00CB3B0F"/>
    <w:rsid w:val="00CB42B3"/>
    <w:rsid w:val="00CB4759"/>
    <w:rsid w:val="00CB4A2D"/>
    <w:rsid w:val="00CB4E74"/>
    <w:rsid w:val="00CB54A9"/>
    <w:rsid w:val="00CB59BF"/>
    <w:rsid w:val="00CB77B0"/>
    <w:rsid w:val="00CC027B"/>
    <w:rsid w:val="00CC04EB"/>
    <w:rsid w:val="00CC0850"/>
    <w:rsid w:val="00CC087A"/>
    <w:rsid w:val="00CC09C5"/>
    <w:rsid w:val="00CC10D1"/>
    <w:rsid w:val="00CC1152"/>
    <w:rsid w:val="00CC117C"/>
    <w:rsid w:val="00CC127A"/>
    <w:rsid w:val="00CC1385"/>
    <w:rsid w:val="00CC1881"/>
    <w:rsid w:val="00CC2D98"/>
    <w:rsid w:val="00CC414A"/>
    <w:rsid w:val="00CC4705"/>
    <w:rsid w:val="00CC4C91"/>
    <w:rsid w:val="00CC4F99"/>
    <w:rsid w:val="00CC52E8"/>
    <w:rsid w:val="00CC55DA"/>
    <w:rsid w:val="00CC5909"/>
    <w:rsid w:val="00CC5B3D"/>
    <w:rsid w:val="00CC5C13"/>
    <w:rsid w:val="00CC710E"/>
    <w:rsid w:val="00CC78E5"/>
    <w:rsid w:val="00CC79BB"/>
    <w:rsid w:val="00CC79C1"/>
    <w:rsid w:val="00CC7AE5"/>
    <w:rsid w:val="00CD09E1"/>
    <w:rsid w:val="00CD0A14"/>
    <w:rsid w:val="00CD1832"/>
    <w:rsid w:val="00CD1C8F"/>
    <w:rsid w:val="00CD260B"/>
    <w:rsid w:val="00CD4A75"/>
    <w:rsid w:val="00CD4FAF"/>
    <w:rsid w:val="00CD551F"/>
    <w:rsid w:val="00CD5FFB"/>
    <w:rsid w:val="00CD7029"/>
    <w:rsid w:val="00CD79ED"/>
    <w:rsid w:val="00CD7F63"/>
    <w:rsid w:val="00CE0712"/>
    <w:rsid w:val="00CE1203"/>
    <w:rsid w:val="00CE1310"/>
    <w:rsid w:val="00CE1B8D"/>
    <w:rsid w:val="00CE2051"/>
    <w:rsid w:val="00CE2316"/>
    <w:rsid w:val="00CE3281"/>
    <w:rsid w:val="00CE4B10"/>
    <w:rsid w:val="00CE5C04"/>
    <w:rsid w:val="00CE5F60"/>
    <w:rsid w:val="00CE5FBE"/>
    <w:rsid w:val="00CE60D3"/>
    <w:rsid w:val="00CE63B7"/>
    <w:rsid w:val="00CE6DDC"/>
    <w:rsid w:val="00CE74F0"/>
    <w:rsid w:val="00CE75F2"/>
    <w:rsid w:val="00CE7931"/>
    <w:rsid w:val="00CE7A49"/>
    <w:rsid w:val="00CE7B20"/>
    <w:rsid w:val="00CE7C66"/>
    <w:rsid w:val="00CE7E77"/>
    <w:rsid w:val="00CF005F"/>
    <w:rsid w:val="00CF14BC"/>
    <w:rsid w:val="00CF18DD"/>
    <w:rsid w:val="00CF1D8E"/>
    <w:rsid w:val="00CF1FA3"/>
    <w:rsid w:val="00CF2E1F"/>
    <w:rsid w:val="00CF34A2"/>
    <w:rsid w:val="00CF3DB0"/>
    <w:rsid w:val="00CF4964"/>
    <w:rsid w:val="00CF4E8A"/>
    <w:rsid w:val="00CF527B"/>
    <w:rsid w:val="00CF5652"/>
    <w:rsid w:val="00CF5709"/>
    <w:rsid w:val="00CF5860"/>
    <w:rsid w:val="00CF5A3C"/>
    <w:rsid w:val="00CF6C0C"/>
    <w:rsid w:val="00CF7AE4"/>
    <w:rsid w:val="00CF7AF0"/>
    <w:rsid w:val="00CF7C98"/>
    <w:rsid w:val="00D0025F"/>
    <w:rsid w:val="00D00A7C"/>
    <w:rsid w:val="00D00E95"/>
    <w:rsid w:val="00D0115C"/>
    <w:rsid w:val="00D02492"/>
    <w:rsid w:val="00D025A6"/>
    <w:rsid w:val="00D025B7"/>
    <w:rsid w:val="00D0304B"/>
    <w:rsid w:val="00D0373A"/>
    <w:rsid w:val="00D03921"/>
    <w:rsid w:val="00D03CE2"/>
    <w:rsid w:val="00D04714"/>
    <w:rsid w:val="00D0472B"/>
    <w:rsid w:val="00D05743"/>
    <w:rsid w:val="00D05949"/>
    <w:rsid w:val="00D06277"/>
    <w:rsid w:val="00D0652A"/>
    <w:rsid w:val="00D07F65"/>
    <w:rsid w:val="00D10144"/>
    <w:rsid w:val="00D1065E"/>
    <w:rsid w:val="00D10715"/>
    <w:rsid w:val="00D1081B"/>
    <w:rsid w:val="00D1136C"/>
    <w:rsid w:val="00D11DAD"/>
    <w:rsid w:val="00D1251B"/>
    <w:rsid w:val="00D126BD"/>
    <w:rsid w:val="00D129D7"/>
    <w:rsid w:val="00D132D1"/>
    <w:rsid w:val="00D1351C"/>
    <w:rsid w:val="00D137DE"/>
    <w:rsid w:val="00D138D9"/>
    <w:rsid w:val="00D13D80"/>
    <w:rsid w:val="00D14029"/>
    <w:rsid w:val="00D14841"/>
    <w:rsid w:val="00D14B71"/>
    <w:rsid w:val="00D14B76"/>
    <w:rsid w:val="00D14F9B"/>
    <w:rsid w:val="00D1508C"/>
    <w:rsid w:val="00D15E3D"/>
    <w:rsid w:val="00D16371"/>
    <w:rsid w:val="00D16755"/>
    <w:rsid w:val="00D17ED7"/>
    <w:rsid w:val="00D219D2"/>
    <w:rsid w:val="00D21DFD"/>
    <w:rsid w:val="00D229AB"/>
    <w:rsid w:val="00D229DF"/>
    <w:rsid w:val="00D22AA9"/>
    <w:rsid w:val="00D23C36"/>
    <w:rsid w:val="00D24040"/>
    <w:rsid w:val="00D2439E"/>
    <w:rsid w:val="00D24647"/>
    <w:rsid w:val="00D256A7"/>
    <w:rsid w:val="00D25713"/>
    <w:rsid w:val="00D269D3"/>
    <w:rsid w:val="00D26C37"/>
    <w:rsid w:val="00D27F26"/>
    <w:rsid w:val="00D306AC"/>
    <w:rsid w:val="00D30833"/>
    <w:rsid w:val="00D30B02"/>
    <w:rsid w:val="00D30B12"/>
    <w:rsid w:val="00D30C4C"/>
    <w:rsid w:val="00D3130E"/>
    <w:rsid w:val="00D32574"/>
    <w:rsid w:val="00D32641"/>
    <w:rsid w:val="00D32C93"/>
    <w:rsid w:val="00D33237"/>
    <w:rsid w:val="00D33727"/>
    <w:rsid w:val="00D3406B"/>
    <w:rsid w:val="00D34537"/>
    <w:rsid w:val="00D34F14"/>
    <w:rsid w:val="00D3520F"/>
    <w:rsid w:val="00D3523C"/>
    <w:rsid w:val="00D3532F"/>
    <w:rsid w:val="00D357A9"/>
    <w:rsid w:val="00D35F8D"/>
    <w:rsid w:val="00D37222"/>
    <w:rsid w:val="00D3774B"/>
    <w:rsid w:val="00D37FD0"/>
    <w:rsid w:val="00D4094D"/>
    <w:rsid w:val="00D422B7"/>
    <w:rsid w:val="00D4237F"/>
    <w:rsid w:val="00D43A17"/>
    <w:rsid w:val="00D43DD2"/>
    <w:rsid w:val="00D43F78"/>
    <w:rsid w:val="00D44211"/>
    <w:rsid w:val="00D4464C"/>
    <w:rsid w:val="00D446D4"/>
    <w:rsid w:val="00D44813"/>
    <w:rsid w:val="00D456AD"/>
    <w:rsid w:val="00D460E7"/>
    <w:rsid w:val="00D46756"/>
    <w:rsid w:val="00D46A0D"/>
    <w:rsid w:val="00D47A51"/>
    <w:rsid w:val="00D47B37"/>
    <w:rsid w:val="00D50669"/>
    <w:rsid w:val="00D51065"/>
    <w:rsid w:val="00D517F0"/>
    <w:rsid w:val="00D51AA8"/>
    <w:rsid w:val="00D51CFF"/>
    <w:rsid w:val="00D51E6F"/>
    <w:rsid w:val="00D5209E"/>
    <w:rsid w:val="00D5276F"/>
    <w:rsid w:val="00D52CF8"/>
    <w:rsid w:val="00D52D30"/>
    <w:rsid w:val="00D533C6"/>
    <w:rsid w:val="00D543AD"/>
    <w:rsid w:val="00D5456B"/>
    <w:rsid w:val="00D55CED"/>
    <w:rsid w:val="00D561C0"/>
    <w:rsid w:val="00D568B2"/>
    <w:rsid w:val="00D56D5B"/>
    <w:rsid w:val="00D56D85"/>
    <w:rsid w:val="00D578C5"/>
    <w:rsid w:val="00D61573"/>
    <w:rsid w:val="00D61D84"/>
    <w:rsid w:val="00D62098"/>
    <w:rsid w:val="00D62C88"/>
    <w:rsid w:val="00D62C90"/>
    <w:rsid w:val="00D62F9F"/>
    <w:rsid w:val="00D6300A"/>
    <w:rsid w:val="00D639CA"/>
    <w:rsid w:val="00D64371"/>
    <w:rsid w:val="00D64A77"/>
    <w:rsid w:val="00D64BBF"/>
    <w:rsid w:val="00D650FA"/>
    <w:rsid w:val="00D655DF"/>
    <w:rsid w:val="00D659F0"/>
    <w:rsid w:val="00D661A0"/>
    <w:rsid w:val="00D661B9"/>
    <w:rsid w:val="00D67455"/>
    <w:rsid w:val="00D677EB"/>
    <w:rsid w:val="00D67D4E"/>
    <w:rsid w:val="00D7004F"/>
    <w:rsid w:val="00D709C1"/>
    <w:rsid w:val="00D70CDE"/>
    <w:rsid w:val="00D7162F"/>
    <w:rsid w:val="00D71B4C"/>
    <w:rsid w:val="00D71C0D"/>
    <w:rsid w:val="00D71CD7"/>
    <w:rsid w:val="00D72164"/>
    <w:rsid w:val="00D72D31"/>
    <w:rsid w:val="00D72D7B"/>
    <w:rsid w:val="00D734B5"/>
    <w:rsid w:val="00D7369B"/>
    <w:rsid w:val="00D73A3D"/>
    <w:rsid w:val="00D73DB7"/>
    <w:rsid w:val="00D74B3E"/>
    <w:rsid w:val="00D74C28"/>
    <w:rsid w:val="00D74D79"/>
    <w:rsid w:val="00D7501E"/>
    <w:rsid w:val="00D756B3"/>
    <w:rsid w:val="00D75C27"/>
    <w:rsid w:val="00D76120"/>
    <w:rsid w:val="00D77BFA"/>
    <w:rsid w:val="00D828DB"/>
    <w:rsid w:val="00D830D5"/>
    <w:rsid w:val="00D835B9"/>
    <w:rsid w:val="00D83774"/>
    <w:rsid w:val="00D84344"/>
    <w:rsid w:val="00D84D89"/>
    <w:rsid w:val="00D8504E"/>
    <w:rsid w:val="00D85D9A"/>
    <w:rsid w:val="00D866F4"/>
    <w:rsid w:val="00D86AE1"/>
    <w:rsid w:val="00D86C7C"/>
    <w:rsid w:val="00D871B6"/>
    <w:rsid w:val="00D9007F"/>
    <w:rsid w:val="00D907DB"/>
    <w:rsid w:val="00D90E14"/>
    <w:rsid w:val="00D91197"/>
    <w:rsid w:val="00D91A8B"/>
    <w:rsid w:val="00D9283F"/>
    <w:rsid w:val="00D92B77"/>
    <w:rsid w:val="00D92C90"/>
    <w:rsid w:val="00D93480"/>
    <w:rsid w:val="00D93729"/>
    <w:rsid w:val="00D93D8C"/>
    <w:rsid w:val="00D946A3"/>
    <w:rsid w:val="00D94C4E"/>
    <w:rsid w:val="00D950FF"/>
    <w:rsid w:val="00D9538C"/>
    <w:rsid w:val="00D95A95"/>
    <w:rsid w:val="00D968A3"/>
    <w:rsid w:val="00D971FF"/>
    <w:rsid w:val="00D972E1"/>
    <w:rsid w:val="00D97DE6"/>
    <w:rsid w:val="00DA02E3"/>
    <w:rsid w:val="00DA0778"/>
    <w:rsid w:val="00DA13FA"/>
    <w:rsid w:val="00DA14A0"/>
    <w:rsid w:val="00DA15FE"/>
    <w:rsid w:val="00DA1B91"/>
    <w:rsid w:val="00DA20B1"/>
    <w:rsid w:val="00DA26E6"/>
    <w:rsid w:val="00DA2A77"/>
    <w:rsid w:val="00DA3284"/>
    <w:rsid w:val="00DA339B"/>
    <w:rsid w:val="00DA3F61"/>
    <w:rsid w:val="00DA4918"/>
    <w:rsid w:val="00DA4D20"/>
    <w:rsid w:val="00DA541E"/>
    <w:rsid w:val="00DA5566"/>
    <w:rsid w:val="00DA558D"/>
    <w:rsid w:val="00DA5870"/>
    <w:rsid w:val="00DA65A5"/>
    <w:rsid w:val="00DA6BB3"/>
    <w:rsid w:val="00DA6E7B"/>
    <w:rsid w:val="00DA7503"/>
    <w:rsid w:val="00DB074F"/>
    <w:rsid w:val="00DB0D41"/>
    <w:rsid w:val="00DB1B39"/>
    <w:rsid w:val="00DB1F95"/>
    <w:rsid w:val="00DB2327"/>
    <w:rsid w:val="00DB317E"/>
    <w:rsid w:val="00DB3415"/>
    <w:rsid w:val="00DB52CA"/>
    <w:rsid w:val="00DB5550"/>
    <w:rsid w:val="00DB571D"/>
    <w:rsid w:val="00DB63CD"/>
    <w:rsid w:val="00DB6775"/>
    <w:rsid w:val="00DB72B3"/>
    <w:rsid w:val="00DB7EDC"/>
    <w:rsid w:val="00DC0EDF"/>
    <w:rsid w:val="00DC1538"/>
    <w:rsid w:val="00DC1E59"/>
    <w:rsid w:val="00DC2055"/>
    <w:rsid w:val="00DC2115"/>
    <w:rsid w:val="00DC2AC7"/>
    <w:rsid w:val="00DC33E7"/>
    <w:rsid w:val="00DC3B88"/>
    <w:rsid w:val="00DC47DE"/>
    <w:rsid w:val="00DC67D2"/>
    <w:rsid w:val="00DC6F9B"/>
    <w:rsid w:val="00DC71E3"/>
    <w:rsid w:val="00DD01E4"/>
    <w:rsid w:val="00DD02C8"/>
    <w:rsid w:val="00DD066A"/>
    <w:rsid w:val="00DD076C"/>
    <w:rsid w:val="00DD0BD3"/>
    <w:rsid w:val="00DD10CA"/>
    <w:rsid w:val="00DD126F"/>
    <w:rsid w:val="00DD17F1"/>
    <w:rsid w:val="00DD1AC0"/>
    <w:rsid w:val="00DD21DD"/>
    <w:rsid w:val="00DD2627"/>
    <w:rsid w:val="00DD2E43"/>
    <w:rsid w:val="00DD3215"/>
    <w:rsid w:val="00DD34F9"/>
    <w:rsid w:val="00DD36EA"/>
    <w:rsid w:val="00DD388F"/>
    <w:rsid w:val="00DD41B5"/>
    <w:rsid w:val="00DD4287"/>
    <w:rsid w:val="00DD4CC0"/>
    <w:rsid w:val="00DD6BC1"/>
    <w:rsid w:val="00DD7E0C"/>
    <w:rsid w:val="00DE0335"/>
    <w:rsid w:val="00DE096B"/>
    <w:rsid w:val="00DE1405"/>
    <w:rsid w:val="00DE161E"/>
    <w:rsid w:val="00DE1DBB"/>
    <w:rsid w:val="00DE20C6"/>
    <w:rsid w:val="00DE2842"/>
    <w:rsid w:val="00DE29F1"/>
    <w:rsid w:val="00DE2EC5"/>
    <w:rsid w:val="00DE3AA1"/>
    <w:rsid w:val="00DE407D"/>
    <w:rsid w:val="00DE455C"/>
    <w:rsid w:val="00DE4AAF"/>
    <w:rsid w:val="00DE4D46"/>
    <w:rsid w:val="00DE54E0"/>
    <w:rsid w:val="00DE5A4C"/>
    <w:rsid w:val="00DE5BF1"/>
    <w:rsid w:val="00DE605F"/>
    <w:rsid w:val="00DE693B"/>
    <w:rsid w:val="00DE6AE8"/>
    <w:rsid w:val="00DE6C31"/>
    <w:rsid w:val="00DE70CA"/>
    <w:rsid w:val="00DE7614"/>
    <w:rsid w:val="00DE7716"/>
    <w:rsid w:val="00DE7A42"/>
    <w:rsid w:val="00DE7A5E"/>
    <w:rsid w:val="00DE7D30"/>
    <w:rsid w:val="00DF02D1"/>
    <w:rsid w:val="00DF059D"/>
    <w:rsid w:val="00DF0D73"/>
    <w:rsid w:val="00DF112A"/>
    <w:rsid w:val="00DF13D7"/>
    <w:rsid w:val="00DF21D7"/>
    <w:rsid w:val="00DF24F8"/>
    <w:rsid w:val="00DF25A8"/>
    <w:rsid w:val="00DF2A68"/>
    <w:rsid w:val="00DF2AEC"/>
    <w:rsid w:val="00DF2CE7"/>
    <w:rsid w:val="00DF2E32"/>
    <w:rsid w:val="00DF36BB"/>
    <w:rsid w:val="00DF3AB2"/>
    <w:rsid w:val="00DF4872"/>
    <w:rsid w:val="00DF61F2"/>
    <w:rsid w:val="00DF778A"/>
    <w:rsid w:val="00E003AC"/>
    <w:rsid w:val="00E003F2"/>
    <w:rsid w:val="00E00731"/>
    <w:rsid w:val="00E00AE5"/>
    <w:rsid w:val="00E012EC"/>
    <w:rsid w:val="00E01535"/>
    <w:rsid w:val="00E01AA8"/>
    <w:rsid w:val="00E01C71"/>
    <w:rsid w:val="00E02C9D"/>
    <w:rsid w:val="00E03724"/>
    <w:rsid w:val="00E047DF"/>
    <w:rsid w:val="00E04A7B"/>
    <w:rsid w:val="00E04EDB"/>
    <w:rsid w:val="00E04F78"/>
    <w:rsid w:val="00E05253"/>
    <w:rsid w:val="00E059CD"/>
    <w:rsid w:val="00E05E1A"/>
    <w:rsid w:val="00E0683C"/>
    <w:rsid w:val="00E07FBE"/>
    <w:rsid w:val="00E122EE"/>
    <w:rsid w:val="00E1269A"/>
    <w:rsid w:val="00E13AA5"/>
    <w:rsid w:val="00E13C3C"/>
    <w:rsid w:val="00E1450A"/>
    <w:rsid w:val="00E14941"/>
    <w:rsid w:val="00E1499A"/>
    <w:rsid w:val="00E1548F"/>
    <w:rsid w:val="00E154B0"/>
    <w:rsid w:val="00E15E45"/>
    <w:rsid w:val="00E15E5D"/>
    <w:rsid w:val="00E1694F"/>
    <w:rsid w:val="00E17566"/>
    <w:rsid w:val="00E17665"/>
    <w:rsid w:val="00E176EC"/>
    <w:rsid w:val="00E1783B"/>
    <w:rsid w:val="00E20429"/>
    <w:rsid w:val="00E20964"/>
    <w:rsid w:val="00E2132B"/>
    <w:rsid w:val="00E215E6"/>
    <w:rsid w:val="00E21824"/>
    <w:rsid w:val="00E21C5E"/>
    <w:rsid w:val="00E21FB0"/>
    <w:rsid w:val="00E2221E"/>
    <w:rsid w:val="00E2225F"/>
    <w:rsid w:val="00E23191"/>
    <w:rsid w:val="00E23433"/>
    <w:rsid w:val="00E23AA4"/>
    <w:rsid w:val="00E23E17"/>
    <w:rsid w:val="00E25D4C"/>
    <w:rsid w:val="00E266C2"/>
    <w:rsid w:val="00E27A47"/>
    <w:rsid w:val="00E27ACE"/>
    <w:rsid w:val="00E30334"/>
    <w:rsid w:val="00E30669"/>
    <w:rsid w:val="00E317BF"/>
    <w:rsid w:val="00E3186B"/>
    <w:rsid w:val="00E31D70"/>
    <w:rsid w:val="00E334D0"/>
    <w:rsid w:val="00E3491E"/>
    <w:rsid w:val="00E3509A"/>
    <w:rsid w:val="00E352DC"/>
    <w:rsid w:val="00E35460"/>
    <w:rsid w:val="00E36D6C"/>
    <w:rsid w:val="00E3731C"/>
    <w:rsid w:val="00E374D6"/>
    <w:rsid w:val="00E37A89"/>
    <w:rsid w:val="00E37B2C"/>
    <w:rsid w:val="00E403E7"/>
    <w:rsid w:val="00E418D3"/>
    <w:rsid w:val="00E42085"/>
    <w:rsid w:val="00E422A8"/>
    <w:rsid w:val="00E42853"/>
    <w:rsid w:val="00E42E3F"/>
    <w:rsid w:val="00E42F89"/>
    <w:rsid w:val="00E439FD"/>
    <w:rsid w:val="00E44600"/>
    <w:rsid w:val="00E4471A"/>
    <w:rsid w:val="00E44859"/>
    <w:rsid w:val="00E45515"/>
    <w:rsid w:val="00E45953"/>
    <w:rsid w:val="00E45A03"/>
    <w:rsid w:val="00E46635"/>
    <w:rsid w:val="00E471F7"/>
    <w:rsid w:val="00E4785E"/>
    <w:rsid w:val="00E5004C"/>
    <w:rsid w:val="00E50157"/>
    <w:rsid w:val="00E50389"/>
    <w:rsid w:val="00E50497"/>
    <w:rsid w:val="00E51E49"/>
    <w:rsid w:val="00E5206A"/>
    <w:rsid w:val="00E521E5"/>
    <w:rsid w:val="00E53DAE"/>
    <w:rsid w:val="00E53E68"/>
    <w:rsid w:val="00E54C9A"/>
    <w:rsid w:val="00E55731"/>
    <w:rsid w:val="00E55F7F"/>
    <w:rsid w:val="00E562CD"/>
    <w:rsid w:val="00E56A35"/>
    <w:rsid w:val="00E57247"/>
    <w:rsid w:val="00E572BC"/>
    <w:rsid w:val="00E57B06"/>
    <w:rsid w:val="00E60995"/>
    <w:rsid w:val="00E60A11"/>
    <w:rsid w:val="00E63EBC"/>
    <w:rsid w:val="00E64AB9"/>
    <w:rsid w:val="00E654F4"/>
    <w:rsid w:val="00E658D0"/>
    <w:rsid w:val="00E660A1"/>
    <w:rsid w:val="00E66836"/>
    <w:rsid w:val="00E66E6C"/>
    <w:rsid w:val="00E67A0B"/>
    <w:rsid w:val="00E67E59"/>
    <w:rsid w:val="00E718A4"/>
    <w:rsid w:val="00E721A0"/>
    <w:rsid w:val="00E721D0"/>
    <w:rsid w:val="00E721DB"/>
    <w:rsid w:val="00E72758"/>
    <w:rsid w:val="00E72D7F"/>
    <w:rsid w:val="00E72F9B"/>
    <w:rsid w:val="00E73219"/>
    <w:rsid w:val="00E73CFC"/>
    <w:rsid w:val="00E74D61"/>
    <w:rsid w:val="00E7516B"/>
    <w:rsid w:val="00E752D7"/>
    <w:rsid w:val="00E75C9D"/>
    <w:rsid w:val="00E7690F"/>
    <w:rsid w:val="00E76E97"/>
    <w:rsid w:val="00E76F6B"/>
    <w:rsid w:val="00E76FE6"/>
    <w:rsid w:val="00E77086"/>
    <w:rsid w:val="00E8000E"/>
    <w:rsid w:val="00E80577"/>
    <w:rsid w:val="00E805B9"/>
    <w:rsid w:val="00E80778"/>
    <w:rsid w:val="00E808A3"/>
    <w:rsid w:val="00E80E4E"/>
    <w:rsid w:val="00E81AF3"/>
    <w:rsid w:val="00E820C1"/>
    <w:rsid w:val="00E821A6"/>
    <w:rsid w:val="00E835CD"/>
    <w:rsid w:val="00E83BDE"/>
    <w:rsid w:val="00E844AC"/>
    <w:rsid w:val="00E84C8B"/>
    <w:rsid w:val="00E84F16"/>
    <w:rsid w:val="00E8518B"/>
    <w:rsid w:val="00E85843"/>
    <w:rsid w:val="00E85CE0"/>
    <w:rsid w:val="00E863E7"/>
    <w:rsid w:val="00E86F1C"/>
    <w:rsid w:val="00E86F5C"/>
    <w:rsid w:val="00E8722B"/>
    <w:rsid w:val="00E87269"/>
    <w:rsid w:val="00E8756C"/>
    <w:rsid w:val="00E87676"/>
    <w:rsid w:val="00E87923"/>
    <w:rsid w:val="00E87DD6"/>
    <w:rsid w:val="00E90005"/>
    <w:rsid w:val="00E908F2"/>
    <w:rsid w:val="00E91297"/>
    <w:rsid w:val="00E912ED"/>
    <w:rsid w:val="00E92C87"/>
    <w:rsid w:val="00E9349B"/>
    <w:rsid w:val="00E942BC"/>
    <w:rsid w:val="00E94338"/>
    <w:rsid w:val="00E94EC2"/>
    <w:rsid w:val="00E9570D"/>
    <w:rsid w:val="00E96EB8"/>
    <w:rsid w:val="00E971A6"/>
    <w:rsid w:val="00E97395"/>
    <w:rsid w:val="00E97536"/>
    <w:rsid w:val="00E97637"/>
    <w:rsid w:val="00E97AAB"/>
    <w:rsid w:val="00E97C55"/>
    <w:rsid w:val="00EA114E"/>
    <w:rsid w:val="00EA1C03"/>
    <w:rsid w:val="00EA287B"/>
    <w:rsid w:val="00EA30F2"/>
    <w:rsid w:val="00EA385A"/>
    <w:rsid w:val="00EA3A3F"/>
    <w:rsid w:val="00EA4149"/>
    <w:rsid w:val="00EA4205"/>
    <w:rsid w:val="00EA453B"/>
    <w:rsid w:val="00EA584E"/>
    <w:rsid w:val="00EA783E"/>
    <w:rsid w:val="00EA7E31"/>
    <w:rsid w:val="00EB035A"/>
    <w:rsid w:val="00EB0376"/>
    <w:rsid w:val="00EB0510"/>
    <w:rsid w:val="00EB0DDD"/>
    <w:rsid w:val="00EB0EA3"/>
    <w:rsid w:val="00EB13CB"/>
    <w:rsid w:val="00EB1772"/>
    <w:rsid w:val="00EB2F58"/>
    <w:rsid w:val="00EB3522"/>
    <w:rsid w:val="00EB44B6"/>
    <w:rsid w:val="00EB4BDE"/>
    <w:rsid w:val="00EB5B7B"/>
    <w:rsid w:val="00EB5EE4"/>
    <w:rsid w:val="00EB67DB"/>
    <w:rsid w:val="00EB6C17"/>
    <w:rsid w:val="00EB6FE5"/>
    <w:rsid w:val="00EB75DD"/>
    <w:rsid w:val="00EB7F54"/>
    <w:rsid w:val="00EC077A"/>
    <w:rsid w:val="00EC159D"/>
    <w:rsid w:val="00EC1CF6"/>
    <w:rsid w:val="00EC1DCB"/>
    <w:rsid w:val="00EC20BE"/>
    <w:rsid w:val="00EC236F"/>
    <w:rsid w:val="00EC28ED"/>
    <w:rsid w:val="00EC2C50"/>
    <w:rsid w:val="00EC2F8B"/>
    <w:rsid w:val="00EC343A"/>
    <w:rsid w:val="00EC3A06"/>
    <w:rsid w:val="00EC3E1E"/>
    <w:rsid w:val="00EC50E2"/>
    <w:rsid w:val="00EC53A4"/>
    <w:rsid w:val="00EC653C"/>
    <w:rsid w:val="00EC79A7"/>
    <w:rsid w:val="00EC79E0"/>
    <w:rsid w:val="00EC7A5B"/>
    <w:rsid w:val="00EC7C7D"/>
    <w:rsid w:val="00ED030B"/>
    <w:rsid w:val="00ED03C2"/>
    <w:rsid w:val="00ED1734"/>
    <w:rsid w:val="00ED18CE"/>
    <w:rsid w:val="00ED1C45"/>
    <w:rsid w:val="00ED37EF"/>
    <w:rsid w:val="00ED56A0"/>
    <w:rsid w:val="00ED6129"/>
    <w:rsid w:val="00ED61D3"/>
    <w:rsid w:val="00ED630C"/>
    <w:rsid w:val="00ED6408"/>
    <w:rsid w:val="00ED6923"/>
    <w:rsid w:val="00ED7912"/>
    <w:rsid w:val="00ED7B6A"/>
    <w:rsid w:val="00EE0041"/>
    <w:rsid w:val="00EE08FC"/>
    <w:rsid w:val="00EE0A6C"/>
    <w:rsid w:val="00EE0C4C"/>
    <w:rsid w:val="00EE0F69"/>
    <w:rsid w:val="00EE11AB"/>
    <w:rsid w:val="00EE11C6"/>
    <w:rsid w:val="00EE149B"/>
    <w:rsid w:val="00EE14E9"/>
    <w:rsid w:val="00EE1634"/>
    <w:rsid w:val="00EE2CE2"/>
    <w:rsid w:val="00EE4CB6"/>
    <w:rsid w:val="00EE54A8"/>
    <w:rsid w:val="00EE5E43"/>
    <w:rsid w:val="00EE6099"/>
    <w:rsid w:val="00EE62C4"/>
    <w:rsid w:val="00EE6353"/>
    <w:rsid w:val="00EE6587"/>
    <w:rsid w:val="00EE6C9F"/>
    <w:rsid w:val="00EE7AB1"/>
    <w:rsid w:val="00EF0345"/>
    <w:rsid w:val="00EF11FA"/>
    <w:rsid w:val="00EF340A"/>
    <w:rsid w:val="00EF38F8"/>
    <w:rsid w:val="00EF3F02"/>
    <w:rsid w:val="00EF3F55"/>
    <w:rsid w:val="00EF4CAE"/>
    <w:rsid w:val="00EF5354"/>
    <w:rsid w:val="00EF5F8B"/>
    <w:rsid w:val="00EF6A68"/>
    <w:rsid w:val="00EF6A92"/>
    <w:rsid w:val="00EF7809"/>
    <w:rsid w:val="00EF7D4F"/>
    <w:rsid w:val="00F006BB"/>
    <w:rsid w:val="00F01044"/>
    <w:rsid w:val="00F018E7"/>
    <w:rsid w:val="00F01C9B"/>
    <w:rsid w:val="00F01D83"/>
    <w:rsid w:val="00F021BF"/>
    <w:rsid w:val="00F02D38"/>
    <w:rsid w:val="00F031D0"/>
    <w:rsid w:val="00F033D2"/>
    <w:rsid w:val="00F045A4"/>
    <w:rsid w:val="00F0492C"/>
    <w:rsid w:val="00F05404"/>
    <w:rsid w:val="00F0612A"/>
    <w:rsid w:val="00F06722"/>
    <w:rsid w:val="00F06A3D"/>
    <w:rsid w:val="00F07962"/>
    <w:rsid w:val="00F07BA6"/>
    <w:rsid w:val="00F10BA8"/>
    <w:rsid w:val="00F11266"/>
    <w:rsid w:val="00F112F0"/>
    <w:rsid w:val="00F12603"/>
    <w:rsid w:val="00F12C31"/>
    <w:rsid w:val="00F12D1D"/>
    <w:rsid w:val="00F12F4B"/>
    <w:rsid w:val="00F133D2"/>
    <w:rsid w:val="00F139BC"/>
    <w:rsid w:val="00F13C85"/>
    <w:rsid w:val="00F14352"/>
    <w:rsid w:val="00F14A81"/>
    <w:rsid w:val="00F1550D"/>
    <w:rsid w:val="00F15671"/>
    <w:rsid w:val="00F1593F"/>
    <w:rsid w:val="00F16124"/>
    <w:rsid w:val="00F16392"/>
    <w:rsid w:val="00F16CF2"/>
    <w:rsid w:val="00F1706E"/>
    <w:rsid w:val="00F1755A"/>
    <w:rsid w:val="00F1777A"/>
    <w:rsid w:val="00F205ED"/>
    <w:rsid w:val="00F21361"/>
    <w:rsid w:val="00F21378"/>
    <w:rsid w:val="00F214A5"/>
    <w:rsid w:val="00F22A9F"/>
    <w:rsid w:val="00F22CF7"/>
    <w:rsid w:val="00F22D12"/>
    <w:rsid w:val="00F22DD0"/>
    <w:rsid w:val="00F22FA7"/>
    <w:rsid w:val="00F23449"/>
    <w:rsid w:val="00F23805"/>
    <w:rsid w:val="00F238ED"/>
    <w:rsid w:val="00F23FCE"/>
    <w:rsid w:val="00F25A95"/>
    <w:rsid w:val="00F25D4B"/>
    <w:rsid w:val="00F260DB"/>
    <w:rsid w:val="00F263A4"/>
    <w:rsid w:val="00F279DB"/>
    <w:rsid w:val="00F3091B"/>
    <w:rsid w:val="00F3105E"/>
    <w:rsid w:val="00F3123B"/>
    <w:rsid w:val="00F31AAF"/>
    <w:rsid w:val="00F31F3B"/>
    <w:rsid w:val="00F327DD"/>
    <w:rsid w:val="00F32A0D"/>
    <w:rsid w:val="00F32B06"/>
    <w:rsid w:val="00F32D55"/>
    <w:rsid w:val="00F32DC9"/>
    <w:rsid w:val="00F33729"/>
    <w:rsid w:val="00F337CF"/>
    <w:rsid w:val="00F34557"/>
    <w:rsid w:val="00F34D38"/>
    <w:rsid w:val="00F35031"/>
    <w:rsid w:val="00F35C1B"/>
    <w:rsid w:val="00F35C83"/>
    <w:rsid w:val="00F35FE1"/>
    <w:rsid w:val="00F369B8"/>
    <w:rsid w:val="00F36CE0"/>
    <w:rsid w:val="00F373EE"/>
    <w:rsid w:val="00F3757A"/>
    <w:rsid w:val="00F375AE"/>
    <w:rsid w:val="00F37775"/>
    <w:rsid w:val="00F378E0"/>
    <w:rsid w:val="00F37941"/>
    <w:rsid w:val="00F37ACA"/>
    <w:rsid w:val="00F405EA"/>
    <w:rsid w:val="00F4120C"/>
    <w:rsid w:val="00F412E8"/>
    <w:rsid w:val="00F41CAE"/>
    <w:rsid w:val="00F42CF5"/>
    <w:rsid w:val="00F42E58"/>
    <w:rsid w:val="00F434A3"/>
    <w:rsid w:val="00F43F03"/>
    <w:rsid w:val="00F44488"/>
    <w:rsid w:val="00F4456B"/>
    <w:rsid w:val="00F449F7"/>
    <w:rsid w:val="00F44FD5"/>
    <w:rsid w:val="00F45579"/>
    <w:rsid w:val="00F455E9"/>
    <w:rsid w:val="00F45BC5"/>
    <w:rsid w:val="00F45FC0"/>
    <w:rsid w:val="00F4705A"/>
    <w:rsid w:val="00F4723C"/>
    <w:rsid w:val="00F476E2"/>
    <w:rsid w:val="00F47887"/>
    <w:rsid w:val="00F5002E"/>
    <w:rsid w:val="00F5068A"/>
    <w:rsid w:val="00F5108B"/>
    <w:rsid w:val="00F51BCD"/>
    <w:rsid w:val="00F51D8C"/>
    <w:rsid w:val="00F51F7F"/>
    <w:rsid w:val="00F52573"/>
    <w:rsid w:val="00F525CC"/>
    <w:rsid w:val="00F5307F"/>
    <w:rsid w:val="00F536DB"/>
    <w:rsid w:val="00F53BA3"/>
    <w:rsid w:val="00F55198"/>
    <w:rsid w:val="00F5532C"/>
    <w:rsid w:val="00F559A5"/>
    <w:rsid w:val="00F55B6D"/>
    <w:rsid w:val="00F5629C"/>
    <w:rsid w:val="00F578BB"/>
    <w:rsid w:val="00F57A0C"/>
    <w:rsid w:val="00F60A38"/>
    <w:rsid w:val="00F60A56"/>
    <w:rsid w:val="00F60DC6"/>
    <w:rsid w:val="00F60EB8"/>
    <w:rsid w:val="00F613D8"/>
    <w:rsid w:val="00F61953"/>
    <w:rsid w:val="00F620A6"/>
    <w:rsid w:val="00F62362"/>
    <w:rsid w:val="00F624E0"/>
    <w:rsid w:val="00F63051"/>
    <w:rsid w:val="00F63158"/>
    <w:rsid w:val="00F632E9"/>
    <w:rsid w:val="00F6396C"/>
    <w:rsid w:val="00F640E1"/>
    <w:rsid w:val="00F651DA"/>
    <w:rsid w:val="00F654AB"/>
    <w:rsid w:val="00F65CE1"/>
    <w:rsid w:val="00F66829"/>
    <w:rsid w:val="00F66D62"/>
    <w:rsid w:val="00F67BF4"/>
    <w:rsid w:val="00F7072E"/>
    <w:rsid w:val="00F70B08"/>
    <w:rsid w:val="00F71396"/>
    <w:rsid w:val="00F71A2A"/>
    <w:rsid w:val="00F7314C"/>
    <w:rsid w:val="00F73677"/>
    <w:rsid w:val="00F736D8"/>
    <w:rsid w:val="00F73F35"/>
    <w:rsid w:val="00F757ED"/>
    <w:rsid w:val="00F75AC6"/>
    <w:rsid w:val="00F75AE8"/>
    <w:rsid w:val="00F760AB"/>
    <w:rsid w:val="00F76338"/>
    <w:rsid w:val="00F7652D"/>
    <w:rsid w:val="00F770C4"/>
    <w:rsid w:val="00F802FA"/>
    <w:rsid w:val="00F80EAF"/>
    <w:rsid w:val="00F80FEA"/>
    <w:rsid w:val="00F83C47"/>
    <w:rsid w:val="00F84C41"/>
    <w:rsid w:val="00F8504C"/>
    <w:rsid w:val="00F851C7"/>
    <w:rsid w:val="00F854D5"/>
    <w:rsid w:val="00F85EA4"/>
    <w:rsid w:val="00F863C9"/>
    <w:rsid w:val="00F871F6"/>
    <w:rsid w:val="00F87B35"/>
    <w:rsid w:val="00F91679"/>
    <w:rsid w:val="00F91A72"/>
    <w:rsid w:val="00F92678"/>
    <w:rsid w:val="00F93255"/>
    <w:rsid w:val="00F932BB"/>
    <w:rsid w:val="00F9398F"/>
    <w:rsid w:val="00F93E89"/>
    <w:rsid w:val="00F940DD"/>
    <w:rsid w:val="00F94304"/>
    <w:rsid w:val="00F948CE"/>
    <w:rsid w:val="00F94C09"/>
    <w:rsid w:val="00F94FFD"/>
    <w:rsid w:val="00F954E4"/>
    <w:rsid w:val="00F956D9"/>
    <w:rsid w:val="00F96316"/>
    <w:rsid w:val="00F965CB"/>
    <w:rsid w:val="00F9685C"/>
    <w:rsid w:val="00F9722E"/>
    <w:rsid w:val="00FA01DD"/>
    <w:rsid w:val="00FA0263"/>
    <w:rsid w:val="00FA0504"/>
    <w:rsid w:val="00FA116E"/>
    <w:rsid w:val="00FA16F9"/>
    <w:rsid w:val="00FA1B3A"/>
    <w:rsid w:val="00FA20C1"/>
    <w:rsid w:val="00FA2B7B"/>
    <w:rsid w:val="00FA2F74"/>
    <w:rsid w:val="00FA3303"/>
    <w:rsid w:val="00FA3E1C"/>
    <w:rsid w:val="00FA3F8B"/>
    <w:rsid w:val="00FA4CFB"/>
    <w:rsid w:val="00FA66A6"/>
    <w:rsid w:val="00FA6A60"/>
    <w:rsid w:val="00FA6DCD"/>
    <w:rsid w:val="00FA748C"/>
    <w:rsid w:val="00FA77E1"/>
    <w:rsid w:val="00FA7967"/>
    <w:rsid w:val="00FA79E1"/>
    <w:rsid w:val="00FB047F"/>
    <w:rsid w:val="00FB0E8C"/>
    <w:rsid w:val="00FB11D0"/>
    <w:rsid w:val="00FB123D"/>
    <w:rsid w:val="00FB14C0"/>
    <w:rsid w:val="00FB1E91"/>
    <w:rsid w:val="00FB2085"/>
    <w:rsid w:val="00FB2407"/>
    <w:rsid w:val="00FB2958"/>
    <w:rsid w:val="00FB35EF"/>
    <w:rsid w:val="00FB38FC"/>
    <w:rsid w:val="00FB3C89"/>
    <w:rsid w:val="00FB3D93"/>
    <w:rsid w:val="00FB43EA"/>
    <w:rsid w:val="00FB539C"/>
    <w:rsid w:val="00FB5762"/>
    <w:rsid w:val="00FB5B64"/>
    <w:rsid w:val="00FB5E02"/>
    <w:rsid w:val="00FB5E8C"/>
    <w:rsid w:val="00FB5F42"/>
    <w:rsid w:val="00FB61C5"/>
    <w:rsid w:val="00FB678D"/>
    <w:rsid w:val="00FC0500"/>
    <w:rsid w:val="00FC05FA"/>
    <w:rsid w:val="00FC075E"/>
    <w:rsid w:val="00FC0814"/>
    <w:rsid w:val="00FC082E"/>
    <w:rsid w:val="00FC126C"/>
    <w:rsid w:val="00FC23E2"/>
    <w:rsid w:val="00FC267C"/>
    <w:rsid w:val="00FC27E7"/>
    <w:rsid w:val="00FC371B"/>
    <w:rsid w:val="00FC3A8C"/>
    <w:rsid w:val="00FC4A83"/>
    <w:rsid w:val="00FC4B87"/>
    <w:rsid w:val="00FC4BFA"/>
    <w:rsid w:val="00FC4F8C"/>
    <w:rsid w:val="00FC52B5"/>
    <w:rsid w:val="00FC53CF"/>
    <w:rsid w:val="00FC54BC"/>
    <w:rsid w:val="00FC54DF"/>
    <w:rsid w:val="00FC5544"/>
    <w:rsid w:val="00FC78DC"/>
    <w:rsid w:val="00FC7C2E"/>
    <w:rsid w:val="00FD0511"/>
    <w:rsid w:val="00FD077C"/>
    <w:rsid w:val="00FD0863"/>
    <w:rsid w:val="00FD08D0"/>
    <w:rsid w:val="00FD0B4C"/>
    <w:rsid w:val="00FD1125"/>
    <w:rsid w:val="00FD13D4"/>
    <w:rsid w:val="00FD1718"/>
    <w:rsid w:val="00FD1968"/>
    <w:rsid w:val="00FD390A"/>
    <w:rsid w:val="00FD44A1"/>
    <w:rsid w:val="00FD46B1"/>
    <w:rsid w:val="00FD46F4"/>
    <w:rsid w:val="00FD55E3"/>
    <w:rsid w:val="00FD56AA"/>
    <w:rsid w:val="00FD728A"/>
    <w:rsid w:val="00FE1627"/>
    <w:rsid w:val="00FE20DF"/>
    <w:rsid w:val="00FE432C"/>
    <w:rsid w:val="00FE476E"/>
    <w:rsid w:val="00FE49C9"/>
    <w:rsid w:val="00FE4CE8"/>
    <w:rsid w:val="00FE4DD0"/>
    <w:rsid w:val="00FE5C51"/>
    <w:rsid w:val="00FE60D3"/>
    <w:rsid w:val="00FE65F3"/>
    <w:rsid w:val="00FE714A"/>
    <w:rsid w:val="00FE78F1"/>
    <w:rsid w:val="00FF02B2"/>
    <w:rsid w:val="00FF075E"/>
    <w:rsid w:val="00FF084F"/>
    <w:rsid w:val="00FF0C2D"/>
    <w:rsid w:val="00FF0FCB"/>
    <w:rsid w:val="00FF1470"/>
    <w:rsid w:val="00FF16EF"/>
    <w:rsid w:val="00FF1A41"/>
    <w:rsid w:val="00FF2666"/>
    <w:rsid w:val="00FF2A9A"/>
    <w:rsid w:val="00FF2FEA"/>
    <w:rsid w:val="00FF3932"/>
    <w:rsid w:val="00FF442A"/>
    <w:rsid w:val="00FF47DA"/>
    <w:rsid w:val="00FF5247"/>
    <w:rsid w:val="00FF5F72"/>
    <w:rsid w:val="00FF681B"/>
    <w:rsid w:val="00FF6993"/>
    <w:rsid w:val="00FF71A2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EFB2A56"/>
  <w15:docId w15:val="{9A0441DB-4D7F-4991-89E5-0B998C88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C4B61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uiPriority w:val="9"/>
    <w:qFormat/>
    <w:rsid w:val="000D4D5D"/>
    <w:pPr>
      <w:keepNext/>
      <w:numPr>
        <w:numId w:val="1"/>
      </w:numPr>
      <w:spacing w:before="240" w:after="24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rsid w:val="00983F7E"/>
    <w:pPr>
      <w:keepNext/>
      <w:numPr>
        <w:ilvl w:val="1"/>
        <w:numId w:val="1"/>
      </w:numPr>
      <w:spacing w:before="240" w:after="240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0D4D5D"/>
    <w:pPr>
      <w:numPr>
        <w:ilvl w:val="2"/>
        <w:numId w:val="1"/>
      </w:numPr>
      <w:spacing w:before="240"/>
      <w:outlineLvl w:val="2"/>
    </w:pPr>
    <w:rPr>
      <w:b/>
      <w:sz w:val="24"/>
    </w:rPr>
  </w:style>
  <w:style w:type="paragraph" w:styleId="Nadpis4">
    <w:name w:val="heading 4"/>
    <w:basedOn w:val="Normln"/>
    <w:next w:val="Normln"/>
    <w:uiPriority w:val="9"/>
    <w:qFormat/>
    <w:rsid w:val="00F62362"/>
    <w:pPr>
      <w:keepNext/>
      <w:numPr>
        <w:ilvl w:val="3"/>
        <w:numId w:val="1"/>
      </w:numPr>
      <w:spacing w:after="240"/>
      <w:outlineLvl w:val="3"/>
    </w:pPr>
    <w:rPr>
      <w:b/>
    </w:rPr>
  </w:style>
  <w:style w:type="paragraph" w:styleId="Nadpis5">
    <w:name w:val="heading 5"/>
    <w:basedOn w:val="Normln"/>
    <w:next w:val="Normln"/>
    <w:autoRedefine/>
    <w:uiPriority w:val="9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uiPriority w:val="9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uiPriority w:val="9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983F7E"/>
    <w:rPr>
      <w:rFonts w:ascii="Arial" w:hAnsi="Arial"/>
      <w:b/>
      <w:sz w:val="28"/>
    </w:rPr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06096A"/>
    <w:pPr>
      <w:tabs>
        <w:tab w:val="left" w:pos="1134"/>
        <w:tab w:val="right" w:leader="dot" w:pos="9497"/>
      </w:tabs>
      <w:spacing w:before="240" w:after="240"/>
      <w:jc w:val="left"/>
    </w:pPr>
    <w:rPr>
      <w:b/>
      <w:caps/>
      <w:sz w:val="32"/>
    </w:rPr>
  </w:style>
  <w:style w:type="paragraph" w:styleId="Obsah2">
    <w:name w:val="toc 2"/>
    <w:basedOn w:val="Normln"/>
    <w:next w:val="Normln"/>
    <w:uiPriority w:val="39"/>
    <w:qFormat/>
    <w:rsid w:val="009D6FBD"/>
    <w:pPr>
      <w:tabs>
        <w:tab w:val="left" w:pos="1134"/>
        <w:tab w:val="right" w:leader="dot" w:pos="9497"/>
      </w:tabs>
      <w:ind w:left="142"/>
    </w:pPr>
    <w:rPr>
      <w:b/>
      <w:smallCaps/>
    </w:rPr>
  </w:style>
  <w:style w:type="paragraph" w:styleId="Obsah3">
    <w:name w:val="toc 3"/>
    <w:basedOn w:val="Normln"/>
    <w:next w:val="Normln"/>
    <w:uiPriority w:val="39"/>
    <w:qFormat/>
    <w:rsid w:val="009D6FBD"/>
    <w:pPr>
      <w:tabs>
        <w:tab w:val="left" w:pos="1134"/>
        <w:tab w:val="right" w:leader="dot" w:pos="9497"/>
      </w:tabs>
      <w:ind w:left="284"/>
    </w:pPr>
    <w:rPr>
      <w:smallCaps/>
      <w:noProof/>
    </w:rPr>
  </w:style>
  <w:style w:type="paragraph" w:styleId="Obsah4">
    <w:name w:val="toc 4"/>
    <w:basedOn w:val="Normln"/>
    <w:next w:val="Normln"/>
    <w:uiPriority w:val="39"/>
    <w:rsid w:val="00A51F65"/>
    <w:pPr>
      <w:tabs>
        <w:tab w:val="left" w:pos="1134"/>
        <w:tab w:val="right" w:leader="dot" w:pos="9497"/>
      </w:tabs>
      <w:ind w:left="397"/>
      <w:jc w:val="left"/>
    </w:pPr>
    <w:rPr>
      <w:i/>
    </w:rPr>
  </w:style>
  <w:style w:type="paragraph" w:styleId="Obsah5">
    <w:name w:val="toc 5"/>
    <w:basedOn w:val="Normln"/>
    <w:next w:val="Normln"/>
    <w:uiPriority w:val="39"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uiPriority w:val="39"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uiPriority w:val="39"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uiPriority w:val="39"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uiPriority w:val="39"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</w:rPr>
  </w:style>
  <w:style w:type="paragraph" w:customStyle="1" w:styleId="Styl16bTunzarovnnnasted">
    <w:name w:val="Styl 16 b. Tučné zarovnání na střed"/>
    <w:basedOn w:val="Normln"/>
    <w:next w:val="Normln"/>
    <w:rsid w:val="00297078"/>
    <w:pPr>
      <w:jc w:val="center"/>
    </w:pPr>
    <w:rPr>
      <w:b/>
      <w:bCs/>
      <w:sz w:val="32"/>
    </w:rPr>
  </w:style>
  <w:style w:type="paragraph" w:customStyle="1" w:styleId="Styl26bTunzarovnnnasted">
    <w:name w:val="Styl 26 b. Tučné zarovnání na střed"/>
    <w:basedOn w:val="Normln"/>
    <w:next w:val="Normln"/>
    <w:rsid w:val="00297078"/>
    <w:pPr>
      <w:jc w:val="center"/>
    </w:pPr>
    <w:rPr>
      <w:b/>
      <w:bCs/>
      <w:sz w:val="52"/>
    </w:rPr>
  </w:style>
  <w:style w:type="paragraph" w:customStyle="1" w:styleId="Styl14bTunzarovnnnasted">
    <w:name w:val="Styl 14 b. Tučné zarovnání na střed"/>
    <w:basedOn w:val="Normln"/>
    <w:next w:val="Normln"/>
    <w:rsid w:val="00297078"/>
    <w:pPr>
      <w:jc w:val="center"/>
    </w:pPr>
    <w:rPr>
      <w:b/>
      <w:bCs/>
      <w:sz w:val="28"/>
    </w:rPr>
  </w:style>
  <w:style w:type="paragraph" w:customStyle="1" w:styleId="Styl18bTunVechnavelkzarovnnnasted">
    <w:name w:val="Styl 18 b. Tučné Všechna velká zarovnání na střed"/>
    <w:basedOn w:val="Normln"/>
    <w:next w:val="Normln"/>
    <w:rsid w:val="00297078"/>
    <w:pPr>
      <w:jc w:val="center"/>
    </w:pPr>
    <w:rPr>
      <w:b/>
      <w:bCs/>
      <w:caps/>
      <w:sz w:val="36"/>
    </w:rPr>
  </w:style>
  <w:style w:type="numbering" w:customStyle="1" w:styleId="Stylslovn">
    <w:name w:val="Styl Číslování"/>
    <w:basedOn w:val="Bezseznamu"/>
    <w:rsid w:val="00167D59"/>
    <w:pPr>
      <w:numPr>
        <w:numId w:val="2"/>
      </w:numPr>
    </w:pPr>
  </w:style>
  <w:style w:type="paragraph" w:styleId="Odstavecseseznamem">
    <w:name w:val="List Paragraph"/>
    <w:basedOn w:val="Normln"/>
    <w:uiPriority w:val="34"/>
    <w:qFormat/>
    <w:rsid w:val="00267EF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0D4D5D"/>
    <w:rPr>
      <w:rFonts w:ascii="Arial" w:hAnsi="Arial"/>
      <w:b/>
      <w:sz w:val="24"/>
    </w:rPr>
  </w:style>
  <w:style w:type="paragraph" w:styleId="Podnadpis">
    <w:name w:val="Subtitle"/>
    <w:basedOn w:val="Normln"/>
    <w:next w:val="Normln"/>
    <w:link w:val="PodnadpisChar"/>
    <w:qFormat/>
    <w:rsid w:val="006122C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6122C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Nzevoddlu">
    <w:name w:val="Název oddílu"/>
    <w:basedOn w:val="Normln"/>
    <w:next w:val="Normln"/>
    <w:link w:val="NzevoddluChar"/>
    <w:qFormat/>
    <w:rsid w:val="00F62362"/>
    <w:pPr>
      <w:keepNext/>
      <w:numPr>
        <w:numId w:val="3"/>
      </w:numPr>
      <w:spacing w:before="240" w:after="240" w:line="360" w:lineRule="auto"/>
      <w:ind w:left="714" w:hanging="357"/>
      <w:jc w:val="left"/>
      <w:outlineLvl w:val="0"/>
    </w:pPr>
    <w:rPr>
      <w:b/>
      <w:caps/>
      <w:sz w:val="48"/>
    </w:rPr>
  </w:style>
  <w:style w:type="character" w:customStyle="1" w:styleId="NzevoddluChar">
    <w:name w:val="Název oddílu Char"/>
    <w:basedOn w:val="Standardnpsmoodstavce"/>
    <w:link w:val="Nzevoddlu"/>
    <w:rsid w:val="00F62362"/>
    <w:rPr>
      <w:rFonts w:ascii="Arial" w:hAnsi="Arial"/>
      <w:b/>
      <w:caps/>
      <w:sz w:val="48"/>
    </w:rPr>
  </w:style>
  <w:style w:type="paragraph" w:styleId="Bezmezer">
    <w:name w:val="No Spacing"/>
    <w:uiPriority w:val="1"/>
    <w:qFormat/>
    <w:rsid w:val="00396E8A"/>
    <w:rPr>
      <w:rFonts w:ascii="Calibri" w:eastAsia="Calibri" w:hAnsi="Calibri"/>
      <w:sz w:val="22"/>
      <w:szCs w:val="22"/>
      <w:lang w:eastAsia="en-US"/>
    </w:rPr>
  </w:style>
  <w:style w:type="paragraph" w:customStyle="1" w:styleId="Podnadpis1">
    <w:name w:val="Podnadpis1"/>
    <w:basedOn w:val="Normln"/>
    <w:next w:val="Normln"/>
    <w:rsid w:val="0048706A"/>
    <w:pPr>
      <w:keepNext/>
      <w:spacing w:before="60"/>
    </w:pPr>
    <w:rPr>
      <w:b/>
      <w:bCs/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06E1"/>
    <w:rPr>
      <w:color w:val="605E5C"/>
      <w:shd w:val="clear" w:color="auto" w:fill="E1DFDD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locked/>
    <w:rsid w:val="00382D46"/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locked/>
    <w:rsid w:val="00382D46"/>
    <w:rPr>
      <w:rFonts w:ascii="Arial" w:hAnsi="Arial"/>
    </w:rPr>
  </w:style>
  <w:style w:type="character" w:styleId="Zdraznn">
    <w:name w:val="Emphasis"/>
    <w:basedOn w:val="Standardnpsmoodstavce"/>
    <w:uiPriority w:val="20"/>
    <w:qFormat/>
    <w:rsid w:val="00763C37"/>
    <w:rPr>
      <w:i/>
      <w:iCs/>
    </w:rPr>
  </w:style>
  <w:style w:type="character" w:styleId="PromnnHTML">
    <w:name w:val="HTML Variable"/>
    <w:basedOn w:val="Standardnpsmoodstavce"/>
    <w:uiPriority w:val="99"/>
    <w:unhideWhenUsed/>
    <w:rsid w:val="00847256"/>
    <w:rPr>
      <w:i/>
      <w:iCs/>
    </w:rPr>
  </w:style>
  <w:style w:type="paragraph" w:customStyle="1" w:styleId="mcntmcntmsonormal11">
    <w:name w:val="mcntmcntmsonormal11"/>
    <w:basedOn w:val="Normln"/>
    <w:rsid w:val="00730921"/>
    <w:pPr>
      <w:spacing w:before="0"/>
      <w:jc w:val="left"/>
    </w:pPr>
    <w:rPr>
      <w:rFonts w:ascii="Calibri" w:hAnsi="Calibri" w:cs="Calibri"/>
      <w:sz w:val="22"/>
      <w:szCs w:val="22"/>
    </w:rPr>
  </w:style>
  <w:style w:type="paragraph" w:customStyle="1" w:styleId="l3">
    <w:name w:val="l3"/>
    <w:basedOn w:val="Normln"/>
    <w:rsid w:val="00262A4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62A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06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9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1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9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89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5F5F5"/>
                                    <w:left w:val="single" w:sz="12" w:space="0" w:color="F5F5F5"/>
                                    <w:bottom w:val="single" w:sz="12" w:space="0" w:color="F5F5F5"/>
                                    <w:right w:val="single" w:sz="12" w:space="0" w:color="F5F5F5"/>
                                  </w:divBdr>
                                  <w:divsChild>
                                    <w:div w:id="80655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8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30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7389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1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178144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35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5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9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7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7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7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8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6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4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7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6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44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714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0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3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46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1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62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6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4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92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2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4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0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0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3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56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6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13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5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6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0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7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5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77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89854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4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05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18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8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4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24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3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9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5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9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2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62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585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3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3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8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36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7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4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953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9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05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3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634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4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2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3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1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64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2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8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95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5577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8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8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5734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5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3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2093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1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73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9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7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8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4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6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0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52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272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0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0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2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05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6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1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3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1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8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7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70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94406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40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673755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6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8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3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84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5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3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9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1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4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3616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0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1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26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1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5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4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73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2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3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1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1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99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8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785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2780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7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2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3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626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7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07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1075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3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421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387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10032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11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7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02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3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33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9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6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5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9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46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5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3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0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2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5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0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55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0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8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03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97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6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9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3202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3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4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6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73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6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07812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8287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6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7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5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1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4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9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1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6811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8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453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7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8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1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367393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85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9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9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2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1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41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2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4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4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8797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3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9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6907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6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5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376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7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1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7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2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429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3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151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9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9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7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39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1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9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7078551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74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07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9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119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6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1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1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2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7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2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7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0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46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9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7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6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3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38437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2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2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8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8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4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2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4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1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1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6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12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92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4152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4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6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5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63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6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8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4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8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7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3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6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7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35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24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56164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299912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95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9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8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5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8719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9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5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6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9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71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9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5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4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6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49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6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37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0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14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4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3533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9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4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6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6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9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1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6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5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8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2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  <w:divsChild>
                    <w:div w:id="362023136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4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4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383153">
                      <w:marLeft w:val="0"/>
                      <w:marRight w:val="25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5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4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02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86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22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551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0C0C0"/>
                                <w:left w:val="single" w:sz="6" w:space="0" w:color="D9D9D9"/>
                                <w:bottom w:val="single" w:sz="6" w:space="0" w:color="D9D9D9"/>
                                <w:right w:val="single" w:sz="6" w:space="0" w:color="D9D9D9"/>
                              </w:divBdr>
                              <w:divsChild>
                                <w:div w:id="749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4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FFFF"/>
                                        <w:left w:val="single" w:sz="6" w:space="0" w:color="FFFFFF"/>
                                        <w:bottom w:val="single" w:sz="6" w:space="0" w:color="FFFFFF"/>
                                        <w:right w:val="single" w:sz="6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8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14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53288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65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1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4850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4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9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9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3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5838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5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4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52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6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9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2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1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6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8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132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86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8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5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1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51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65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5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3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245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0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3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26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0983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47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8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7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6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658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2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1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9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6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2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84031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03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0223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8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9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05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7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2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2909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9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2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5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0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5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7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0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9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27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4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8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5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2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5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25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1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78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1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5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4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22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55686">
                          <w:marLeft w:val="0"/>
                          <w:marRight w:val="0"/>
                          <w:marTop w:val="2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45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5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23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2" w:color="999999"/>
                            <w:left w:val="single" w:sz="8" w:space="12" w:color="999999"/>
                            <w:bottom w:val="single" w:sz="8" w:space="12" w:color="999999"/>
                            <w:right w:val="single" w:sz="8" w:space="12" w:color="999999"/>
                          </w:divBdr>
                          <w:divsChild>
                            <w:div w:id="26515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46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9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4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3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4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1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2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5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7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1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0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5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8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47203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9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93693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9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8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7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1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7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2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6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6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2334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9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0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9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6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4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8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9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4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0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85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6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1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1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8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77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626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21258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5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34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8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3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5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27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8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9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0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9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3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3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2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8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3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6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27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91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5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7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2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68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4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8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3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2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0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33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7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7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86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etr.mojzik@4bridge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nka.zapletalova@4bridge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hp.eu" TargetMode="External"/><Relationship Id="rId1" Type="http://schemas.openxmlformats.org/officeDocument/2006/relationships/hyperlink" Target="mailto:shp@shp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HP-TZ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82E7-25FA-4D67-93B6-AA920671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SHP-TZ1</Template>
  <TotalTime>115</TotalTime>
  <Pages>12</Pages>
  <Words>4188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SPLAŠKOVÁ KANALIZACE A ČOV</vt:lpstr>
    </vt:vector>
  </TitlesOfParts>
  <Company/>
  <LinksUpToDate>false</LinksUpToDate>
  <CharactersWithSpaces>28847</CharactersWithSpaces>
  <SharedDoc>false</SharedDoc>
  <HLinks>
    <vt:vector size="18" baseType="variant">
      <vt:variant>
        <vt:i4>6422627</vt:i4>
      </vt:variant>
      <vt:variant>
        <vt:i4>12</vt:i4>
      </vt:variant>
      <vt:variant>
        <vt:i4>0</vt:i4>
      </vt:variant>
      <vt:variant>
        <vt:i4>5</vt:i4>
      </vt:variant>
      <vt:variant>
        <vt:lpwstr>http://www.shp.eu/</vt:lpwstr>
      </vt:variant>
      <vt:variant>
        <vt:lpwstr/>
      </vt:variant>
      <vt:variant>
        <vt:i4>6422627</vt:i4>
      </vt:variant>
      <vt:variant>
        <vt:i4>6</vt:i4>
      </vt:variant>
      <vt:variant>
        <vt:i4>0</vt:i4>
      </vt:variant>
      <vt:variant>
        <vt:i4>5</vt:i4>
      </vt:variant>
      <vt:variant>
        <vt:lpwstr>http://www.shp.eu/</vt:lpwstr>
      </vt:variant>
      <vt:variant>
        <vt:lpwstr/>
      </vt:variant>
      <vt:variant>
        <vt:i4>458788</vt:i4>
      </vt:variant>
      <vt:variant>
        <vt:i4>3</vt:i4>
      </vt:variant>
      <vt:variant>
        <vt:i4>0</vt:i4>
      </vt:variant>
      <vt:variant>
        <vt:i4>5</vt:i4>
      </vt:variant>
      <vt:variant>
        <vt:lpwstr>mailto:shp@shp.eu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SPLAŠKOVÁ KANALIZACE A ČOV</dc:title>
  <dc:subject/>
  <dc:creator>Ondřej Volák</dc:creator>
  <cp:keywords/>
  <dc:description/>
  <cp:lastModifiedBy>Petr Mojzík</cp:lastModifiedBy>
  <cp:revision>36</cp:revision>
  <cp:lastPrinted>2020-11-04T20:44:00Z</cp:lastPrinted>
  <dcterms:created xsi:type="dcterms:W3CDTF">2021-04-27T08:11:00Z</dcterms:created>
  <dcterms:modified xsi:type="dcterms:W3CDTF">2021-05-28T12:35:00Z</dcterms:modified>
  <cp:category/>
</cp:coreProperties>
</file>